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2187" w:rsidRPr="00155402" w:rsidRDefault="007B2187" w:rsidP="00E33832">
      <w:pPr>
        <w:tabs>
          <w:tab w:val="left" w:pos="5954"/>
          <w:tab w:val="left" w:pos="6213"/>
          <w:tab w:val="left" w:pos="7125"/>
        </w:tabs>
        <w:spacing w:line="240" w:lineRule="exact"/>
        <w:jc w:val="center"/>
        <w:rPr>
          <w:b/>
          <w:sz w:val="28"/>
        </w:rPr>
      </w:pPr>
    </w:p>
    <w:p w:rsidR="007B2187" w:rsidRPr="00155402" w:rsidRDefault="007B2187" w:rsidP="00E33832">
      <w:pPr>
        <w:autoSpaceDE w:val="0"/>
        <w:autoSpaceDN w:val="0"/>
        <w:adjustRightInd w:val="0"/>
        <w:spacing w:after="120" w:line="240" w:lineRule="exact"/>
        <w:jc w:val="center"/>
        <w:rPr>
          <w:b/>
          <w:sz w:val="28"/>
          <w:szCs w:val="28"/>
        </w:rPr>
      </w:pPr>
      <w:r w:rsidRPr="00155402">
        <w:rPr>
          <w:b/>
          <w:sz w:val="28"/>
          <w:szCs w:val="28"/>
        </w:rPr>
        <w:t xml:space="preserve">ОТЧЕТ </w:t>
      </w:r>
    </w:p>
    <w:p w:rsidR="007B2187" w:rsidRPr="00155402" w:rsidRDefault="007B2187" w:rsidP="00E33832">
      <w:pPr>
        <w:autoSpaceDE w:val="0"/>
        <w:autoSpaceDN w:val="0"/>
        <w:adjustRightInd w:val="0"/>
        <w:spacing w:after="120" w:line="240" w:lineRule="exact"/>
        <w:jc w:val="center"/>
        <w:rPr>
          <w:sz w:val="28"/>
          <w:szCs w:val="28"/>
        </w:rPr>
      </w:pPr>
      <w:r w:rsidRPr="00155402">
        <w:rPr>
          <w:sz w:val="28"/>
          <w:szCs w:val="28"/>
        </w:rPr>
        <w:t>о выполнении муниципального задания</w:t>
      </w:r>
    </w:p>
    <w:p w:rsidR="007B2187" w:rsidRPr="00155402" w:rsidRDefault="007B2187" w:rsidP="00E33832">
      <w:pPr>
        <w:autoSpaceDE w:val="0"/>
        <w:autoSpaceDN w:val="0"/>
        <w:adjustRightInd w:val="0"/>
        <w:spacing w:before="120" w:line="240" w:lineRule="exact"/>
        <w:jc w:val="center"/>
        <w:rPr>
          <w:color w:val="0000FF"/>
          <w:sz w:val="28"/>
          <w:szCs w:val="28"/>
        </w:rPr>
      </w:pPr>
      <w:r w:rsidRPr="00155402">
        <w:rPr>
          <w:sz w:val="28"/>
          <w:szCs w:val="28"/>
        </w:rPr>
        <w:t>на 20</w:t>
      </w:r>
      <w:r>
        <w:rPr>
          <w:sz w:val="28"/>
          <w:szCs w:val="28"/>
        </w:rPr>
        <w:t>16</w:t>
      </w:r>
      <w:r w:rsidRPr="00155402">
        <w:rPr>
          <w:sz w:val="28"/>
          <w:szCs w:val="28"/>
        </w:rPr>
        <w:t xml:space="preserve">___ </w:t>
      </w:r>
    </w:p>
    <w:p w:rsidR="007B2187" w:rsidRPr="00155402" w:rsidRDefault="007B2187" w:rsidP="00E33832">
      <w:pPr>
        <w:autoSpaceDE w:val="0"/>
        <w:autoSpaceDN w:val="0"/>
        <w:adjustRightInd w:val="0"/>
        <w:spacing w:before="120" w:line="240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>от «19»  января 2017</w:t>
      </w:r>
      <w:r w:rsidRPr="00155402">
        <w:rPr>
          <w:sz w:val="28"/>
          <w:szCs w:val="28"/>
        </w:rPr>
        <w:t xml:space="preserve"> года</w:t>
      </w:r>
    </w:p>
    <w:p w:rsidR="007B2187" w:rsidRPr="00155402" w:rsidRDefault="007B2187" w:rsidP="00E33832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1E0"/>
      </w:tblPr>
      <w:tblGrid>
        <w:gridCol w:w="12168"/>
        <w:gridCol w:w="1496"/>
        <w:gridCol w:w="1470"/>
      </w:tblGrid>
      <w:tr w:rsidR="007B2187" w:rsidRPr="00155402" w:rsidTr="00D4435E">
        <w:trPr>
          <w:trHeight w:val="567"/>
        </w:trPr>
        <w:tc>
          <w:tcPr>
            <w:tcW w:w="12168" w:type="dxa"/>
            <w:tcBorders>
              <w:top w:val="nil"/>
              <w:left w:val="nil"/>
              <w:bottom w:val="nil"/>
              <w:right w:val="nil"/>
            </w:tcBorders>
          </w:tcPr>
          <w:p w:rsidR="007B2187" w:rsidRPr="00155402" w:rsidRDefault="007B2187" w:rsidP="00D4435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</w:tcBorders>
          </w:tcPr>
          <w:p w:rsidR="007B2187" w:rsidRPr="00155402" w:rsidRDefault="007B2187" w:rsidP="00D4435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470" w:type="dxa"/>
            <w:tcBorders>
              <w:top w:val="single" w:sz="4" w:space="0" w:color="auto"/>
            </w:tcBorders>
            <w:vAlign w:val="center"/>
          </w:tcPr>
          <w:p w:rsidR="007B2187" w:rsidRPr="00155402" w:rsidRDefault="007B2187" w:rsidP="00D4435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Коды</w:t>
            </w:r>
          </w:p>
        </w:tc>
      </w:tr>
      <w:tr w:rsidR="007B2187" w:rsidRPr="00155402" w:rsidTr="00D4435E">
        <w:tc>
          <w:tcPr>
            <w:tcW w:w="121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B2187" w:rsidRPr="00155402" w:rsidRDefault="007B2187" w:rsidP="00D4435E">
            <w:pPr>
              <w:autoSpaceDE w:val="0"/>
              <w:autoSpaceDN w:val="0"/>
              <w:adjustRightInd w:val="0"/>
              <w:ind w:firstLine="709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 xml:space="preserve">Наименование муниципального учреждения  </w:t>
            </w:r>
            <w:r w:rsidRPr="00567A07">
              <w:rPr>
                <w:b/>
                <w:sz w:val="28"/>
                <w:szCs w:val="28"/>
              </w:rPr>
              <w:t>муниципальное бюджетное учреждение спорта «Межпоселенческий спортивно-оздоровительный центр» Мошенского муниципального района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</w:tcBorders>
          </w:tcPr>
          <w:p w:rsidR="007B2187" w:rsidRPr="00155402" w:rsidRDefault="007B2187" w:rsidP="00D4435E">
            <w:pPr>
              <w:autoSpaceDE w:val="0"/>
              <w:autoSpaceDN w:val="0"/>
              <w:adjustRightInd w:val="0"/>
              <w:jc w:val="right"/>
              <w:rPr>
                <w:spacing w:val="-18"/>
                <w:sz w:val="28"/>
                <w:szCs w:val="28"/>
              </w:rPr>
            </w:pPr>
            <w:r w:rsidRPr="00155402">
              <w:rPr>
                <w:spacing w:val="-18"/>
                <w:sz w:val="28"/>
                <w:szCs w:val="28"/>
              </w:rPr>
              <w:t>Форма по</w:t>
            </w:r>
          </w:p>
          <w:p w:rsidR="007B2187" w:rsidRPr="00155402" w:rsidRDefault="007B2187" w:rsidP="00D4435E">
            <w:pPr>
              <w:autoSpaceDE w:val="0"/>
              <w:autoSpaceDN w:val="0"/>
              <w:adjustRightInd w:val="0"/>
              <w:jc w:val="right"/>
              <w:rPr>
                <w:spacing w:val="-18"/>
                <w:sz w:val="28"/>
                <w:szCs w:val="28"/>
              </w:rPr>
            </w:pPr>
            <w:hyperlink r:id="rId7" w:history="1">
              <w:r w:rsidRPr="00155402">
                <w:rPr>
                  <w:sz w:val="28"/>
                  <w:szCs w:val="28"/>
                </w:rPr>
                <w:t>ОКУД</w:t>
              </w:r>
            </w:hyperlink>
          </w:p>
        </w:tc>
        <w:tc>
          <w:tcPr>
            <w:tcW w:w="1470" w:type="dxa"/>
            <w:tcBorders>
              <w:bottom w:val="nil"/>
            </w:tcBorders>
            <w:vAlign w:val="center"/>
          </w:tcPr>
          <w:p w:rsidR="007B2187" w:rsidRPr="00155402" w:rsidRDefault="007B2187" w:rsidP="00D4435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0506001</w:t>
            </w:r>
          </w:p>
        </w:tc>
      </w:tr>
      <w:tr w:rsidR="007B2187" w:rsidRPr="00155402" w:rsidTr="00D4435E">
        <w:tc>
          <w:tcPr>
            <w:tcW w:w="12168" w:type="dxa"/>
            <w:tcBorders>
              <w:top w:val="nil"/>
              <w:left w:val="nil"/>
              <w:bottom w:val="nil"/>
              <w:right w:val="nil"/>
            </w:tcBorders>
          </w:tcPr>
          <w:p w:rsidR="007B2187" w:rsidRPr="00155402" w:rsidRDefault="007B2187" w:rsidP="00D4435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_____________________________________________________________________________________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</w:tcBorders>
          </w:tcPr>
          <w:p w:rsidR="007B2187" w:rsidRPr="00155402" w:rsidRDefault="007B2187" w:rsidP="00D4435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1470" w:type="dxa"/>
            <w:tcBorders>
              <w:top w:val="nil"/>
            </w:tcBorders>
          </w:tcPr>
          <w:p w:rsidR="007B2187" w:rsidRPr="00155402" w:rsidRDefault="007B2187" w:rsidP="00D4435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7B2187" w:rsidRPr="00155402" w:rsidTr="00D4435E">
        <w:tc>
          <w:tcPr>
            <w:tcW w:w="12168" w:type="dxa"/>
            <w:tcBorders>
              <w:top w:val="nil"/>
              <w:left w:val="nil"/>
              <w:bottom w:val="nil"/>
              <w:right w:val="nil"/>
            </w:tcBorders>
          </w:tcPr>
          <w:p w:rsidR="007B2187" w:rsidRPr="00155402" w:rsidRDefault="007B2187" w:rsidP="00D4435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_____________________________________________________________________________________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</w:tcBorders>
          </w:tcPr>
          <w:p w:rsidR="007B2187" w:rsidRPr="00155402" w:rsidRDefault="007B2187" w:rsidP="00D4435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Дата</w:t>
            </w:r>
          </w:p>
        </w:tc>
        <w:tc>
          <w:tcPr>
            <w:tcW w:w="1470" w:type="dxa"/>
          </w:tcPr>
          <w:p w:rsidR="007B2187" w:rsidRPr="00155402" w:rsidRDefault="007B2187" w:rsidP="00D4435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7B2187" w:rsidRPr="00155402" w:rsidTr="00D4435E">
        <w:tc>
          <w:tcPr>
            <w:tcW w:w="12168" w:type="dxa"/>
            <w:tcBorders>
              <w:top w:val="nil"/>
              <w:left w:val="nil"/>
              <w:bottom w:val="nil"/>
              <w:right w:val="nil"/>
            </w:tcBorders>
          </w:tcPr>
          <w:p w:rsidR="007B2187" w:rsidRPr="00155402" w:rsidRDefault="007B2187" w:rsidP="00D4435E">
            <w:pPr>
              <w:autoSpaceDE w:val="0"/>
              <w:autoSpaceDN w:val="0"/>
              <w:adjustRightInd w:val="0"/>
              <w:spacing w:before="120"/>
              <w:ind w:firstLine="709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Виды деятельности муниципального учреж</w:t>
            </w:r>
            <w:r>
              <w:rPr>
                <w:sz w:val="28"/>
                <w:szCs w:val="28"/>
              </w:rPr>
              <w:t xml:space="preserve">дения </w:t>
            </w:r>
            <w:r w:rsidRPr="00567A07">
              <w:rPr>
                <w:b/>
                <w:sz w:val="28"/>
                <w:szCs w:val="28"/>
              </w:rPr>
              <w:t>физическая культура и спорт</w:t>
            </w:r>
          </w:p>
          <w:p w:rsidR="007B2187" w:rsidRPr="00155402" w:rsidRDefault="007B2187" w:rsidP="00D4435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__________________________________________</w:t>
            </w:r>
            <w:r>
              <w:rPr>
                <w:sz w:val="28"/>
                <w:szCs w:val="28"/>
              </w:rPr>
              <w:t>____________________________</w:t>
            </w:r>
            <w:r w:rsidRPr="00155402">
              <w:rPr>
                <w:sz w:val="28"/>
                <w:szCs w:val="28"/>
              </w:rPr>
              <w:t>___________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</w:tcBorders>
          </w:tcPr>
          <w:p w:rsidR="007B2187" w:rsidRPr="00155402" w:rsidRDefault="007B2187" w:rsidP="00D4435E">
            <w:pPr>
              <w:autoSpaceDE w:val="0"/>
              <w:autoSpaceDN w:val="0"/>
              <w:adjustRightInd w:val="0"/>
              <w:spacing w:line="240" w:lineRule="exact"/>
              <w:jc w:val="right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 xml:space="preserve">По </w:t>
            </w:r>
            <w:r w:rsidRPr="00155402">
              <w:rPr>
                <w:sz w:val="28"/>
                <w:szCs w:val="28"/>
              </w:rPr>
              <w:br/>
              <w:t>сводному реестру</w:t>
            </w:r>
          </w:p>
        </w:tc>
        <w:tc>
          <w:tcPr>
            <w:tcW w:w="1470" w:type="dxa"/>
          </w:tcPr>
          <w:p w:rsidR="007B2187" w:rsidRPr="00155402" w:rsidRDefault="007B2187" w:rsidP="00D4435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857</w:t>
            </w:r>
          </w:p>
        </w:tc>
      </w:tr>
      <w:tr w:rsidR="007B2187" w:rsidRPr="00155402" w:rsidTr="00D4435E">
        <w:tc>
          <w:tcPr>
            <w:tcW w:w="12168" w:type="dxa"/>
            <w:tcBorders>
              <w:top w:val="nil"/>
              <w:left w:val="nil"/>
              <w:bottom w:val="nil"/>
              <w:right w:val="nil"/>
            </w:tcBorders>
          </w:tcPr>
          <w:p w:rsidR="007B2187" w:rsidRPr="00155402" w:rsidRDefault="007B2187" w:rsidP="00D4435E">
            <w:pPr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_____________________________________________________________________________________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</w:tcBorders>
          </w:tcPr>
          <w:p w:rsidR="007B2187" w:rsidRPr="00155402" w:rsidRDefault="007B2187" w:rsidP="00D4435E">
            <w:pPr>
              <w:autoSpaceDE w:val="0"/>
              <w:autoSpaceDN w:val="0"/>
              <w:adjustRightInd w:val="0"/>
              <w:jc w:val="right"/>
              <w:rPr>
                <w:spacing w:val="-28"/>
                <w:sz w:val="28"/>
                <w:szCs w:val="28"/>
              </w:rPr>
            </w:pPr>
            <w:r w:rsidRPr="00155402">
              <w:rPr>
                <w:spacing w:val="-28"/>
                <w:sz w:val="28"/>
                <w:szCs w:val="28"/>
              </w:rPr>
              <w:t xml:space="preserve">По </w:t>
            </w:r>
            <w:hyperlink r:id="rId8" w:history="1">
              <w:r w:rsidRPr="00155402">
                <w:rPr>
                  <w:spacing w:val="-28"/>
                  <w:sz w:val="28"/>
                  <w:szCs w:val="28"/>
                </w:rPr>
                <w:t>ОКВЭД</w:t>
              </w:r>
            </w:hyperlink>
          </w:p>
        </w:tc>
        <w:tc>
          <w:tcPr>
            <w:tcW w:w="1470" w:type="dxa"/>
          </w:tcPr>
          <w:p w:rsidR="007B2187" w:rsidRPr="00155402" w:rsidRDefault="007B2187" w:rsidP="00D4435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92,6</w:t>
            </w:r>
          </w:p>
        </w:tc>
      </w:tr>
      <w:tr w:rsidR="007B2187" w:rsidRPr="00155402" w:rsidTr="00D4435E">
        <w:trPr>
          <w:trHeight w:val="65"/>
        </w:trPr>
        <w:tc>
          <w:tcPr>
            <w:tcW w:w="12168" w:type="dxa"/>
            <w:tcBorders>
              <w:top w:val="nil"/>
              <w:left w:val="nil"/>
              <w:bottom w:val="nil"/>
              <w:right w:val="nil"/>
            </w:tcBorders>
          </w:tcPr>
          <w:p w:rsidR="007B2187" w:rsidRPr="00155402" w:rsidRDefault="007B2187" w:rsidP="00D4435E">
            <w:pPr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_____________________________________________________________________________________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</w:tcBorders>
          </w:tcPr>
          <w:p w:rsidR="007B2187" w:rsidRPr="00155402" w:rsidRDefault="007B2187" w:rsidP="00D4435E">
            <w:pPr>
              <w:autoSpaceDE w:val="0"/>
              <w:autoSpaceDN w:val="0"/>
              <w:adjustRightInd w:val="0"/>
              <w:jc w:val="right"/>
              <w:rPr>
                <w:spacing w:val="-28"/>
                <w:sz w:val="28"/>
                <w:szCs w:val="28"/>
              </w:rPr>
            </w:pPr>
            <w:r w:rsidRPr="00155402">
              <w:rPr>
                <w:spacing w:val="-28"/>
                <w:sz w:val="28"/>
                <w:szCs w:val="28"/>
              </w:rPr>
              <w:t xml:space="preserve">По </w:t>
            </w:r>
            <w:hyperlink r:id="rId9" w:history="1">
              <w:r w:rsidRPr="00155402">
                <w:rPr>
                  <w:spacing w:val="-28"/>
                  <w:sz w:val="28"/>
                  <w:szCs w:val="28"/>
                </w:rPr>
                <w:t>ОКВЭД</w:t>
              </w:r>
            </w:hyperlink>
          </w:p>
        </w:tc>
        <w:tc>
          <w:tcPr>
            <w:tcW w:w="1470" w:type="dxa"/>
          </w:tcPr>
          <w:p w:rsidR="007B2187" w:rsidRPr="00155402" w:rsidRDefault="007B2187" w:rsidP="00D4435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92.61</w:t>
            </w:r>
          </w:p>
        </w:tc>
      </w:tr>
      <w:tr w:rsidR="007B2187" w:rsidRPr="00155402" w:rsidTr="00D4435E">
        <w:tc>
          <w:tcPr>
            <w:tcW w:w="12168" w:type="dxa"/>
            <w:tcBorders>
              <w:top w:val="nil"/>
              <w:left w:val="nil"/>
              <w:bottom w:val="nil"/>
              <w:right w:val="nil"/>
            </w:tcBorders>
          </w:tcPr>
          <w:p w:rsidR="007B2187" w:rsidRPr="00155402" w:rsidRDefault="007B2187" w:rsidP="00D4435E">
            <w:pPr>
              <w:autoSpaceDE w:val="0"/>
              <w:autoSpaceDN w:val="0"/>
              <w:adjustRightInd w:val="0"/>
              <w:spacing w:before="120"/>
              <w:ind w:firstLine="709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 xml:space="preserve">Вид муниципального учреждения </w:t>
            </w:r>
            <w:r w:rsidRPr="00567A07">
              <w:rPr>
                <w:b/>
                <w:sz w:val="28"/>
                <w:szCs w:val="28"/>
              </w:rPr>
              <w:t>физкультурно-оздоровительные организации</w:t>
            </w:r>
          </w:p>
          <w:p w:rsidR="007B2187" w:rsidRPr="00155402" w:rsidRDefault="007B2187" w:rsidP="00D4435E">
            <w:pPr>
              <w:autoSpaceDE w:val="0"/>
              <w:autoSpaceDN w:val="0"/>
              <w:adjustRightInd w:val="0"/>
              <w:spacing w:line="240" w:lineRule="exact"/>
              <w:jc w:val="center"/>
            </w:pPr>
            <w:r w:rsidRPr="00155402">
              <w:t xml:space="preserve">                                                                                                   (указывается вид муниципального </w:t>
            </w:r>
          </w:p>
          <w:p w:rsidR="007B2187" w:rsidRPr="00155402" w:rsidRDefault="007B2187" w:rsidP="00D4435E">
            <w:pPr>
              <w:autoSpaceDE w:val="0"/>
              <w:autoSpaceDN w:val="0"/>
              <w:adjustRightInd w:val="0"/>
              <w:spacing w:line="240" w:lineRule="exact"/>
              <w:jc w:val="center"/>
            </w:pPr>
            <w:r w:rsidRPr="00155402">
              <w:t xml:space="preserve">                                                                                                     учреждения из базового (отраслевого) перечня)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</w:tcBorders>
          </w:tcPr>
          <w:p w:rsidR="007B2187" w:rsidRPr="00155402" w:rsidRDefault="007B2187" w:rsidP="00D4435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55402">
              <w:rPr>
                <w:spacing w:val="-28"/>
                <w:sz w:val="28"/>
                <w:szCs w:val="28"/>
              </w:rPr>
              <w:t xml:space="preserve">По </w:t>
            </w:r>
            <w:hyperlink r:id="rId10" w:history="1">
              <w:r w:rsidRPr="00155402">
                <w:rPr>
                  <w:spacing w:val="-28"/>
                  <w:sz w:val="28"/>
                  <w:szCs w:val="28"/>
                </w:rPr>
                <w:t>ОКВЭД</w:t>
              </w:r>
            </w:hyperlink>
          </w:p>
        </w:tc>
        <w:tc>
          <w:tcPr>
            <w:tcW w:w="1470" w:type="dxa"/>
          </w:tcPr>
          <w:p w:rsidR="007B2187" w:rsidRPr="00155402" w:rsidRDefault="007B2187" w:rsidP="00D4435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92.62</w:t>
            </w:r>
          </w:p>
        </w:tc>
      </w:tr>
      <w:tr w:rsidR="007B2187" w:rsidRPr="00155402" w:rsidTr="00D4435E">
        <w:tc>
          <w:tcPr>
            <w:tcW w:w="12168" w:type="dxa"/>
            <w:tcBorders>
              <w:top w:val="nil"/>
              <w:left w:val="nil"/>
              <w:bottom w:val="nil"/>
              <w:right w:val="nil"/>
            </w:tcBorders>
          </w:tcPr>
          <w:p w:rsidR="007B2187" w:rsidRPr="00155402" w:rsidRDefault="007B2187" w:rsidP="00D4435E">
            <w:pPr>
              <w:autoSpaceDE w:val="0"/>
              <w:autoSpaceDN w:val="0"/>
              <w:adjustRightInd w:val="0"/>
              <w:spacing w:before="120"/>
              <w:ind w:firstLine="709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 xml:space="preserve">Периодичность </w:t>
            </w:r>
            <w:r>
              <w:rPr>
                <w:sz w:val="28"/>
                <w:szCs w:val="28"/>
              </w:rPr>
              <w:t>один раз в год</w:t>
            </w:r>
          </w:p>
          <w:p w:rsidR="007B2187" w:rsidRPr="00155402" w:rsidRDefault="007B2187" w:rsidP="00D4435E">
            <w:pPr>
              <w:autoSpaceDE w:val="0"/>
              <w:autoSpaceDN w:val="0"/>
              <w:adjustRightInd w:val="0"/>
              <w:spacing w:line="240" w:lineRule="exact"/>
            </w:pPr>
            <w:r w:rsidRPr="00155402">
              <w:t xml:space="preserve">                                               (указывается в соответствии с периодичностью представления отчета о выполнении</w:t>
            </w:r>
            <w:r w:rsidRPr="00155402">
              <w:br/>
              <w:t xml:space="preserve">                                                          муниципального задания, установленной в муниципальном задании)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</w:tcBorders>
          </w:tcPr>
          <w:p w:rsidR="007B2187" w:rsidRPr="00155402" w:rsidRDefault="007B2187" w:rsidP="00D4435E">
            <w:pPr>
              <w:autoSpaceDE w:val="0"/>
              <w:autoSpaceDN w:val="0"/>
              <w:adjustRightInd w:val="0"/>
              <w:jc w:val="right"/>
              <w:rPr>
                <w:spacing w:val="-28"/>
                <w:sz w:val="28"/>
                <w:szCs w:val="28"/>
              </w:rPr>
            </w:pPr>
          </w:p>
        </w:tc>
        <w:tc>
          <w:tcPr>
            <w:tcW w:w="1470" w:type="dxa"/>
            <w:tcBorders>
              <w:bottom w:val="single" w:sz="4" w:space="0" w:color="auto"/>
            </w:tcBorders>
          </w:tcPr>
          <w:p w:rsidR="007B2187" w:rsidRPr="00155402" w:rsidRDefault="007B2187" w:rsidP="00D4435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</w:tbl>
    <w:p w:rsidR="007B2187" w:rsidRPr="00155402" w:rsidRDefault="007B2187" w:rsidP="00E33832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</w:p>
    <w:p w:rsidR="007B2187" w:rsidRDefault="007B2187" w:rsidP="00E33832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7B2187" w:rsidRPr="00155402" w:rsidRDefault="007B2187" w:rsidP="00E33832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</w:p>
    <w:p w:rsidR="007B2187" w:rsidRPr="00155402" w:rsidRDefault="007B2187" w:rsidP="00E33832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</w:p>
    <w:p w:rsidR="007B2187" w:rsidRDefault="007B2187" w:rsidP="00E33832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7B2187" w:rsidRDefault="007B2187" w:rsidP="00E33832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7B2187" w:rsidRDefault="007B2187" w:rsidP="00E33832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7B2187" w:rsidRDefault="007B2187" w:rsidP="00E33832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7B2187" w:rsidRDefault="007B2187" w:rsidP="00E33832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7B2187" w:rsidRPr="00155402" w:rsidRDefault="007B2187" w:rsidP="00E33832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155402">
        <w:rPr>
          <w:sz w:val="28"/>
          <w:szCs w:val="28"/>
        </w:rPr>
        <w:t>Часть 2. Сведения о выполняемых работах</w:t>
      </w:r>
    </w:p>
    <w:p w:rsidR="007B2187" w:rsidRPr="00155402" w:rsidRDefault="007B2187" w:rsidP="00E33832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Раздел 1</w:t>
      </w:r>
    </w:p>
    <w:p w:rsidR="007B2187" w:rsidRPr="00155402" w:rsidRDefault="007B2187" w:rsidP="00E33832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1E0"/>
      </w:tblPr>
      <w:tblGrid>
        <w:gridCol w:w="11088"/>
        <w:gridCol w:w="2802"/>
        <w:gridCol w:w="1102"/>
      </w:tblGrid>
      <w:tr w:rsidR="007B2187" w:rsidRPr="00155402" w:rsidTr="00D4435E">
        <w:trPr>
          <w:trHeight w:val="567"/>
        </w:trPr>
        <w:tc>
          <w:tcPr>
            <w:tcW w:w="11088" w:type="dxa"/>
            <w:tcBorders>
              <w:top w:val="nil"/>
              <w:left w:val="nil"/>
              <w:bottom w:val="nil"/>
              <w:right w:val="nil"/>
            </w:tcBorders>
          </w:tcPr>
          <w:p w:rsidR="007B2187" w:rsidRPr="00155402" w:rsidRDefault="007B2187" w:rsidP="00D4435E">
            <w:pPr>
              <w:autoSpaceDE w:val="0"/>
              <w:autoSpaceDN w:val="0"/>
              <w:adjustRightInd w:val="0"/>
              <w:ind w:firstLine="709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1. Наимен</w:t>
            </w:r>
            <w:r>
              <w:rPr>
                <w:sz w:val="28"/>
                <w:szCs w:val="28"/>
              </w:rPr>
              <w:t>ование работы организация и проведение официальных физкультурных (физкультурно-оздоровительных) мероприятий</w:t>
            </w:r>
          </w:p>
          <w:p w:rsidR="007B2187" w:rsidRPr="00155402" w:rsidRDefault="007B2187" w:rsidP="00D4435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_____________________________________________________________________________</w:t>
            </w:r>
          </w:p>
        </w:tc>
        <w:tc>
          <w:tcPr>
            <w:tcW w:w="2802" w:type="dxa"/>
            <w:vMerge w:val="restart"/>
            <w:tcBorders>
              <w:top w:val="nil"/>
              <w:left w:val="nil"/>
              <w:bottom w:val="nil"/>
            </w:tcBorders>
          </w:tcPr>
          <w:p w:rsidR="007B2187" w:rsidRPr="00155402" w:rsidRDefault="007B2187" w:rsidP="00D4435E">
            <w:pPr>
              <w:autoSpaceDE w:val="0"/>
              <w:autoSpaceDN w:val="0"/>
              <w:adjustRightInd w:val="0"/>
              <w:spacing w:before="120" w:line="240" w:lineRule="exact"/>
              <w:jc w:val="right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 xml:space="preserve">Уникальный номер по базовому </w:t>
            </w:r>
            <w:r w:rsidRPr="00155402">
              <w:rPr>
                <w:sz w:val="28"/>
                <w:szCs w:val="28"/>
              </w:rPr>
              <w:br/>
              <w:t xml:space="preserve">(отраслевому) </w:t>
            </w:r>
            <w:r w:rsidRPr="00155402">
              <w:rPr>
                <w:sz w:val="28"/>
                <w:szCs w:val="28"/>
              </w:rPr>
              <w:br/>
              <w:t>перечню</w:t>
            </w:r>
          </w:p>
        </w:tc>
        <w:tc>
          <w:tcPr>
            <w:tcW w:w="1102" w:type="dxa"/>
            <w:vMerge w:val="restart"/>
            <w:tcBorders>
              <w:top w:val="single" w:sz="4" w:space="0" w:color="auto"/>
            </w:tcBorders>
            <w:vAlign w:val="center"/>
          </w:tcPr>
          <w:p w:rsidR="007B2187" w:rsidRPr="00155402" w:rsidRDefault="007B2187" w:rsidP="00D4435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30.019.1.</w:t>
            </w:r>
          </w:p>
        </w:tc>
      </w:tr>
      <w:tr w:rsidR="007B2187" w:rsidRPr="00155402" w:rsidTr="00D4435E">
        <w:tc>
          <w:tcPr>
            <w:tcW w:w="110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B2187" w:rsidRPr="00155402" w:rsidRDefault="007B2187" w:rsidP="00D4435E">
            <w:pPr>
              <w:autoSpaceDE w:val="0"/>
              <w:autoSpaceDN w:val="0"/>
              <w:adjustRightInd w:val="0"/>
              <w:spacing w:before="120"/>
              <w:ind w:firstLine="709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2. Категори</w:t>
            </w:r>
            <w:r>
              <w:rPr>
                <w:sz w:val="28"/>
                <w:szCs w:val="28"/>
              </w:rPr>
              <w:t xml:space="preserve">и потребителей работы  </w:t>
            </w:r>
            <w:r w:rsidRPr="00DF6FC9">
              <w:rPr>
                <w:b/>
                <w:sz w:val="28"/>
                <w:szCs w:val="28"/>
              </w:rPr>
              <w:t>в интересах общества</w:t>
            </w:r>
            <w:r w:rsidRPr="00155402">
              <w:rPr>
                <w:sz w:val="28"/>
                <w:szCs w:val="28"/>
              </w:rPr>
              <w:t xml:space="preserve"> </w:t>
            </w:r>
          </w:p>
        </w:tc>
        <w:tc>
          <w:tcPr>
            <w:tcW w:w="2802" w:type="dxa"/>
            <w:vMerge/>
            <w:tcBorders>
              <w:left w:val="nil"/>
              <w:bottom w:val="nil"/>
            </w:tcBorders>
          </w:tcPr>
          <w:p w:rsidR="007B2187" w:rsidRPr="00155402" w:rsidRDefault="007B2187" w:rsidP="00D4435E">
            <w:pPr>
              <w:autoSpaceDE w:val="0"/>
              <w:autoSpaceDN w:val="0"/>
              <w:adjustRightInd w:val="0"/>
              <w:jc w:val="right"/>
              <w:rPr>
                <w:spacing w:val="-18"/>
                <w:sz w:val="28"/>
                <w:szCs w:val="28"/>
              </w:rPr>
            </w:pPr>
          </w:p>
        </w:tc>
        <w:tc>
          <w:tcPr>
            <w:tcW w:w="1102" w:type="dxa"/>
            <w:vMerge/>
            <w:vAlign w:val="center"/>
          </w:tcPr>
          <w:p w:rsidR="007B2187" w:rsidRPr="00155402" w:rsidRDefault="007B2187" w:rsidP="00D4435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7B2187" w:rsidRPr="00155402" w:rsidTr="00D4435E">
        <w:tc>
          <w:tcPr>
            <w:tcW w:w="11088" w:type="dxa"/>
            <w:tcBorders>
              <w:top w:val="nil"/>
              <w:left w:val="nil"/>
              <w:bottom w:val="nil"/>
              <w:right w:val="nil"/>
            </w:tcBorders>
          </w:tcPr>
          <w:p w:rsidR="007B2187" w:rsidRPr="00155402" w:rsidRDefault="007B2187" w:rsidP="00D4435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_____________________________________________________________________________</w:t>
            </w:r>
          </w:p>
        </w:tc>
        <w:tc>
          <w:tcPr>
            <w:tcW w:w="2802" w:type="dxa"/>
            <w:vMerge/>
            <w:tcBorders>
              <w:left w:val="nil"/>
              <w:bottom w:val="nil"/>
            </w:tcBorders>
          </w:tcPr>
          <w:p w:rsidR="007B2187" w:rsidRPr="00155402" w:rsidRDefault="007B2187" w:rsidP="00D4435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1102" w:type="dxa"/>
            <w:vMerge/>
            <w:tcBorders>
              <w:bottom w:val="single" w:sz="4" w:space="0" w:color="auto"/>
            </w:tcBorders>
          </w:tcPr>
          <w:p w:rsidR="007B2187" w:rsidRPr="00155402" w:rsidRDefault="007B2187" w:rsidP="00D4435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</w:tbl>
    <w:p w:rsidR="007B2187" w:rsidRPr="00155402" w:rsidRDefault="007B2187" w:rsidP="00E33832">
      <w:pPr>
        <w:autoSpaceDE w:val="0"/>
        <w:autoSpaceDN w:val="0"/>
        <w:adjustRightInd w:val="0"/>
        <w:spacing w:before="120" w:line="360" w:lineRule="atLeast"/>
        <w:ind w:firstLine="709"/>
        <w:rPr>
          <w:sz w:val="28"/>
          <w:szCs w:val="28"/>
        </w:rPr>
      </w:pPr>
      <w:r w:rsidRPr="00155402">
        <w:rPr>
          <w:sz w:val="28"/>
          <w:szCs w:val="28"/>
        </w:rPr>
        <w:t>3. Сведения о фактическом достижении показателей, характеризующих качество и (или) объем (содержание) работы:</w:t>
      </w:r>
    </w:p>
    <w:p w:rsidR="007B2187" w:rsidRPr="00155402" w:rsidRDefault="007B2187" w:rsidP="00E33832">
      <w:pPr>
        <w:autoSpaceDE w:val="0"/>
        <w:autoSpaceDN w:val="0"/>
        <w:adjustRightInd w:val="0"/>
        <w:spacing w:after="120" w:line="360" w:lineRule="atLeast"/>
        <w:ind w:firstLine="709"/>
        <w:rPr>
          <w:sz w:val="28"/>
          <w:szCs w:val="28"/>
        </w:rPr>
      </w:pPr>
      <w:r w:rsidRPr="00155402">
        <w:rPr>
          <w:sz w:val="28"/>
          <w:szCs w:val="28"/>
        </w:rPr>
        <w:t>3.1. Сведения о фактическом достижении показателей, характеризующих качество работы:</w:t>
      </w:r>
    </w:p>
    <w:tbl>
      <w:tblPr>
        <w:tblW w:w="14850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242"/>
        <w:gridCol w:w="1133"/>
        <w:gridCol w:w="1133"/>
        <w:gridCol w:w="1133"/>
        <w:gridCol w:w="1138"/>
        <w:gridCol w:w="1133"/>
        <w:gridCol w:w="994"/>
        <w:gridCol w:w="989"/>
        <w:gridCol w:w="845"/>
        <w:gridCol w:w="1141"/>
        <w:gridCol w:w="992"/>
        <w:gridCol w:w="998"/>
        <w:gridCol w:w="994"/>
        <w:gridCol w:w="985"/>
      </w:tblGrid>
      <w:tr w:rsidR="007B2187" w:rsidRPr="00155402" w:rsidTr="00D4435E">
        <w:tc>
          <w:tcPr>
            <w:tcW w:w="12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B2187" w:rsidRPr="00155402" w:rsidRDefault="007B2187" w:rsidP="00D4435E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 xml:space="preserve">Уникаль-ный </w:t>
            </w:r>
            <w:r w:rsidRPr="00155402">
              <w:rPr>
                <w:sz w:val="28"/>
                <w:szCs w:val="28"/>
              </w:rPr>
              <w:br/>
              <w:t xml:space="preserve">номер реест-ровой </w:t>
            </w:r>
            <w:r w:rsidRPr="00155402">
              <w:rPr>
                <w:sz w:val="28"/>
                <w:szCs w:val="28"/>
              </w:rPr>
              <w:br/>
              <w:t>записи</w:t>
            </w:r>
          </w:p>
        </w:tc>
        <w:tc>
          <w:tcPr>
            <w:tcW w:w="339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B2187" w:rsidRPr="00155402" w:rsidRDefault="007B2187" w:rsidP="00D4435E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Показатель, характеризующий содержание работы</w:t>
            </w:r>
          </w:p>
        </w:tc>
        <w:tc>
          <w:tcPr>
            <w:tcW w:w="227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B2187" w:rsidRPr="00155402" w:rsidRDefault="007B2187" w:rsidP="00D4435E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 xml:space="preserve">Показатель, </w:t>
            </w:r>
            <w:r w:rsidRPr="00155402">
              <w:rPr>
                <w:sz w:val="28"/>
                <w:szCs w:val="28"/>
              </w:rPr>
              <w:br/>
              <w:t xml:space="preserve">характеризующий условия (формы) выполнения </w:t>
            </w:r>
            <w:r w:rsidRPr="00155402">
              <w:rPr>
                <w:sz w:val="28"/>
                <w:szCs w:val="28"/>
              </w:rPr>
              <w:br/>
              <w:t>работы</w:t>
            </w:r>
          </w:p>
        </w:tc>
        <w:tc>
          <w:tcPr>
            <w:tcW w:w="793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B2187" w:rsidRPr="00155402" w:rsidRDefault="007B2187" w:rsidP="00D4435E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Показатель качества работы</w:t>
            </w:r>
          </w:p>
        </w:tc>
      </w:tr>
      <w:tr w:rsidR="007B2187" w:rsidRPr="00155402" w:rsidTr="00D4435E">
        <w:tc>
          <w:tcPr>
            <w:tcW w:w="12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B2187" w:rsidRPr="00155402" w:rsidRDefault="007B2187" w:rsidP="00D4435E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339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B2187" w:rsidRPr="00155402" w:rsidRDefault="007B2187" w:rsidP="00D4435E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27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B2187" w:rsidRPr="00155402" w:rsidRDefault="007B2187" w:rsidP="00D4435E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B2187" w:rsidRPr="00155402" w:rsidRDefault="007B2187" w:rsidP="00D4435E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 xml:space="preserve">наиме-нование </w:t>
            </w:r>
            <w:r w:rsidRPr="00155402">
              <w:rPr>
                <w:sz w:val="28"/>
                <w:szCs w:val="28"/>
              </w:rPr>
              <w:br/>
              <w:t>показа-теля</w:t>
            </w:r>
          </w:p>
        </w:tc>
        <w:tc>
          <w:tcPr>
            <w:tcW w:w="1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B2187" w:rsidRPr="00155402" w:rsidRDefault="007B2187" w:rsidP="00D4435E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 xml:space="preserve">единица </w:t>
            </w:r>
            <w:r w:rsidRPr="00155402">
              <w:rPr>
                <w:sz w:val="28"/>
                <w:szCs w:val="28"/>
              </w:rPr>
              <w:br/>
              <w:t xml:space="preserve">измерения по </w:t>
            </w:r>
            <w:hyperlink r:id="rId11" w:history="1">
              <w:r w:rsidRPr="00155402">
                <w:rPr>
                  <w:sz w:val="28"/>
                  <w:szCs w:val="28"/>
                </w:rPr>
                <w:t>ОКЕИ</w:t>
              </w:r>
            </w:hyperlink>
          </w:p>
        </w:tc>
        <w:tc>
          <w:tcPr>
            <w:tcW w:w="11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B2187" w:rsidRPr="00155402" w:rsidRDefault="007B2187" w:rsidP="00D4435E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утверж-дено в муниципальном задании на год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B2187" w:rsidRPr="00155402" w:rsidRDefault="007B2187" w:rsidP="00D4435E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 xml:space="preserve">испол-нено на отчетную </w:t>
            </w:r>
            <w:r w:rsidRPr="00155402">
              <w:rPr>
                <w:sz w:val="28"/>
                <w:szCs w:val="28"/>
              </w:rPr>
              <w:br/>
              <w:t>дату</w:t>
            </w:r>
          </w:p>
        </w:tc>
        <w:tc>
          <w:tcPr>
            <w:tcW w:w="9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B2187" w:rsidRPr="00155402" w:rsidRDefault="007B2187" w:rsidP="00D4435E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допус-тимое (возможное) откло-нение</w:t>
            </w:r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B2187" w:rsidRPr="00155402" w:rsidRDefault="007B2187" w:rsidP="00D4435E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 xml:space="preserve">откло-нение, превы-шающее допус-тимое </w:t>
            </w:r>
            <w:r w:rsidRPr="00155402">
              <w:rPr>
                <w:spacing w:val="-20"/>
                <w:sz w:val="28"/>
                <w:szCs w:val="28"/>
              </w:rPr>
              <w:t>(возмож-</w:t>
            </w:r>
            <w:r w:rsidRPr="00155402">
              <w:rPr>
                <w:sz w:val="28"/>
                <w:szCs w:val="28"/>
              </w:rPr>
              <w:t>ное) значе-ние</w:t>
            </w:r>
          </w:p>
        </w:tc>
        <w:tc>
          <w:tcPr>
            <w:tcW w:w="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B2187" w:rsidRPr="00155402" w:rsidRDefault="007B2187" w:rsidP="00D4435E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 xml:space="preserve">при-чина </w:t>
            </w:r>
            <w:r w:rsidRPr="00155402">
              <w:rPr>
                <w:sz w:val="28"/>
                <w:szCs w:val="28"/>
              </w:rPr>
              <w:br/>
              <w:t>откло-нения</w:t>
            </w:r>
          </w:p>
        </w:tc>
      </w:tr>
      <w:tr w:rsidR="007B2187" w:rsidRPr="00155402" w:rsidTr="00D4435E">
        <w:tc>
          <w:tcPr>
            <w:tcW w:w="12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B2187" w:rsidRPr="00155402" w:rsidRDefault="007B2187" w:rsidP="00D4435E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B2187" w:rsidRPr="00155402" w:rsidRDefault="007B2187" w:rsidP="00D4435E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_______</w:t>
            </w:r>
          </w:p>
          <w:p w:rsidR="007B2187" w:rsidRPr="00155402" w:rsidRDefault="007B2187" w:rsidP="00D4435E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Cs w:val="28"/>
              </w:rPr>
              <w:t>(наиме-нование показа-теля)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B2187" w:rsidRPr="00155402" w:rsidRDefault="007B2187" w:rsidP="00D4435E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_______</w:t>
            </w:r>
          </w:p>
          <w:p w:rsidR="007B2187" w:rsidRPr="00155402" w:rsidRDefault="007B2187" w:rsidP="00D4435E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Cs w:val="28"/>
              </w:rPr>
              <w:t>(наиме-нование показа-теля)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B2187" w:rsidRPr="00155402" w:rsidRDefault="007B2187" w:rsidP="00D4435E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_______</w:t>
            </w:r>
          </w:p>
          <w:p w:rsidR="007B2187" w:rsidRPr="00155402" w:rsidRDefault="007B2187" w:rsidP="00D4435E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Cs w:val="28"/>
              </w:rPr>
              <w:t>(наиме-нование показа-теля)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B2187" w:rsidRPr="00155402" w:rsidRDefault="007B2187" w:rsidP="00D4435E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_______</w:t>
            </w:r>
          </w:p>
          <w:p w:rsidR="007B2187" w:rsidRPr="00155402" w:rsidRDefault="007B2187" w:rsidP="00D4435E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Cs w:val="28"/>
              </w:rPr>
              <w:t>(наиме-нование показа-теля)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B2187" w:rsidRPr="00155402" w:rsidRDefault="007B2187" w:rsidP="00D4435E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_______</w:t>
            </w:r>
          </w:p>
          <w:p w:rsidR="007B2187" w:rsidRPr="00155402" w:rsidRDefault="007B2187" w:rsidP="00D4435E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Cs w:val="28"/>
              </w:rPr>
              <w:t>(наиме-нование показа-теля)</w:t>
            </w:r>
          </w:p>
        </w:tc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B2187" w:rsidRPr="00155402" w:rsidRDefault="007B2187" w:rsidP="00D4435E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B2187" w:rsidRPr="00155402" w:rsidRDefault="007B2187" w:rsidP="00D4435E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наиме-нование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B2187" w:rsidRPr="00155402" w:rsidRDefault="007B2187" w:rsidP="00D4435E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код</w:t>
            </w:r>
          </w:p>
        </w:tc>
        <w:tc>
          <w:tcPr>
            <w:tcW w:w="1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B2187" w:rsidRPr="00155402" w:rsidRDefault="007B2187" w:rsidP="00D4435E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B2187" w:rsidRPr="00155402" w:rsidRDefault="007B2187" w:rsidP="00D4435E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B2187" w:rsidRPr="00155402" w:rsidRDefault="007B2187" w:rsidP="00D4435E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B2187" w:rsidRPr="00155402" w:rsidRDefault="007B2187" w:rsidP="00D4435E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B2187" w:rsidRPr="00155402" w:rsidRDefault="007B2187" w:rsidP="00D4435E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</w:p>
        </w:tc>
      </w:tr>
      <w:tr w:rsidR="007B2187" w:rsidRPr="00155402" w:rsidTr="00D4435E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B2187" w:rsidRPr="00155402" w:rsidRDefault="007B2187" w:rsidP="00D4435E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B2187" w:rsidRPr="00155402" w:rsidRDefault="007B2187" w:rsidP="00D4435E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B2187" w:rsidRPr="00155402" w:rsidRDefault="007B2187" w:rsidP="00D4435E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B2187" w:rsidRPr="00155402" w:rsidRDefault="007B2187" w:rsidP="00D4435E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4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B2187" w:rsidRPr="00155402" w:rsidRDefault="007B2187" w:rsidP="00D4435E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B2187" w:rsidRPr="00155402" w:rsidRDefault="007B2187" w:rsidP="00D4435E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6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B2187" w:rsidRPr="00155402" w:rsidRDefault="007B2187" w:rsidP="00D4435E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7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B2187" w:rsidRPr="00155402" w:rsidRDefault="007B2187" w:rsidP="00D4435E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8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B2187" w:rsidRPr="00155402" w:rsidRDefault="007B2187" w:rsidP="00D4435E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9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B2187" w:rsidRPr="00155402" w:rsidRDefault="007B2187" w:rsidP="00D4435E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B2187" w:rsidRPr="00155402" w:rsidRDefault="007B2187" w:rsidP="00D4435E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11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B2187" w:rsidRPr="00155402" w:rsidRDefault="007B2187" w:rsidP="00D4435E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12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B2187" w:rsidRPr="00155402" w:rsidRDefault="007B2187" w:rsidP="00D4435E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13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B2187" w:rsidRPr="00155402" w:rsidRDefault="007B2187" w:rsidP="00D4435E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14</w:t>
            </w:r>
          </w:p>
        </w:tc>
      </w:tr>
      <w:tr w:rsidR="007B2187" w:rsidRPr="00155402" w:rsidTr="00D4435E">
        <w:tc>
          <w:tcPr>
            <w:tcW w:w="12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7B2187" w:rsidRPr="00155402" w:rsidRDefault="007B2187" w:rsidP="00D4435E">
            <w:pPr>
              <w:autoSpaceDE w:val="0"/>
              <w:autoSpaceDN w:val="0"/>
              <w:adjustRightInd w:val="0"/>
              <w:spacing w:before="120"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30019100600000000008108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7B2187" w:rsidRPr="00155402" w:rsidRDefault="007B2187" w:rsidP="00D4435E">
            <w:pPr>
              <w:autoSpaceDE w:val="0"/>
              <w:autoSpaceDN w:val="0"/>
              <w:adjustRightInd w:val="0"/>
              <w:spacing w:before="120"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Уровни проведения мероприятия-муниципальные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7B2187" w:rsidRPr="00155402" w:rsidRDefault="007B2187" w:rsidP="00D4435E">
            <w:pPr>
              <w:autoSpaceDE w:val="0"/>
              <w:autoSpaceDN w:val="0"/>
              <w:adjustRightInd w:val="0"/>
              <w:spacing w:before="120" w:line="240" w:lineRule="exact"/>
              <w:rPr>
                <w:sz w:val="28"/>
                <w:szCs w:val="28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7B2187" w:rsidRPr="00155402" w:rsidRDefault="007B2187" w:rsidP="00D4435E">
            <w:pPr>
              <w:autoSpaceDE w:val="0"/>
              <w:autoSpaceDN w:val="0"/>
              <w:adjustRightInd w:val="0"/>
              <w:spacing w:before="120" w:line="240" w:lineRule="exact"/>
              <w:rPr>
                <w:sz w:val="28"/>
                <w:szCs w:val="28"/>
              </w:rPr>
            </w:pPr>
          </w:p>
        </w:tc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7B2187" w:rsidRPr="00155402" w:rsidRDefault="007B2187" w:rsidP="00D4435E">
            <w:pPr>
              <w:autoSpaceDE w:val="0"/>
              <w:autoSpaceDN w:val="0"/>
              <w:adjustRightInd w:val="0"/>
              <w:spacing w:before="120" w:line="240" w:lineRule="exact"/>
              <w:rPr>
                <w:sz w:val="28"/>
                <w:szCs w:val="28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7B2187" w:rsidRPr="00155402" w:rsidRDefault="007B2187" w:rsidP="00D4435E">
            <w:pPr>
              <w:autoSpaceDE w:val="0"/>
              <w:autoSpaceDN w:val="0"/>
              <w:adjustRightInd w:val="0"/>
              <w:spacing w:before="120" w:line="240" w:lineRule="exact"/>
              <w:rPr>
                <w:sz w:val="28"/>
                <w:szCs w:val="28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7B2187" w:rsidRPr="00155402" w:rsidRDefault="007B2187" w:rsidP="00D4435E">
            <w:pPr>
              <w:autoSpaceDE w:val="0"/>
              <w:autoSpaceDN w:val="0"/>
              <w:adjustRightInd w:val="0"/>
              <w:spacing w:before="120"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участников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7B2187" w:rsidRPr="00155402" w:rsidRDefault="007B2187" w:rsidP="00D4435E">
            <w:pPr>
              <w:autoSpaceDE w:val="0"/>
              <w:autoSpaceDN w:val="0"/>
              <w:adjustRightInd w:val="0"/>
              <w:spacing w:before="120"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человек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7B2187" w:rsidRPr="00155402" w:rsidRDefault="007B2187" w:rsidP="00D4435E">
            <w:pPr>
              <w:autoSpaceDE w:val="0"/>
              <w:autoSpaceDN w:val="0"/>
              <w:adjustRightInd w:val="0"/>
              <w:spacing w:before="120"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792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7B2187" w:rsidRPr="00155402" w:rsidRDefault="007B2187" w:rsidP="00D4435E">
            <w:pPr>
              <w:autoSpaceDE w:val="0"/>
              <w:autoSpaceDN w:val="0"/>
              <w:adjustRightInd w:val="0"/>
              <w:spacing w:before="120"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7B2187" w:rsidRPr="00155402" w:rsidRDefault="007B2187" w:rsidP="00D4435E">
            <w:pPr>
              <w:autoSpaceDE w:val="0"/>
              <w:autoSpaceDN w:val="0"/>
              <w:adjustRightInd w:val="0"/>
              <w:spacing w:before="120"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2615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7B2187" w:rsidRPr="00155402" w:rsidRDefault="007B2187" w:rsidP="00D4435E">
            <w:pPr>
              <w:autoSpaceDE w:val="0"/>
              <w:autoSpaceDN w:val="0"/>
              <w:adjustRightInd w:val="0"/>
              <w:spacing w:before="120"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7B2187" w:rsidRPr="00155402" w:rsidRDefault="007B2187" w:rsidP="00D4435E">
            <w:pPr>
              <w:autoSpaceDE w:val="0"/>
              <w:autoSpaceDN w:val="0"/>
              <w:adjustRightInd w:val="0"/>
              <w:spacing w:before="120" w:line="240" w:lineRule="exact"/>
              <w:rPr>
                <w:sz w:val="28"/>
                <w:szCs w:val="28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7B2187" w:rsidRPr="00155402" w:rsidRDefault="007B2187" w:rsidP="00D4435E">
            <w:pPr>
              <w:autoSpaceDE w:val="0"/>
              <w:autoSpaceDN w:val="0"/>
              <w:adjustRightInd w:val="0"/>
              <w:spacing w:before="120" w:line="240" w:lineRule="exact"/>
              <w:rPr>
                <w:sz w:val="28"/>
                <w:szCs w:val="28"/>
              </w:rPr>
            </w:pPr>
          </w:p>
        </w:tc>
      </w:tr>
      <w:tr w:rsidR="007B2187" w:rsidRPr="00155402" w:rsidTr="00D4435E">
        <w:tc>
          <w:tcPr>
            <w:tcW w:w="12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7B2187" w:rsidRPr="00155402" w:rsidRDefault="007B2187" w:rsidP="00D4435E">
            <w:pPr>
              <w:autoSpaceDE w:val="0"/>
              <w:autoSpaceDN w:val="0"/>
              <w:adjustRightInd w:val="0"/>
              <w:spacing w:before="120" w:line="24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7B2187" w:rsidRPr="00155402" w:rsidRDefault="007B2187" w:rsidP="00D4435E">
            <w:pPr>
              <w:autoSpaceDE w:val="0"/>
              <w:autoSpaceDN w:val="0"/>
              <w:adjustRightInd w:val="0"/>
              <w:spacing w:before="120" w:line="24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7B2187" w:rsidRPr="00155402" w:rsidRDefault="007B2187" w:rsidP="00D4435E">
            <w:pPr>
              <w:autoSpaceDE w:val="0"/>
              <w:autoSpaceDN w:val="0"/>
              <w:adjustRightInd w:val="0"/>
              <w:spacing w:before="120" w:line="24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7B2187" w:rsidRPr="00155402" w:rsidRDefault="007B2187" w:rsidP="00D4435E">
            <w:pPr>
              <w:autoSpaceDE w:val="0"/>
              <w:autoSpaceDN w:val="0"/>
              <w:adjustRightInd w:val="0"/>
              <w:spacing w:before="120" w:line="24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11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7B2187" w:rsidRPr="00155402" w:rsidRDefault="007B2187" w:rsidP="00D4435E">
            <w:pPr>
              <w:autoSpaceDE w:val="0"/>
              <w:autoSpaceDN w:val="0"/>
              <w:adjustRightInd w:val="0"/>
              <w:spacing w:before="120" w:line="24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7B2187" w:rsidRPr="00155402" w:rsidRDefault="007B2187" w:rsidP="00D4435E">
            <w:pPr>
              <w:autoSpaceDE w:val="0"/>
              <w:autoSpaceDN w:val="0"/>
              <w:adjustRightInd w:val="0"/>
              <w:spacing w:before="120" w:line="24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7B2187" w:rsidRPr="00155402" w:rsidRDefault="007B2187" w:rsidP="00D4435E">
            <w:pPr>
              <w:autoSpaceDE w:val="0"/>
              <w:autoSpaceDN w:val="0"/>
              <w:adjustRightInd w:val="0"/>
              <w:spacing w:before="120" w:line="240" w:lineRule="exact"/>
              <w:rPr>
                <w:sz w:val="28"/>
                <w:szCs w:val="28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7B2187" w:rsidRPr="00155402" w:rsidRDefault="007B2187" w:rsidP="00D4435E">
            <w:pPr>
              <w:autoSpaceDE w:val="0"/>
              <w:autoSpaceDN w:val="0"/>
              <w:adjustRightInd w:val="0"/>
              <w:spacing w:before="120" w:line="240" w:lineRule="exact"/>
              <w:rPr>
                <w:sz w:val="28"/>
                <w:szCs w:val="28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7B2187" w:rsidRPr="00155402" w:rsidRDefault="007B2187" w:rsidP="00D4435E">
            <w:pPr>
              <w:autoSpaceDE w:val="0"/>
              <w:autoSpaceDN w:val="0"/>
              <w:adjustRightInd w:val="0"/>
              <w:spacing w:before="120" w:line="240" w:lineRule="exact"/>
              <w:rPr>
                <w:sz w:val="28"/>
                <w:szCs w:val="28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7B2187" w:rsidRPr="00155402" w:rsidRDefault="007B2187" w:rsidP="00D4435E">
            <w:pPr>
              <w:autoSpaceDE w:val="0"/>
              <w:autoSpaceDN w:val="0"/>
              <w:adjustRightInd w:val="0"/>
              <w:spacing w:before="120" w:line="240" w:lineRule="exact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7B2187" w:rsidRPr="00155402" w:rsidRDefault="007B2187" w:rsidP="00D4435E">
            <w:pPr>
              <w:autoSpaceDE w:val="0"/>
              <w:autoSpaceDN w:val="0"/>
              <w:adjustRightInd w:val="0"/>
              <w:spacing w:before="120" w:line="240" w:lineRule="exact"/>
              <w:rPr>
                <w:sz w:val="28"/>
                <w:szCs w:val="28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7B2187" w:rsidRPr="00155402" w:rsidRDefault="007B2187" w:rsidP="00D4435E">
            <w:pPr>
              <w:autoSpaceDE w:val="0"/>
              <w:autoSpaceDN w:val="0"/>
              <w:adjustRightInd w:val="0"/>
              <w:spacing w:before="120" w:line="240" w:lineRule="exact"/>
              <w:rPr>
                <w:sz w:val="28"/>
                <w:szCs w:val="28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7B2187" w:rsidRPr="00155402" w:rsidRDefault="007B2187" w:rsidP="00D4435E">
            <w:pPr>
              <w:autoSpaceDE w:val="0"/>
              <w:autoSpaceDN w:val="0"/>
              <w:adjustRightInd w:val="0"/>
              <w:spacing w:before="120" w:line="240" w:lineRule="exact"/>
              <w:rPr>
                <w:sz w:val="28"/>
                <w:szCs w:val="28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7B2187" w:rsidRPr="00155402" w:rsidRDefault="007B2187" w:rsidP="00D4435E">
            <w:pPr>
              <w:autoSpaceDE w:val="0"/>
              <w:autoSpaceDN w:val="0"/>
              <w:adjustRightInd w:val="0"/>
              <w:spacing w:before="120" w:line="240" w:lineRule="exact"/>
              <w:rPr>
                <w:sz w:val="28"/>
                <w:szCs w:val="28"/>
              </w:rPr>
            </w:pPr>
          </w:p>
        </w:tc>
      </w:tr>
      <w:tr w:rsidR="007B2187" w:rsidRPr="00155402" w:rsidTr="00D4435E">
        <w:tc>
          <w:tcPr>
            <w:tcW w:w="12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7B2187" w:rsidRPr="00155402" w:rsidRDefault="007B2187" w:rsidP="00D4435E">
            <w:pPr>
              <w:autoSpaceDE w:val="0"/>
              <w:autoSpaceDN w:val="0"/>
              <w:adjustRightInd w:val="0"/>
              <w:spacing w:before="120" w:line="240" w:lineRule="exact"/>
              <w:rPr>
                <w:sz w:val="28"/>
                <w:szCs w:val="28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7B2187" w:rsidRPr="00155402" w:rsidRDefault="007B2187" w:rsidP="00D4435E">
            <w:pPr>
              <w:autoSpaceDE w:val="0"/>
              <w:autoSpaceDN w:val="0"/>
              <w:adjustRightInd w:val="0"/>
              <w:spacing w:before="120" w:line="240" w:lineRule="exact"/>
              <w:rPr>
                <w:sz w:val="28"/>
                <w:szCs w:val="28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7B2187" w:rsidRPr="00155402" w:rsidRDefault="007B2187" w:rsidP="00D4435E">
            <w:pPr>
              <w:autoSpaceDE w:val="0"/>
              <w:autoSpaceDN w:val="0"/>
              <w:adjustRightInd w:val="0"/>
              <w:spacing w:before="120" w:line="240" w:lineRule="exact"/>
              <w:rPr>
                <w:sz w:val="28"/>
                <w:szCs w:val="28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7B2187" w:rsidRPr="00155402" w:rsidRDefault="007B2187" w:rsidP="00D4435E">
            <w:pPr>
              <w:autoSpaceDE w:val="0"/>
              <w:autoSpaceDN w:val="0"/>
              <w:adjustRightInd w:val="0"/>
              <w:spacing w:before="120" w:line="240" w:lineRule="exact"/>
              <w:rPr>
                <w:sz w:val="28"/>
                <w:szCs w:val="28"/>
              </w:rPr>
            </w:pPr>
          </w:p>
        </w:tc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7B2187" w:rsidRPr="00155402" w:rsidRDefault="007B2187" w:rsidP="00D4435E">
            <w:pPr>
              <w:autoSpaceDE w:val="0"/>
              <w:autoSpaceDN w:val="0"/>
              <w:adjustRightInd w:val="0"/>
              <w:spacing w:before="120" w:line="240" w:lineRule="exact"/>
              <w:rPr>
                <w:sz w:val="28"/>
                <w:szCs w:val="28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7B2187" w:rsidRPr="00155402" w:rsidRDefault="007B2187" w:rsidP="00D4435E">
            <w:pPr>
              <w:autoSpaceDE w:val="0"/>
              <w:autoSpaceDN w:val="0"/>
              <w:adjustRightInd w:val="0"/>
              <w:spacing w:before="120" w:line="240" w:lineRule="exact"/>
              <w:rPr>
                <w:sz w:val="28"/>
                <w:szCs w:val="28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7B2187" w:rsidRPr="00155402" w:rsidRDefault="007B2187" w:rsidP="00D4435E">
            <w:pPr>
              <w:autoSpaceDE w:val="0"/>
              <w:autoSpaceDN w:val="0"/>
              <w:adjustRightInd w:val="0"/>
              <w:spacing w:before="120" w:line="240" w:lineRule="exact"/>
              <w:rPr>
                <w:sz w:val="28"/>
                <w:szCs w:val="28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7B2187" w:rsidRPr="00155402" w:rsidRDefault="007B2187" w:rsidP="00D4435E">
            <w:pPr>
              <w:autoSpaceDE w:val="0"/>
              <w:autoSpaceDN w:val="0"/>
              <w:adjustRightInd w:val="0"/>
              <w:spacing w:before="120" w:line="240" w:lineRule="exact"/>
              <w:rPr>
                <w:sz w:val="28"/>
                <w:szCs w:val="28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7B2187" w:rsidRPr="00155402" w:rsidRDefault="007B2187" w:rsidP="00D4435E">
            <w:pPr>
              <w:autoSpaceDE w:val="0"/>
              <w:autoSpaceDN w:val="0"/>
              <w:adjustRightInd w:val="0"/>
              <w:spacing w:before="120" w:line="240" w:lineRule="exact"/>
              <w:rPr>
                <w:sz w:val="28"/>
                <w:szCs w:val="28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7B2187" w:rsidRPr="00155402" w:rsidRDefault="007B2187" w:rsidP="00D4435E">
            <w:pPr>
              <w:autoSpaceDE w:val="0"/>
              <w:autoSpaceDN w:val="0"/>
              <w:adjustRightInd w:val="0"/>
              <w:spacing w:before="120" w:line="240" w:lineRule="exact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7B2187" w:rsidRPr="00155402" w:rsidRDefault="007B2187" w:rsidP="00D4435E">
            <w:pPr>
              <w:autoSpaceDE w:val="0"/>
              <w:autoSpaceDN w:val="0"/>
              <w:adjustRightInd w:val="0"/>
              <w:spacing w:before="120" w:line="240" w:lineRule="exact"/>
              <w:rPr>
                <w:sz w:val="28"/>
                <w:szCs w:val="28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7B2187" w:rsidRPr="00155402" w:rsidRDefault="007B2187" w:rsidP="00D4435E">
            <w:pPr>
              <w:autoSpaceDE w:val="0"/>
              <w:autoSpaceDN w:val="0"/>
              <w:adjustRightInd w:val="0"/>
              <w:spacing w:before="120" w:line="240" w:lineRule="exact"/>
              <w:rPr>
                <w:sz w:val="28"/>
                <w:szCs w:val="28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7B2187" w:rsidRPr="00155402" w:rsidRDefault="007B2187" w:rsidP="00D4435E">
            <w:pPr>
              <w:autoSpaceDE w:val="0"/>
              <w:autoSpaceDN w:val="0"/>
              <w:adjustRightInd w:val="0"/>
              <w:spacing w:before="120" w:line="240" w:lineRule="exact"/>
              <w:rPr>
                <w:sz w:val="28"/>
                <w:szCs w:val="28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7B2187" w:rsidRPr="00155402" w:rsidRDefault="007B2187" w:rsidP="00D4435E">
            <w:pPr>
              <w:autoSpaceDE w:val="0"/>
              <w:autoSpaceDN w:val="0"/>
              <w:adjustRightInd w:val="0"/>
              <w:spacing w:before="120" w:line="240" w:lineRule="exact"/>
              <w:rPr>
                <w:sz w:val="28"/>
                <w:szCs w:val="28"/>
              </w:rPr>
            </w:pPr>
          </w:p>
        </w:tc>
      </w:tr>
      <w:tr w:rsidR="007B2187" w:rsidRPr="00155402" w:rsidTr="00D4435E">
        <w:tc>
          <w:tcPr>
            <w:tcW w:w="12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7B2187" w:rsidRPr="00155402" w:rsidRDefault="007B2187" w:rsidP="00D4435E">
            <w:pPr>
              <w:autoSpaceDE w:val="0"/>
              <w:autoSpaceDN w:val="0"/>
              <w:adjustRightInd w:val="0"/>
              <w:spacing w:before="120" w:line="24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7B2187" w:rsidRPr="00155402" w:rsidRDefault="007B2187" w:rsidP="00D4435E">
            <w:pPr>
              <w:autoSpaceDE w:val="0"/>
              <w:autoSpaceDN w:val="0"/>
              <w:adjustRightInd w:val="0"/>
              <w:spacing w:before="120" w:line="24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7B2187" w:rsidRPr="00155402" w:rsidRDefault="007B2187" w:rsidP="00D4435E">
            <w:pPr>
              <w:autoSpaceDE w:val="0"/>
              <w:autoSpaceDN w:val="0"/>
              <w:adjustRightInd w:val="0"/>
              <w:spacing w:before="120" w:line="24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7B2187" w:rsidRPr="00155402" w:rsidRDefault="007B2187" w:rsidP="00D4435E">
            <w:pPr>
              <w:autoSpaceDE w:val="0"/>
              <w:autoSpaceDN w:val="0"/>
              <w:adjustRightInd w:val="0"/>
              <w:spacing w:before="120" w:line="24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11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7B2187" w:rsidRPr="00155402" w:rsidRDefault="007B2187" w:rsidP="00D4435E">
            <w:pPr>
              <w:autoSpaceDE w:val="0"/>
              <w:autoSpaceDN w:val="0"/>
              <w:adjustRightInd w:val="0"/>
              <w:spacing w:before="120" w:line="24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7B2187" w:rsidRPr="00155402" w:rsidRDefault="007B2187" w:rsidP="00D4435E">
            <w:pPr>
              <w:autoSpaceDE w:val="0"/>
              <w:autoSpaceDN w:val="0"/>
              <w:adjustRightInd w:val="0"/>
              <w:spacing w:before="120" w:line="24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7B2187" w:rsidRPr="00155402" w:rsidRDefault="007B2187" w:rsidP="00D4435E">
            <w:pPr>
              <w:autoSpaceDE w:val="0"/>
              <w:autoSpaceDN w:val="0"/>
              <w:adjustRightInd w:val="0"/>
              <w:spacing w:before="120" w:line="240" w:lineRule="exact"/>
              <w:rPr>
                <w:sz w:val="28"/>
                <w:szCs w:val="28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7B2187" w:rsidRPr="00155402" w:rsidRDefault="007B2187" w:rsidP="00D4435E">
            <w:pPr>
              <w:autoSpaceDE w:val="0"/>
              <w:autoSpaceDN w:val="0"/>
              <w:adjustRightInd w:val="0"/>
              <w:spacing w:before="120" w:line="240" w:lineRule="exact"/>
              <w:rPr>
                <w:sz w:val="28"/>
                <w:szCs w:val="28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7B2187" w:rsidRPr="00155402" w:rsidRDefault="007B2187" w:rsidP="00D4435E">
            <w:pPr>
              <w:autoSpaceDE w:val="0"/>
              <w:autoSpaceDN w:val="0"/>
              <w:adjustRightInd w:val="0"/>
              <w:spacing w:before="120" w:line="240" w:lineRule="exact"/>
              <w:rPr>
                <w:sz w:val="28"/>
                <w:szCs w:val="28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7B2187" w:rsidRPr="00155402" w:rsidRDefault="007B2187" w:rsidP="00D4435E">
            <w:pPr>
              <w:autoSpaceDE w:val="0"/>
              <w:autoSpaceDN w:val="0"/>
              <w:adjustRightInd w:val="0"/>
              <w:spacing w:before="120" w:line="240" w:lineRule="exact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7B2187" w:rsidRPr="00155402" w:rsidRDefault="007B2187" w:rsidP="00D4435E">
            <w:pPr>
              <w:autoSpaceDE w:val="0"/>
              <w:autoSpaceDN w:val="0"/>
              <w:adjustRightInd w:val="0"/>
              <w:spacing w:before="120" w:line="240" w:lineRule="exact"/>
              <w:rPr>
                <w:sz w:val="28"/>
                <w:szCs w:val="28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7B2187" w:rsidRPr="00155402" w:rsidRDefault="007B2187" w:rsidP="00D4435E">
            <w:pPr>
              <w:autoSpaceDE w:val="0"/>
              <w:autoSpaceDN w:val="0"/>
              <w:adjustRightInd w:val="0"/>
              <w:spacing w:before="120" w:line="240" w:lineRule="exact"/>
              <w:rPr>
                <w:sz w:val="28"/>
                <w:szCs w:val="28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7B2187" w:rsidRPr="00155402" w:rsidRDefault="007B2187" w:rsidP="00D4435E">
            <w:pPr>
              <w:autoSpaceDE w:val="0"/>
              <w:autoSpaceDN w:val="0"/>
              <w:adjustRightInd w:val="0"/>
              <w:spacing w:before="120" w:line="240" w:lineRule="exact"/>
              <w:rPr>
                <w:sz w:val="28"/>
                <w:szCs w:val="28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7B2187" w:rsidRPr="00155402" w:rsidRDefault="007B2187" w:rsidP="00D4435E">
            <w:pPr>
              <w:autoSpaceDE w:val="0"/>
              <w:autoSpaceDN w:val="0"/>
              <w:adjustRightInd w:val="0"/>
              <w:spacing w:before="120" w:line="240" w:lineRule="exact"/>
              <w:rPr>
                <w:sz w:val="28"/>
                <w:szCs w:val="28"/>
              </w:rPr>
            </w:pPr>
          </w:p>
        </w:tc>
      </w:tr>
    </w:tbl>
    <w:p w:rsidR="007B2187" w:rsidRPr="00155402" w:rsidRDefault="007B2187" w:rsidP="00E33832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</w:p>
    <w:p w:rsidR="007B2187" w:rsidRPr="00155402" w:rsidRDefault="007B2187" w:rsidP="00E33832">
      <w:pPr>
        <w:autoSpaceDE w:val="0"/>
        <w:autoSpaceDN w:val="0"/>
        <w:adjustRightInd w:val="0"/>
        <w:spacing w:after="120"/>
        <w:ind w:firstLine="709"/>
        <w:rPr>
          <w:sz w:val="28"/>
          <w:szCs w:val="28"/>
        </w:rPr>
      </w:pPr>
      <w:r w:rsidRPr="00155402">
        <w:rPr>
          <w:sz w:val="28"/>
          <w:szCs w:val="28"/>
        </w:rPr>
        <w:t>3.2. Сведения о фактическом достижении показателей, характеризующих объем (содержание) работы:</w:t>
      </w:r>
    </w:p>
    <w:tbl>
      <w:tblPr>
        <w:tblW w:w="14837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100"/>
        <w:gridCol w:w="1133"/>
        <w:gridCol w:w="1133"/>
        <w:gridCol w:w="1133"/>
        <w:gridCol w:w="1138"/>
        <w:gridCol w:w="1133"/>
        <w:gridCol w:w="994"/>
        <w:gridCol w:w="989"/>
        <w:gridCol w:w="859"/>
        <w:gridCol w:w="1127"/>
        <w:gridCol w:w="993"/>
        <w:gridCol w:w="998"/>
        <w:gridCol w:w="1128"/>
        <w:gridCol w:w="979"/>
      </w:tblGrid>
      <w:tr w:rsidR="007B2187" w:rsidRPr="00155402" w:rsidTr="00D4435E">
        <w:tc>
          <w:tcPr>
            <w:tcW w:w="11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B2187" w:rsidRPr="00155402" w:rsidRDefault="007B2187" w:rsidP="00D4435E">
            <w:pPr>
              <w:autoSpaceDE w:val="0"/>
              <w:autoSpaceDN w:val="0"/>
              <w:adjustRightInd w:val="0"/>
              <w:spacing w:line="240" w:lineRule="exact"/>
              <w:ind w:left="-57" w:right="-57"/>
              <w:jc w:val="center"/>
              <w:rPr>
                <w:spacing w:val="-8"/>
                <w:sz w:val="28"/>
                <w:szCs w:val="28"/>
              </w:rPr>
            </w:pPr>
            <w:r w:rsidRPr="00155402">
              <w:rPr>
                <w:spacing w:val="-8"/>
                <w:sz w:val="28"/>
                <w:szCs w:val="28"/>
              </w:rPr>
              <w:t xml:space="preserve">Уникаль-ный </w:t>
            </w:r>
            <w:r w:rsidRPr="00155402">
              <w:rPr>
                <w:spacing w:val="-8"/>
                <w:sz w:val="28"/>
                <w:szCs w:val="28"/>
              </w:rPr>
              <w:br/>
              <w:t xml:space="preserve">номер </w:t>
            </w:r>
            <w:r w:rsidRPr="00155402">
              <w:rPr>
                <w:spacing w:val="-8"/>
                <w:sz w:val="28"/>
                <w:szCs w:val="28"/>
              </w:rPr>
              <w:br/>
              <w:t>реест-</w:t>
            </w:r>
            <w:r w:rsidRPr="00155402">
              <w:rPr>
                <w:spacing w:val="-8"/>
                <w:sz w:val="28"/>
                <w:szCs w:val="28"/>
              </w:rPr>
              <w:br/>
              <w:t xml:space="preserve">ровой </w:t>
            </w:r>
            <w:r w:rsidRPr="00155402">
              <w:rPr>
                <w:spacing w:val="-8"/>
                <w:sz w:val="28"/>
                <w:szCs w:val="28"/>
              </w:rPr>
              <w:br/>
              <w:t>записи</w:t>
            </w:r>
          </w:p>
        </w:tc>
        <w:tc>
          <w:tcPr>
            <w:tcW w:w="339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B2187" w:rsidRPr="00155402" w:rsidRDefault="007B2187" w:rsidP="00D4435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 xml:space="preserve">Показатель, </w:t>
            </w:r>
            <w:r w:rsidRPr="00155402">
              <w:rPr>
                <w:sz w:val="28"/>
                <w:szCs w:val="28"/>
              </w:rPr>
              <w:br/>
              <w:t xml:space="preserve">характеризующий </w:t>
            </w:r>
            <w:r w:rsidRPr="00155402">
              <w:rPr>
                <w:sz w:val="28"/>
                <w:szCs w:val="28"/>
              </w:rPr>
              <w:br/>
              <w:t>содержание работы</w:t>
            </w:r>
          </w:p>
        </w:tc>
        <w:tc>
          <w:tcPr>
            <w:tcW w:w="227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B2187" w:rsidRPr="00155402" w:rsidRDefault="007B2187" w:rsidP="00D4435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 xml:space="preserve">Показатель, </w:t>
            </w:r>
            <w:r w:rsidRPr="00155402">
              <w:rPr>
                <w:sz w:val="28"/>
                <w:szCs w:val="28"/>
              </w:rPr>
              <w:br/>
              <w:t xml:space="preserve">характеризующий условия (формы) выполнения </w:t>
            </w:r>
            <w:r w:rsidRPr="00155402">
              <w:rPr>
                <w:sz w:val="28"/>
                <w:szCs w:val="28"/>
              </w:rPr>
              <w:br/>
              <w:t>работы</w:t>
            </w:r>
          </w:p>
        </w:tc>
        <w:tc>
          <w:tcPr>
            <w:tcW w:w="806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B2187" w:rsidRPr="00155402" w:rsidRDefault="007B2187" w:rsidP="00D4435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Показатель объема работы</w:t>
            </w:r>
          </w:p>
        </w:tc>
      </w:tr>
      <w:tr w:rsidR="007B2187" w:rsidRPr="00155402" w:rsidTr="00D4435E">
        <w:tc>
          <w:tcPr>
            <w:tcW w:w="110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B2187" w:rsidRPr="00155402" w:rsidRDefault="007B2187" w:rsidP="00D4435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339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B2187" w:rsidRPr="00155402" w:rsidRDefault="007B2187" w:rsidP="00D4435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27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B2187" w:rsidRPr="00155402" w:rsidRDefault="007B2187" w:rsidP="00D4435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B2187" w:rsidRPr="00155402" w:rsidRDefault="007B2187" w:rsidP="00D4435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 xml:space="preserve">наиме-нование </w:t>
            </w:r>
            <w:r w:rsidRPr="00155402">
              <w:rPr>
                <w:sz w:val="28"/>
                <w:szCs w:val="28"/>
              </w:rPr>
              <w:br/>
              <w:t>показателя</w:t>
            </w:r>
          </w:p>
        </w:tc>
        <w:tc>
          <w:tcPr>
            <w:tcW w:w="1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B2187" w:rsidRPr="00155402" w:rsidRDefault="007B2187" w:rsidP="00D4435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 xml:space="preserve">единица </w:t>
            </w:r>
            <w:r w:rsidRPr="00155402">
              <w:rPr>
                <w:sz w:val="28"/>
                <w:szCs w:val="28"/>
              </w:rPr>
              <w:br/>
              <w:t xml:space="preserve">измерения по </w:t>
            </w:r>
            <w:hyperlink r:id="rId12" w:history="1">
              <w:r w:rsidRPr="00155402">
                <w:rPr>
                  <w:sz w:val="28"/>
                  <w:szCs w:val="28"/>
                </w:rPr>
                <w:t>ОКЕИ</w:t>
              </w:r>
            </w:hyperlink>
          </w:p>
        </w:tc>
        <w:tc>
          <w:tcPr>
            <w:tcW w:w="1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B2187" w:rsidRPr="00155402" w:rsidRDefault="007B2187" w:rsidP="00D4435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 xml:space="preserve">утверж-дено </w:t>
            </w:r>
            <w:r w:rsidRPr="00155402">
              <w:rPr>
                <w:sz w:val="28"/>
                <w:szCs w:val="28"/>
              </w:rPr>
              <w:br/>
              <w:t>в муниципальном задании на год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B2187" w:rsidRPr="00155402" w:rsidRDefault="007B2187" w:rsidP="00D4435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 xml:space="preserve">испол-нено на отчетную </w:t>
            </w:r>
            <w:r w:rsidRPr="00155402">
              <w:rPr>
                <w:sz w:val="28"/>
                <w:szCs w:val="28"/>
              </w:rPr>
              <w:br/>
              <w:t>дату</w:t>
            </w:r>
          </w:p>
        </w:tc>
        <w:tc>
          <w:tcPr>
            <w:tcW w:w="9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B2187" w:rsidRPr="00155402" w:rsidRDefault="007B2187" w:rsidP="00D4435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допус-тимое (возможное) откло-нение</w:t>
            </w:r>
          </w:p>
        </w:tc>
        <w:tc>
          <w:tcPr>
            <w:tcW w:w="11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B2187" w:rsidRPr="00155402" w:rsidRDefault="007B2187" w:rsidP="00D4435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 xml:space="preserve">откло-нение, превы-шающее допус-тимое </w:t>
            </w:r>
            <w:r w:rsidRPr="00155402">
              <w:rPr>
                <w:spacing w:val="-14"/>
                <w:sz w:val="28"/>
                <w:szCs w:val="28"/>
              </w:rPr>
              <w:t>(возмож-</w:t>
            </w:r>
            <w:r w:rsidRPr="00155402">
              <w:rPr>
                <w:sz w:val="28"/>
                <w:szCs w:val="28"/>
              </w:rPr>
              <w:t>ное) значе-ние</w:t>
            </w:r>
          </w:p>
        </w:tc>
        <w:tc>
          <w:tcPr>
            <w:tcW w:w="9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B2187" w:rsidRPr="00155402" w:rsidRDefault="007B2187" w:rsidP="00D4435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 xml:space="preserve">при-чина </w:t>
            </w:r>
            <w:r w:rsidRPr="00155402">
              <w:rPr>
                <w:sz w:val="28"/>
                <w:szCs w:val="28"/>
              </w:rPr>
              <w:br/>
              <w:t>откло-нения</w:t>
            </w:r>
          </w:p>
        </w:tc>
      </w:tr>
      <w:tr w:rsidR="007B2187" w:rsidRPr="00155402" w:rsidTr="00D4435E">
        <w:tc>
          <w:tcPr>
            <w:tcW w:w="110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B2187" w:rsidRPr="00155402" w:rsidRDefault="007B2187" w:rsidP="00D4435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B2187" w:rsidRPr="00155402" w:rsidRDefault="007B2187" w:rsidP="00D4435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_______</w:t>
            </w:r>
          </w:p>
          <w:p w:rsidR="007B2187" w:rsidRPr="00155402" w:rsidRDefault="007B2187" w:rsidP="00D4435E">
            <w:pPr>
              <w:autoSpaceDE w:val="0"/>
              <w:autoSpaceDN w:val="0"/>
              <w:adjustRightInd w:val="0"/>
              <w:spacing w:line="240" w:lineRule="exact"/>
              <w:jc w:val="center"/>
            </w:pPr>
            <w:r w:rsidRPr="00155402">
              <w:t>(наиме-нование показа-теля)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B2187" w:rsidRPr="00155402" w:rsidRDefault="007B2187" w:rsidP="00D4435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_______</w:t>
            </w:r>
          </w:p>
          <w:p w:rsidR="007B2187" w:rsidRPr="00155402" w:rsidRDefault="007B2187" w:rsidP="00D4435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Cs w:val="28"/>
              </w:rPr>
              <w:t>(наиме-нование показа-теля)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B2187" w:rsidRPr="00155402" w:rsidRDefault="007B2187" w:rsidP="00D4435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_______</w:t>
            </w:r>
          </w:p>
          <w:p w:rsidR="007B2187" w:rsidRPr="00155402" w:rsidRDefault="007B2187" w:rsidP="00D4435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Cs w:val="28"/>
              </w:rPr>
              <w:t>(наиме-нование показа-теля)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B2187" w:rsidRPr="00155402" w:rsidRDefault="007B2187" w:rsidP="00D4435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_______</w:t>
            </w:r>
          </w:p>
          <w:p w:rsidR="007B2187" w:rsidRPr="00155402" w:rsidRDefault="007B2187" w:rsidP="00D4435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Cs w:val="28"/>
              </w:rPr>
              <w:t>(наиме-нование показа-теля)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B2187" w:rsidRPr="00155402" w:rsidRDefault="007B2187" w:rsidP="00D4435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_______</w:t>
            </w:r>
          </w:p>
          <w:p w:rsidR="007B2187" w:rsidRPr="00155402" w:rsidRDefault="007B2187" w:rsidP="00D4435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Cs w:val="28"/>
              </w:rPr>
              <w:t>(наиме-нование показа-теля)</w:t>
            </w:r>
          </w:p>
        </w:tc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B2187" w:rsidRPr="00155402" w:rsidRDefault="007B2187" w:rsidP="00D4435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B2187" w:rsidRPr="00155402" w:rsidRDefault="007B2187" w:rsidP="00D4435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наиме-нование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B2187" w:rsidRPr="00155402" w:rsidRDefault="007B2187" w:rsidP="00D4435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код</w:t>
            </w:r>
          </w:p>
        </w:tc>
        <w:tc>
          <w:tcPr>
            <w:tcW w:w="112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B2187" w:rsidRPr="00155402" w:rsidRDefault="007B2187" w:rsidP="00D4435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B2187" w:rsidRPr="00155402" w:rsidRDefault="007B2187" w:rsidP="00D4435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9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B2187" w:rsidRPr="00155402" w:rsidRDefault="007B2187" w:rsidP="00D4435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12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B2187" w:rsidRPr="00155402" w:rsidRDefault="007B2187" w:rsidP="00D4435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7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B2187" w:rsidRPr="00155402" w:rsidRDefault="007B2187" w:rsidP="00D4435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</w:p>
        </w:tc>
      </w:tr>
    </w:tbl>
    <w:p w:rsidR="007B2187" w:rsidRPr="00155402" w:rsidRDefault="007B2187" w:rsidP="00E33832">
      <w:pPr>
        <w:rPr>
          <w:sz w:val="2"/>
          <w:szCs w:val="2"/>
        </w:rPr>
      </w:pPr>
    </w:p>
    <w:tbl>
      <w:tblPr>
        <w:tblW w:w="14837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100"/>
        <w:gridCol w:w="1133"/>
        <w:gridCol w:w="1133"/>
        <w:gridCol w:w="1133"/>
        <w:gridCol w:w="1138"/>
        <w:gridCol w:w="1133"/>
        <w:gridCol w:w="994"/>
        <w:gridCol w:w="989"/>
        <w:gridCol w:w="859"/>
        <w:gridCol w:w="1127"/>
        <w:gridCol w:w="993"/>
        <w:gridCol w:w="998"/>
        <w:gridCol w:w="1128"/>
        <w:gridCol w:w="979"/>
      </w:tblGrid>
      <w:tr w:rsidR="007B2187" w:rsidRPr="00155402" w:rsidTr="00D4435E">
        <w:trPr>
          <w:tblHeader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B2187" w:rsidRPr="00155402" w:rsidRDefault="007B2187" w:rsidP="00D4435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B2187" w:rsidRPr="00155402" w:rsidRDefault="007B2187" w:rsidP="00D4435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B2187" w:rsidRPr="00155402" w:rsidRDefault="007B2187" w:rsidP="00D4435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B2187" w:rsidRPr="00155402" w:rsidRDefault="007B2187" w:rsidP="00D4435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4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B2187" w:rsidRPr="00155402" w:rsidRDefault="007B2187" w:rsidP="00D4435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B2187" w:rsidRPr="00155402" w:rsidRDefault="007B2187" w:rsidP="00D4435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6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B2187" w:rsidRPr="00155402" w:rsidRDefault="007B2187" w:rsidP="00D4435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7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B2187" w:rsidRPr="00155402" w:rsidRDefault="007B2187" w:rsidP="00D4435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8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B2187" w:rsidRPr="00155402" w:rsidRDefault="007B2187" w:rsidP="00D4435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9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B2187" w:rsidRPr="00155402" w:rsidRDefault="007B2187" w:rsidP="00D4435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B2187" w:rsidRPr="00155402" w:rsidRDefault="007B2187" w:rsidP="00D4435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11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B2187" w:rsidRPr="00155402" w:rsidRDefault="007B2187" w:rsidP="00D4435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12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B2187" w:rsidRPr="00155402" w:rsidRDefault="007B2187" w:rsidP="00D4435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13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B2187" w:rsidRPr="00155402" w:rsidRDefault="007B2187" w:rsidP="00D4435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14</w:t>
            </w:r>
          </w:p>
        </w:tc>
      </w:tr>
      <w:tr w:rsidR="007B2187" w:rsidRPr="00155402" w:rsidTr="00DF6FC9">
        <w:tc>
          <w:tcPr>
            <w:tcW w:w="1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7B2187" w:rsidRPr="00F02204" w:rsidRDefault="007B2187" w:rsidP="00DF6FC9">
            <w:pPr>
              <w:autoSpaceDE w:val="0"/>
              <w:autoSpaceDN w:val="0"/>
              <w:adjustRightInd w:val="0"/>
              <w:spacing w:before="120" w:line="22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3001010000000000003100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7B2187" w:rsidRDefault="007B2187" w:rsidP="00DF6FC9">
            <w:pPr>
              <w:autoSpaceDE w:val="0"/>
              <w:autoSpaceDN w:val="0"/>
              <w:adjustRightInd w:val="0"/>
              <w:spacing w:before="120" w:line="220" w:lineRule="exact"/>
              <w:rPr>
                <w:sz w:val="28"/>
                <w:szCs w:val="28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7B2187" w:rsidRDefault="007B2187" w:rsidP="00DF6FC9">
            <w:pPr>
              <w:autoSpaceDE w:val="0"/>
              <w:autoSpaceDN w:val="0"/>
              <w:adjustRightInd w:val="0"/>
              <w:spacing w:before="120" w:line="220" w:lineRule="exact"/>
              <w:rPr>
                <w:sz w:val="28"/>
                <w:szCs w:val="28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7B2187" w:rsidRDefault="007B2187" w:rsidP="00DF6FC9">
            <w:pPr>
              <w:autoSpaceDE w:val="0"/>
              <w:autoSpaceDN w:val="0"/>
              <w:adjustRightInd w:val="0"/>
              <w:spacing w:before="120" w:line="220" w:lineRule="exact"/>
              <w:rPr>
                <w:sz w:val="28"/>
                <w:szCs w:val="28"/>
              </w:rPr>
            </w:pPr>
          </w:p>
        </w:tc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7B2187" w:rsidRDefault="007B2187" w:rsidP="00DF6FC9">
            <w:pPr>
              <w:autoSpaceDE w:val="0"/>
              <w:autoSpaceDN w:val="0"/>
              <w:adjustRightInd w:val="0"/>
              <w:spacing w:before="120" w:line="220" w:lineRule="exact"/>
              <w:rPr>
                <w:sz w:val="28"/>
                <w:szCs w:val="28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7B2187" w:rsidRDefault="007B2187" w:rsidP="00DF6FC9">
            <w:pPr>
              <w:autoSpaceDE w:val="0"/>
              <w:autoSpaceDN w:val="0"/>
              <w:adjustRightInd w:val="0"/>
              <w:spacing w:before="120" w:line="220" w:lineRule="exact"/>
              <w:rPr>
                <w:sz w:val="28"/>
                <w:szCs w:val="28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7B2187" w:rsidRPr="002B31FC" w:rsidRDefault="007B2187" w:rsidP="00DF6FC9">
            <w:pPr>
              <w:autoSpaceDE w:val="0"/>
              <w:autoSpaceDN w:val="0"/>
              <w:adjustRightInd w:val="0"/>
              <w:spacing w:before="120" w:line="22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мероприятий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7B2187" w:rsidRPr="00A26F85" w:rsidRDefault="007B2187" w:rsidP="00DF6FC9">
            <w:pPr>
              <w:autoSpaceDE w:val="0"/>
              <w:autoSpaceDN w:val="0"/>
              <w:adjustRightInd w:val="0"/>
              <w:spacing w:before="120" w:line="220" w:lineRule="exact"/>
              <w:rPr>
                <w:sz w:val="24"/>
                <w:szCs w:val="24"/>
              </w:rPr>
            </w:pPr>
            <w:r w:rsidRPr="00A26F85">
              <w:rPr>
                <w:sz w:val="24"/>
                <w:szCs w:val="24"/>
              </w:rPr>
              <w:t>штук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7B2187" w:rsidRPr="00A26F85" w:rsidRDefault="007B2187" w:rsidP="00DF6FC9">
            <w:pPr>
              <w:autoSpaceDE w:val="0"/>
              <w:autoSpaceDN w:val="0"/>
              <w:adjustRightInd w:val="0"/>
              <w:spacing w:before="120" w:line="220" w:lineRule="exact"/>
              <w:rPr>
                <w:sz w:val="24"/>
                <w:szCs w:val="24"/>
              </w:rPr>
            </w:pPr>
            <w:r w:rsidRPr="00A26F85">
              <w:rPr>
                <w:sz w:val="24"/>
                <w:szCs w:val="24"/>
              </w:rPr>
              <w:t>796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7B2187" w:rsidRDefault="007B2187" w:rsidP="00DF6FC9">
            <w:pPr>
              <w:autoSpaceDE w:val="0"/>
              <w:autoSpaceDN w:val="0"/>
              <w:adjustRightInd w:val="0"/>
              <w:spacing w:before="120" w:line="22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B2187" w:rsidRPr="00155402" w:rsidRDefault="007B2187" w:rsidP="00D4435E">
            <w:pPr>
              <w:autoSpaceDE w:val="0"/>
              <w:autoSpaceDN w:val="0"/>
              <w:adjustRightInd w:val="0"/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69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B2187" w:rsidRPr="00155402" w:rsidRDefault="007B2187" w:rsidP="00D4435E">
            <w:pPr>
              <w:autoSpaceDE w:val="0"/>
              <w:autoSpaceDN w:val="0"/>
              <w:adjustRightInd w:val="0"/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B2187" w:rsidRPr="00155402" w:rsidRDefault="007B2187" w:rsidP="00D4435E">
            <w:pPr>
              <w:autoSpaceDE w:val="0"/>
              <w:autoSpaceDN w:val="0"/>
              <w:adjustRightInd w:val="0"/>
              <w:spacing w:before="120"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B2187" w:rsidRPr="00155402" w:rsidRDefault="007B2187" w:rsidP="00D4435E">
            <w:pPr>
              <w:autoSpaceDE w:val="0"/>
              <w:autoSpaceDN w:val="0"/>
              <w:adjustRightInd w:val="0"/>
              <w:spacing w:before="120" w:line="240" w:lineRule="exact"/>
              <w:jc w:val="center"/>
              <w:rPr>
                <w:sz w:val="28"/>
                <w:szCs w:val="28"/>
              </w:rPr>
            </w:pPr>
          </w:p>
        </w:tc>
      </w:tr>
      <w:tr w:rsidR="007B2187" w:rsidRPr="00155402" w:rsidTr="00D4435E">
        <w:tc>
          <w:tcPr>
            <w:tcW w:w="1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B2187" w:rsidRPr="00155402" w:rsidRDefault="007B2187" w:rsidP="00D4435E">
            <w:pPr>
              <w:autoSpaceDE w:val="0"/>
              <w:autoSpaceDN w:val="0"/>
              <w:adjustRightInd w:val="0"/>
              <w:spacing w:before="120"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B2187" w:rsidRPr="00155402" w:rsidRDefault="007B2187" w:rsidP="00D4435E">
            <w:pPr>
              <w:autoSpaceDE w:val="0"/>
              <w:autoSpaceDN w:val="0"/>
              <w:adjustRightInd w:val="0"/>
              <w:spacing w:before="120"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B2187" w:rsidRPr="00155402" w:rsidRDefault="007B2187" w:rsidP="00D4435E">
            <w:pPr>
              <w:autoSpaceDE w:val="0"/>
              <w:autoSpaceDN w:val="0"/>
              <w:adjustRightInd w:val="0"/>
              <w:spacing w:before="120"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B2187" w:rsidRPr="00155402" w:rsidRDefault="007B2187" w:rsidP="00D4435E">
            <w:pPr>
              <w:autoSpaceDE w:val="0"/>
              <w:autoSpaceDN w:val="0"/>
              <w:adjustRightInd w:val="0"/>
              <w:spacing w:before="120"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1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B2187" w:rsidRPr="00155402" w:rsidRDefault="007B2187" w:rsidP="00D4435E">
            <w:pPr>
              <w:autoSpaceDE w:val="0"/>
              <w:autoSpaceDN w:val="0"/>
              <w:adjustRightInd w:val="0"/>
              <w:spacing w:before="120"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B2187" w:rsidRPr="00155402" w:rsidRDefault="007B2187" w:rsidP="00D4435E">
            <w:pPr>
              <w:autoSpaceDE w:val="0"/>
              <w:autoSpaceDN w:val="0"/>
              <w:adjustRightInd w:val="0"/>
              <w:spacing w:before="120"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B2187" w:rsidRPr="00155402" w:rsidRDefault="007B2187" w:rsidP="00D4435E">
            <w:pPr>
              <w:autoSpaceDE w:val="0"/>
              <w:autoSpaceDN w:val="0"/>
              <w:adjustRightInd w:val="0"/>
              <w:spacing w:before="120"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B2187" w:rsidRPr="00155402" w:rsidRDefault="007B2187" w:rsidP="00D4435E">
            <w:pPr>
              <w:autoSpaceDE w:val="0"/>
              <w:autoSpaceDN w:val="0"/>
              <w:adjustRightInd w:val="0"/>
              <w:spacing w:before="120"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B2187" w:rsidRPr="00155402" w:rsidRDefault="007B2187" w:rsidP="00D4435E">
            <w:pPr>
              <w:autoSpaceDE w:val="0"/>
              <w:autoSpaceDN w:val="0"/>
              <w:adjustRightInd w:val="0"/>
              <w:spacing w:before="120"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B2187" w:rsidRPr="00155402" w:rsidRDefault="007B2187" w:rsidP="00D4435E">
            <w:pPr>
              <w:autoSpaceDE w:val="0"/>
              <w:autoSpaceDN w:val="0"/>
              <w:adjustRightInd w:val="0"/>
              <w:spacing w:before="120"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B2187" w:rsidRPr="00155402" w:rsidRDefault="007B2187" w:rsidP="00D4435E">
            <w:pPr>
              <w:autoSpaceDE w:val="0"/>
              <w:autoSpaceDN w:val="0"/>
              <w:adjustRightInd w:val="0"/>
              <w:spacing w:before="120"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B2187" w:rsidRPr="00155402" w:rsidRDefault="007B2187" w:rsidP="00D4435E">
            <w:pPr>
              <w:autoSpaceDE w:val="0"/>
              <w:autoSpaceDN w:val="0"/>
              <w:adjustRightInd w:val="0"/>
              <w:spacing w:before="120"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B2187" w:rsidRPr="00155402" w:rsidRDefault="007B2187" w:rsidP="00D4435E">
            <w:pPr>
              <w:autoSpaceDE w:val="0"/>
              <w:autoSpaceDN w:val="0"/>
              <w:adjustRightInd w:val="0"/>
              <w:spacing w:before="120"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B2187" w:rsidRPr="00155402" w:rsidRDefault="007B2187" w:rsidP="00D4435E">
            <w:pPr>
              <w:autoSpaceDE w:val="0"/>
              <w:autoSpaceDN w:val="0"/>
              <w:adjustRightInd w:val="0"/>
              <w:spacing w:before="120" w:line="240" w:lineRule="exact"/>
              <w:jc w:val="center"/>
              <w:rPr>
                <w:sz w:val="28"/>
                <w:szCs w:val="28"/>
              </w:rPr>
            </w:pPr>
          </w:p>
        </w:tc>
      </w:tr>
    </w:tbl>
    <w:p w:rsidR="007B2187" w:rsidRPr="00155402" w:rsidRDefault="007B2187" w:rsidP="00E3383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7B2187" w:rsidRPr="00DF6FC9" w:rsidRDefault="007B2187" w:rsidP="00DF6FC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DF6FC9">
        <w:rPr>
          <w:b/>
          <w:sz w:val="28"/>
          <w:szCs w:val="28"/>
        </w:rPr>
        <w:t>Раздел 2</w:t>
      </w:r>
    </w:p>
    <w:p w:rsidR="007B2187" w:rsidRPr="00DF6FC9" w:rsidRDefault="007B2187" w:rsidP="00DF6FC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1E0"/>
      </w:tblPr>
      <w:tblGrid>
        <w:gridCol w:w="11088"/>
        <w:gridCol w:w="2802"/>
        <w:gridCol w:w="1102"/>
      </w:tblGrid>
      <w:tr w:rsidR="007B2187" w:rsidRPr="00155402" w:rsidTr="00DF6FC9">
        <w:trPr>
          <w:trHeight w:val="567"/>
        </w:trPr>
        <w:tc>
          <w:tcPr>
            <w:tcW w:w="11088" w:type="dxa"/>
            <w:tcBorders>
              <w:top w:val="nil"/>
              <w:left w:val="nil"/>
              <w:bottom w:val="nil"/>
              <w:right w:val="nil"/>
            </w:tcBorders>
          </w:tcPr>
          <w:p w:rsidR="007B2187" w:rsidRPr="002B31FC" w:rsidRDefault="007B2187" w:rsidP="00DF6FC9">
            <w:pPr>
              <w:autoSpaceDE w:val="0"/>
              <w:autoSpaceDN w:val="0"/>
              <w:adjustRightInd w:val="0"/>
              <w:ind w:firstLine="709"/>
              <w:rPr>
                <w:b/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1. Наимен</w:t>
            </w:r>
            <w:r>
              <w:rPr>
                <w:sz w:val="28"/>
                <w:szCs w:val="28"/>
              </w:rPr>
              <w:t xml:space="preserve">ование работы </w:t>
            </w:r>
            <w:r>
              <w:rPr>
                <w:b/>
                <w:sz w:val="28"/>
                <w:szCs w:val="28"/>
              </w:rPr>
              <w:t>проведение занятий физкульурно-спортивной направленности по месту проживания граждан</w:t>
            </w:r>
          </w:p>
          <w:p w:rsidR="007B2187" w:rsidRPr="00155402" w:rsidRDefault="007B2187" w:rsidP="00DF6FC9">
            <w:pPr>
              <w:autoSpaceDE w:val="0"/>
              <w:autoSpaceDN w:val="0"/>
              <w:adjustRightInd w:val="0"/>
              <w:ind w:firstLine="709"/>
              <w:rPr>
                <w:sz w:val="28"/>
                <w:szCs w:val="28"/>
              </w:rPr>
            </w:pPr>
          </w:p>
          <w:p w:rsidR="007B2187" w:rsidRPr="00155402" w:rsidRDefault="007B2187" w:rsidP="00DF6FC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_____________________________________________________________________________</w:t>
            </w:r>
          </w:p>
        </w:tc>
        <w:tc>
          <w:tcPr>
            <w:tcW w:w="2802" w:type="dxa"/>
            <w:vMerge w:val="restart"/>
            <w:tcBorders>
              <w:top w:val="nil"/>
              <w:left w:val="nil"/>
              <w:bottom w:val="nil"/>
            </w:tcBorders>
          </w:tcPr>
          <w:p w:rsidR="007B2187" w:rsidRPr="00155402" w:rsidRDefault="007B2187" w:rsidP="00DF6FC9">
            <w:pPr>
              <w:autoSpaceDE w:val="0"/>
              <w:autoSpaceDN w:val="0"/>
              <w:adjustRightInd w:val="0"/>
              <w:spacing w:before="120" w:line="240" w:lineRule="exact"/>
              <w:jc w:val="right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 xml:space="preserve">Уникальный номер по базовому </w:t>
            </w:r>
            <w:r w:rsidRPr="00155402">
              <w:rPr>
                <w:sz w:val="28"/>
                <w:szCs w:val="28"/>
              </w:rPr>
              <w:br/>
              <w:t xml:space="preserve">(отраслевому) </w:t>
            </w:r>
            <w:r w:rsidRPr="00155402">
              <w:rPr>
                <w:sz w:val="28"/>
                <w:szCs w:val="28"/>
              </w:rPr>
              <w:br/>
              <w:t>перечню</w:t>
            </w:r>
          </w:p>
        </w:tc>
        <w:tc>
          <w:tcPr>
            <w:tcW w:w="1102" w:type="dxa"/>
            <w:vMerge w:val="restart"/>
            <w:tcBorders>
              <w:top w:val="single" w:sz="4" w:space="0" w:color="auto"/>
            </w:tcBorders>
            <w:vAlign w:val="center"/>
          </w:tcPr>
          <w:p w:rsidR="007B2187" w:rsidRPr="00155402" w:rsidRDefault="007B2187" w:rsidP="00DF6FC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30.010.1</w:t>
            </w:r>
          </w:p>
        </w:tc>
      </w:tr>
      <w:tr w:rsidR="007B2187" w:rsidRPr="00155402" w:rsidTr="00DF6FC9">
        <w:tc>
          <w:tcPr>
            <w:tcW w:w="110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B2187" w:rsidRPr="00155402" w:rsidRDefault="007B2187" w:rsidP="00DF6FC9">
            <w:pPr>
              <w:autoSpaceDE w:val="0"/>
              <w:autoSpaceDN w:val="0"/>
              <w:adjustRightInd w:val="0"/>
              <w:spacing w:before="120"/>
              <w:ind w:firstLine="709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2. Категори</w:t>
            </w:r>
            <w:r>
              <w:rPr>
                <w:sz w:val="28"/>
                <w:szCs w:val="28"/>
              </w:rPr>
              <w:t xml:space="preserve">и потребителей работы  </w:t>
            </w:r>
            <w:r w:rsidRPr="00DF6FC9">
              <w:rPr>
                <w:b/>
                <w:sz w:val="28"/>
                <w:szCs w:val="28"/>
              </w:rPr>
              <w:t>в интересах общества</w:t>
            </w:r>
            <w:r w:rsidRPr="00155402">
              <w:rPr>
                <w:sz w:val="28"/>
                <w:szCs w:val="28"/>
              </w:rPr>
              <w:t xml:space="preserve"> </w:t>
            </w:r>
          </w:p>
        </w:tc>
        <w:tc>
          <w:tcPr>
            <w:tcW w:w="2802" w:type="dxa"/>
            <w:vMerge/>
            <w:tcBorders>
              <w:left w:val="nil"/>
              <w:bottom w:val="nil"/>
            </w:tcBorders>
          </w:tcPr>
          <w:p w:rsidR="007B2187" w:rsidRPr="00155402" w:rsidRDefault="007B2187" w:rsidP="00DF6FC9">
            <w:pPr>
              <w:autoSpaceDE w:val="0"/>
              <w:autoSpaceDN w:val="0"/>
              <w:adjustRightInd w:val="0"/>
              <w:jc w:val="right"/>
              <w:rPr>
                <w:spacing w:val="-18"/>
                <w:sz w:val="28"/>
                <w:szCs w:val="28"/>
              </w:rPr>
            </w:pPr>
          </w:p>
        </w:tc>
        <w:tc>
          <w:tcPr>
            <w:tcW w:w="1102" w:type="dxa"/>
            <w:vMerge/>
            <w:vAlign w:val="center"/>
          </w:tcPr>
          <w:p w:rsidR="007B2187" w:rsidRPr="00155402" w:rsidRDefault="007B2187" w:rsidP="00DF6FC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7B2187" w:rsidRPr="00155402" w:rsidTr="00DF6FC9">
        <w:tc>
          <w:tcPr>
            <w:tcW w:w="11088" w:type="dxa"/>
            <w:tcBorders>
              <w:top w:val="nil"/>
              <w:left w:val="nil"/>
              <w:bottom w:val="nil"/>
              <w:right w:val="nil"/>
            </w:tcBorders>
          </w:tcPr>
          <w:p w:rsidR="007B2187" w:rsidRPr="00155402" w:rsidRDefault="007B2187" w:rsidP="00DF6FC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_____________________________________________________________________________</w:t>
            </w:r>
          </w:p>
        </w:tc>
        <w:tc>
          <w:tcPr>
            <w:tcW w:w="2802" w:type="dxa"/>
            <w:vMerge/>
            <w:tcBorders>
              <w:left w:val="nil"/>
              <w:bottom w:val="nil"/>
            </w:tcBorders>
          </w:tcPr>
          <w:p w:rsidR="007B2187" w:rsidRPr="00155402" w:rsidRDefault="007B2187" w:rsidP="00DF6FC9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1102" w:type="dxa"/>
            <w:vMerge/>
            <w:tcBorders>
              <w:bottom w:val="single" w:sz="4" w:space="0" w:color="auto"/>
            </w:tcBorders>
          </w:tcPr>
          <w:p w:rsidR="007B2187" w:rsidRPr="00155402" w:rsidRDefault="007B2187" w:rsidP="00DF6FC9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</w:tbl>
    <w:p w:rsidR="007B2187" w:rsidRPr="00155402" w:rsidRDefault="007B2187" w:rsidP="00DF6FC9">
      <w:pPr>
        <w:autoSpaceDE w:val="0"/>
        <w:autoSpaceDN w:val="0"/>
        <w:adjustRightInd w:val="0"/>
        <w:spacing w:before="120" w:line="360" w:lineRule="atLeast"/>
        <w:ind w:firstLine="709"/>
        <w:rPr>
          <w:sz w:val="28"/>
          <w:szCs w:val="28"/>
        </w:rPr>
      </w:pPr>
      <w:r w:rsidRPr="00155402">
        <w:rPr>
          <w:sz w:val="28"/>
          <w:szCs w:val="28"/>
        </w:rPr>
        <w:t>3. Сведения о фактическом достижении показателей, характеризующих качество и (или) объем (содержание) работы:</w:t>
      </w:r>
    </w:p>
    <w:p w:rsidR="007B2187" w:rsidRPr="00155402" w:rsidRDefault="007B2187" w:rsidP="00DF6FC9">
      <w:pPr>
        <w:autoSpaceDE w:val="0"/>
        <w:autoSpaceDN w:val="0"/>
        <w:adjustRightInd w:val="0"/>
        <w:spacing w:after="120" w:line="360" w:lineRule="atLeast"/>
        <w:ind w:firstLine="709"/>
        <w:rPr>
          <w:sz w:val="28"/>
          <w:szCs w:val="28"/>
        </w:rPr>
      </w:pPr>
      <w:r w:rsidRPr="00155402">
        <w:rPr>
          <w:sz w:val="28"/>
          <w:szCs w:val="28"/>
        </w:rPr>
        <w:t>3.1. Сведения о фактическом достижении показателей, характеризующих качество работы:</w:t>
      </w:r>
    </w:p>
    <w:tbl>
      <w:tblPr>
        <w:tblW w:w="14850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242"/>
        <w:gridCol w:w="1133"/>
        <w:gridCol w:w="1133"/>
        <w:gridCol w:w="1133"/>
        <w:gridCol w:w="1138"/>
        <w:gridCol w:w="1133"/>
        <w:gridCol w:w="994"/>
        <w:gridCol w:w="989"/>
        <w:gridCol w:w="845"/>
        <w:gridCol w:w="1141"/>
        <w:gridCol w:w="992"/>
        <w:gridCol w:w="998"/>
        <w:gridCol w:w="994"/>
        <w:gridCol w:w="985"/>
      </w:tblGrid>
      <w:tr w:rsidR="007B2187" w:rsidRPr="00155402" w:rsidTr="00DF6FC9">
        <w:tc>
          <w:tcPr>
            <w:tcW w:w="12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B2187" w:rsidRPr="00155402" w:rsidRDefault="007B2187" w:rsidP="00DF6FC9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 xml:space="preserve">Уникаль-ный </w:t>
            </w:r>
            <w:r w:rsidRPr="00155402">
              <w:rPr>
                <w:sz w:val="28"/>
                <w:szCs w:val="28"/>
              </w:rPr>
              <w:br/>
              <w:t xml:space="preserve">номер реест-ровой </w:t>
            </w:r>
            <w:r w:rsidRPr="00155402">
              <w:rPr>
                <w:sz w:val="28"/>
                <w:szCs w:val="28"/>
              </w:rPr>
              <w:br/>
              <w:t>записи</w:t>
            </w:r>
          </w:p>
        </w:tc>
        <w:tc>
          <w:tcPr>
            <w:tcW w:w="339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B2187" w:rsidRPr="00155402" w:rsidRDefault="007B2187" w:rsidP="00DF6FC9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Показатель, характеризующий содержание работы</w:t>
            </w:r>
          </w:p>
        </w:tc>
        <w:tc>
          <w:tcPr>
            <w:tcW w:w="227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B2187" w:rsidRPr="00155402" w:rsidRDefault="007B2187" w:rsidP="00DF6FC9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 xml:space="preserve">Показатель, </w:t>
            </w:r>
            <w:r w:rsidRPr="00155402">
              <w:rPr>
                <w:sz w:val="28"/>
                <w:szCs w:val="28"/>
              </w:rPr>
              <w:br/>
              <w:t xml:space="preserve">характеризующий условия (формы) выполнения </w:t>
            </w:r>
            <w:r w:rsidRPr="00155402">
              <w:rPr>
                <w:sz w:val="28"/>
                <w:szCs w:val="28"/>
              </w:rPr>
              <w:br/>
              <w:t>работы</w:t>
            </w:r>
          </w:p>
        </w:tc>
        <w:tc>
          <w:tcPr>
            <w:tcW w:w="793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B2187" w:rsidRPr="00155402" w:rsidRDefault="007B2187" w:rsidP="00DF6FC9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Показатель качества работы</w:t>
            </w:r>
          </w:p>
        </w:tc>
      </w:tr>
      <w:tr w:rsidR="007B2187" w:rsidRPr="00155402" w:rsidTr="00DF6FC9">
        <w:tc>
          <w:tcPr>
            <w:tcW w:w="12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B2187" w:rsidRPr="00155402" w:rsidRDefault="007B2187" w:rsidP="00DF6FC9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339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B2187" w:rsidRPr="00155402" w:rsidRDefault="007B2187" w:rsidP="00DF6FC9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27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B2187" w:rsidRPr="00155402" w:rsidRDefault="007B2187" w:rsidP="00DF6FC9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B2187" w:rsidRPr="00155402" w:rsidRDefault="007B2187" w:rsidP="00DF6FC9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 xml:space="preserve">наиме-нование </w:t>
            </w:r>
            <w:r w:rsidRPr="00155402">
              <w:rPr>
                <w:sz w:val="28"/>
                <w:szCs w:val="28"/>
              </w:rPr>
              <w:br/>
              <w:t>показа-теля</w:t>
            </w:r>
          </w:p>
        </w:tc>
        <w:tc>
          <w:tcPr>
            <w:tcW w:w="1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B2187" w:rsidRPr="00155402" w:rsidRDefault="007B2187" w:rsidP="00DF6FC9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 xml:space="preserve">единица </w:t>
            </w:r>
            <w:r w:rsidRPr="00155402">
              <w:rPr>
                <w:sz w:val="28"/>
                <w:szCs w:val="28"/>
              </w:rPr>
              <w:br/>
              <w:t xml:space="preserve">измерения по </w:t>
            </w:r>
            <w:hyperlink r:id="rId13" w:history="1">
              <w:r w:rsidRPr="00155402">
                <w:rPr>
                  <w:sz w:val="28"/>
                  <w:szCs w:val="28"/>
                </w:rPr>
                <w:t>ОКЕИ</w:t>
              </w:r>
            </w:hyperlink>
          </w:p>
        </w:tc>
        <w:tc>
          <w:tcPr>
            <w:tcW w:w="11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B2187" w:rsidRPr="00155402" w:rsidRDefault="007B2187" w:rsidP="00DF6FC9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утверж-дено в муниципальном задании на год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B2187" w:rsidRPr="00155402" w:rsidRDefault="007B2187" w:rsidP="00DF6FC9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 xml:space="preserve">испол-нено на отчетную </w:t>
            </w:r>
            <w:r w:rsidRPr="00155402">
              <w:rPr>
                <w:sz w:val="28"/>
                <w:szCs w:val="28"/>
              </w:rPr>
              <w:br/>
              <w:t>дату</w:t>
            </w:r>
          </w:p>
        </w:tc>
        <w:tc>
          <w:tcPr>
            <w:tcW w:w="9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B2187" w:rsidRPr="00155402" w:rsidRDefault="007B2187" w:rsidP="00DF6FC9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допус-тимое (возможное) откло-нение</w:t>
            </w:r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B2187" w:rsidRPr="00155402" w:rsidRDefault="007B2187" w:rsidP="00DF6FC9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 xml:space="preserve">откло-нение, превы-шающее допус-тимое </w:t>
            </w:r>
            <w:r w:rsidRPr="00155402">
              <w:rPr>
                <w:spacing w:val="-20"/>
                <w:sz w:val="28"/>
                <w:szCs w:val="28"/>
              </w:rPr>
              <w:t>(возмож-</w:t>
            </w:r>
            <w:r w:rsidRPr="00155402">
              <w:rPr>
                <w:sz w:val="28"/>
                <w:szCs w:val="28"/>
              </w:rPr>
              <w:t>ное) значе-ние</w:t>
            </w:r>
          </w:p>
        </w:tc>
        <w:tc>
          <w:tcPr>
            <w:tcW w:w="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B2187" w:rsidRPr="00155402" w:rsidRDefault="007B2187" w:rsidP="00DF6FC9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 xml:space="preserve">при-чина </w:t>
            </w:r>
            <w:r w:rsidRPr="00155402">
              <w:rPr>
                <w:sz w:val="28"/>
                <w:szCs w:val="28"/>
              </w:rPr>
              <w:br/>
              <w:t>откло-нения</w:t>
            </w:r>
          </w:p>
        </w:tc>
      </w:tr>
      <w:tr w:rsidR="007B2187" w:rsidRPr="00155402" w:rsidTr="00DF6FC9">
        <w:tc>
          <w:tcPr>
            <w:tcW w:w="12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B2187" w:rsidRPr="00155402" w:rsidRDefault="007B2187" w:rsidP="00DF6FC9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B2187" w:rsidRPr="00155402" w:rsidRDefault="007B2187" w:rsidP="00DF6FC9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_______</w:t>
            </w:r>
          </w:p>
          <w:p w:rsidR="007B2187" w:rsidRPr="00155402" w:rsidRDefault="007B2187" w:rsidP="00DF6FC9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Cs w:val="28"/>
              </w:rPr>
              <w:t>(наиме-нование показа-теля)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B2187" w:rsidRPr="00155402" w:rsidRDefault="007B2187" w:rsidP="00DF6FC9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_______</w:t>
            </w:r>
          </w:p>
          <w:p w:rsidR="007B2187" w:rsidRPr="00155402" w:rsidRDefault="007B2187" w:rsidP="00DF6FC9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Cs w:val="28"/>
              </w:rPr>
              <w:t>(наиме-нование показа-теля)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B2187" w:rsidRPr="00155402" w:rsidRDefault="007B2187" w:rsidP="00DF6FC9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_______</w:t>
            </w:r>
          </w:p>
          <w:p w:rsidR="007B2187" w:rsidRPr="00155402" w:rsidRDefault="007B2187" w:rsidP="00DF6FC9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Cs w:val="28"/>
              </w:rPr>
              <w:t>(наиме-нование показа-теля)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B2187" w:rsidRPr="00155402" w:rsidRDefault="007B2187" w:rsidP="00DF6FC9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_______</w:t>
            </w:r>
          </w:p>
          <w:p w:rsidR="007B2187" w:rsidRPr="00155402" w:rsidRDefault="007B2187" w:rsidP="00DF6FC9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Cs w:val="28"/>
              </w:rPr>
              <w:t>(наиме-нование показа-теля)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B2187" w:rsidRPr="00155402" w:rsidRDefault="007B2187" w:rsidP="00DF6FC9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_______</w:t>
            </w:r>
          </w:p>
          <w:p w:rsidR="007B2187" w:rsidRPr="00155402" w:rsidRDefault="007B2187" w:rsidP="00DF6FC9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Cs w:val="28"/>
              </w:rPr>
              <w:t>(наиме-нование показа-теля)</w:t>
            </w:r>
          </w:p>
        </w:tc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B2187" w:rsidRPr="00155402" w:rsidRDefault="007B2187" w:rsidP="00DF6FC9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B2187" w:rsidRPr="00155402" w:rsidRDefault="007B2187" w:rsidP="00DF6FC9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наиме-нование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B2187" w:rsidRPr="00155402" w:rsidRDefault="007B2187" w:rsidP="00DF6FC9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код</w:t>
            </w:r>
          </w:p>
        </w:tc>
        <w:tc>
          <w:tcPr>
            <w:tcW w:w="1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B2187" w:rsidRPr="00155402" w:rsidRDefault="007B2187" w:rsidP="00DF6FC9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B2187" w:rsidRPr="00155402" w:rsidRDefault="007B2187" w:rsidP="00DF6FC9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B2187" w:rsidRPr="00155402" w:rsidRDefault="007B2187" w:rsidP="00DF6FC9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B2187" w:rsidRPr="00155402" w:rsidRDefault="007B2187" w:rsidP="00DF6FC9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B2187" w:rsidRPr="00155402" w:rsidRDefault="007B2187" w:rsidP="00DF6FC9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</w:p>
        </w:tc>
      </w:tr>
      <w:tr w:rsidR="007B2187" w:rsidRPr="00155402" w:rsidTr="00DF6FC9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B2187" w:rsidRPr="00155402" w:rsidRDefault="007B2187" w:rsidP="00DF6FC9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B2187" w:rsidRPr="00155402" w:rsidRDefault="007B2187" w:rsidP="00DF6FC9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B2187" w:rsidRPr="00155402" w:rsidRDefault="007B2187" w:rsidP="00DF6FC9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B2187" w:rsidRPr="00155402" w:rsidRDefault="007B2187" w:rsidP="00DF6FC9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4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B2187" w:rsidRPr="00155402" w:rsidRDefault="007B2187" w:rsidP="00DF6FC9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B2187" w:rsidRPr="00155402" w:rsidRDefault="007B2187" w:rsidP="00DF6FC9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6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B2187" w:rsidRPr="00155402" w:rsidRDefault="007B2187" w:rsidP="00DF6FC9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7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B2187" w:rsidRPr="00155402" w:rsidRDefault="007B2187" w:rsidP="00DF6FC9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8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B2187" w:rsidRPr="00155402" w:rsidRDefault="007B2187" w:rsidP="00DF6FC9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9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B2187" w:rsidRPr="00155402" w:rsidRDefault="007B2187" w:rsidP="00DF6FC9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B2187" w:rsidRPr="00155402" w:rsidRDefault="007B2187" w:rsidP="00DF6FC9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11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B2187" w:rsidRPr="00155402" w:rsidRDefault="007B2187" w:rsidP="00DF6FC9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12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B2187" w:rsidRPr="00155402" w:rsidRDefault="007B2187" w:rsidP="00DF6FC9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13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B2187" w:rsidRPr="00155402" w:rsidRDefault="007B2187" w:rsidP="00DF6FC9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14</w:t>
            </w:r>
          </w:p>
        </w:tc>
      </w:tr>
      <w:tr w:rsidR="007B2187" w:rsidRPr="00155402" w:rsidTr="00DF6FC9">
        <w:tc>
          <w:tcPr>
            <w:tcW w:w="12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7B2187" w:rsidRPr="00F02204" w:rsidRDefault="007B2187" w:rsidP="00DF6FC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3001010000000000003100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7B2187" w:rsidRDefault="007B2187" w:rsidP="00DF6FC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7B2187" w:rsidRDefault="007B2187" w:rsidP="00DF6FC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7B2187" w:rsidRDefault="007B2187" w:rsidP="00DF6FC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7B2187" w:rsidRDefault="007B2187" w:rsidP="00DF6FC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7B2187" w:rsidRDefault="007B2187" w:rsidP="00DF6FC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7B2187" w:rsidRPr="002B31FC" w:rsidRDefault="007B2187" w:rsidP="00DF6FC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Колличество занимающихся в спортивных секциях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7B2187" w:rsidRPr="00415591" w:rsidRDefault="007B2187" w:rsidP="00DF6FC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человек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7B2187" w:rsidRPr="00415591" w:rsidRDefault="007B2187" w:rsidP="00DF6FC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792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7B2187" w:rsidRDefault="007B2187" w:rsidP="00DF6FC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7B2187" w:rsidRPr="00155402" w:rsidRDefault="007B2187" w:rsidP="00DF6FC9">
            <w:pPr>
              <w:autoSpaceDE w:val="0"/>
              <w:autoSpaceDN w:val="0"/>
              <w:adjustRightInd w:val="0"/>
              <w:spacing w:before="120"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1910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7B2187" w:rsidRPr="00155402" w:rsidRDefault="007B2187" w:rsidP="00DF6FC9">
            <w:pPr>
              <w:autoSpaceDE w:val="0"/>
              <w:autoSpaceDN w:val="0"/>
              <w:adjustRightInd w:val="0"/>
              <w:spacing w:before="120"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179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7B2187" w:rsidRPr="00155402" w:rsidRDefault="007B2187" w:rsidP="00DF6FC9">
            <w:pPr>
              <w:autoSpaceDE w:val="0"/>
              <w:autoSpaceDN w:val="0"/>
              <w:adjustRightInd w:val="0"/>
              <w:spacing w:before="120" w:line="240" w:lineRule="exact"/>
              <w:rPr>
                <w:sz w:val="28"/>
                <w:szCs w:val="28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7B2187" w:rsidRPr="00155402" w:rsidRDefault="007B2187" w:rsidP="00DF6FC9">
            <w:pPr>
              <w:autoSpaceDE w:val="0"/>
              <w:autoSpaceDN w:val="0"/>
              <w:adjustRightInd w:val="0"/>
              <w:spacing w:before="120" w:line="240" w:lineRule="exact"/>
              <w:rPr>
                <w:sz w:val="28"/>
                <w:szCs w:val="28"/>
              </w:rPr>
            </w:pPr>
          </w:p>
        </w:tc>
      </w:tr>
      <w:tr w:rsidR="007B2187" w:rsidRPr="00155402" w:rsidTr="00DF6FC9">
        <w:tc>
          <w:tcPr>
            <w:tcW w:w="12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7B2187" w:rsidRPr="00155402" w:rsidRDefault="007B2187" w:rsidP="00DF6FC9">
            <w:pPr>
              <w:autoSpaceDE w:val="0"/>
              <w:autoSpaceDN w:val="0"/>
              <w:adjustRightInd w:val="0"/>
              <w:spacing w:before="120" w:line="24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7B2187" w:rsidRPr="00155402" w:rsidRDefault="007B2187" w:rsidP="00DF6FC9">
            <w:pPr>
              <w:autoSpaceDE w:val="0"/>
              <w:autoSpaceDN w:val="0"/>
              <w:adjustRightInd w:val="0"/>
              <w:spacing w:before="120" w:line="24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7B2187" w:rsidRPr="00155402" w:rsidRDefault="007B2187" w:rsidP="00DF6FC9">
            <w:pPr>
              <w:autoSpaceDE w:val="0"/>
              <w:autoSpaceDN w:val="0"/>
              <w:adjustRightInd w:val="0"/>
              <w:spacing w:before="120" w:line="24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7B2187" w:rsidRPr="00155402" w:rsidRDefault="007B2187" w:rsidP="00DF6FC9">
            <w:pPr>
              <w:autoSpaceDE w:val="0"/>
              <w:autoSpaceDN w:val="0"/>
              <w:adjustRightInd w:val="0"/>
              <w:spacing w:before="120" w:line="24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11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7B2187" w:rsidRPr="00155402" w:rsidRDefault="007B2187" w:rsidP="00DF6FC9">
            <w:pPr>
              <w:autoSpaceDE w:val="0"/>
              <w:autoSpaceDN w:val="0"/>
              <w:adjustRightInd w:val="0"/>
              <w:spacing w:before="120" w:line="24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7B2187" w:rsidRPr="00155402" w:rsidRDefault="007B2187" w:rsidP="00DF6FC9">
            <w:pPr>
              <w:autoSpaceDE w:val="0"/>
              <w:autoSpaceDN w:val="0"/>
              <w:adjustRightInd w:val="0"/>
              <w:spacing w:before="120" w:line="24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7B2187" w:rsidRPr="00155402" w:rsidRDefault="007B2187" w:rsidP="00DF6FC9">
            <w:pPr>
              <w:autoSpaceDE w:val="0"/>
              <w:autoSpaceDN w:val="0"/>
              <w:adjustRightInd w:val="0"/>
              <w:spacing w:before="120" w:line="240" w:lineRule="exact"/>
              <w:rPr>
                <w:sz w:val="28"/>
                <w:szCs w:val="28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7B2187" w:rsidRPr="00155402" w:rsidRDefault="007B2187" w:rsidP="00DF6FC9">
            <w:pPr>
              <w:autoSpaceDE w:val="0"/>
              <w:autoSpaceDN w:val="0"/>
              <w:adjustRightInd w:val="0"/>
              <w:spacing w:before="120" w:line="240" w:lineRule="exact"/>
              <w:rPr>
                <w:sz w:val="28"/>
                <w:szCs w:val="28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7B2187" w:rsidRPr="00155402" w:rsidRDefault="007B2187" w:rsidP="00DF6FC9">
            <w:pPr>
              <w:autoSpaceDE w:val="0"/>
              <w:autoSpaceDN w:val="0"/>
              <w:adjustRightInd w:val="0"/>
              <w:spacing w:before="120" w:line="240" w:lineRule="exact"/>
              <w:rPr>
                <w:sz w:val="28"/>
                <w:szCs w:val="28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7B2187" w:rsidRPr="00155402" w:rsidRDefault="007B2187" w:rsidP="00DF6FC9">
            <w:pPr>
              <w:autoSpaceDE w:val="0"/>
              <w:autoSpaceDN w:val="0"/>
              <w:adjustRightInd w:val="0"/>
              <w:spacing w:before="120" w:line="240" w:lineRule="exact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7B2187" w:rsidRPr="00155402" w:rsidRDefault="007B2187" w:rsidP="00DF6FC9">
            <w:pPr>
              <w:autoSpaceDE w:val="0"/>
              <w:autoSpaceDN w:val="0"/>
              <w:adjustRightInd w:val="0"/>
              <w:spacing w:before="120" w:line="240" w:lineRule="exact"/>
              <w:rPr>
                <w:sz w:val="28"/>
                <w:szCs w:val="28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7B2187" w:rsidRPr="00155402" w:rsidRDefault="007B2187" w:rsidP="00DF6FC9">
            <w:pPr>
              <w:autoSpaceDE w:val="0"/>
              <w:autoSpaceDN w:val="0"/>
              <w:adjustRightInd w:val="0"/>
              <w:spacing w:before="120" w:line="240" w:lineRule="exact"/>
              <w:rPr>
                <w:sz w:val="28"/>
                <w:szCs w:val="28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7B2187" w:rsidRPr="00155402" w:rsidRDefault="007B2187" w:rsidP="00DF6FC9">
            <w:pPr>
              <w:autoSpaceDE w:val="0"/>
              <w:autoSpaceDN w:val="0"/>
              <w:adjustRightInd w:val="0"/>
              <w:spacing w:before="120" w:line="240" w:lineRule="exact"/>
              <w:rPr>
                <w:sz w:val="28"/>
                <w:szCs w:val="28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7B2187" w:rsidRPr="00155402" w:rsidRDefault="007B2187" w:rsidP="00DF6FC9">
            <w:pPr>
              <w:autoSpaceDE w:val="0"/>
              <w:autoSpaceDN w:val="0"/>
              <w:adjustRightInd w:val="0"/>
              <w:spacing w:before="120" w:line="240" w:lineRule="exact"/>
              <w:rPr>
                <w:sz w:val="28"/>
                <w:szCs w:val="28"/>
              </w:rPr>
            </w:pPr>
          </w:p>
        </w:tc>
      </w:tr>
    </w:tbl>
    <w:p w:rsidR="007B2187" w:rsidRPr="00155402" w:rsidRDefault="007B2187" w:rsidP="00DF6FC9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</w:p>
    <w:p w:rsidR="007B2187" w:rsidRPr="00155402" w:rsidRDefault="007B2187" w:rsidP="00DF6FC9">
      <w:pPr>
        <w:autoSpaceDE w:val="0"/>
        <w:autoSpaceDN w:val="0"/>
        <w:adjustRightInd w:val="0"/>
        <w:spacing w:after="120"/>
        <w:ind w:firstLine="709"/>
        <w:rPr>
          <w:sz w:val="28"/>
          <w:szCs w:val="28"/>
        </w:rPr>
      </w:pPr>
      <w:r w:rsidRPr="00155402">
        <w:rPr>
          <w:sz w:val="28"/>
          <w:szCs w:val="28"/>
        </w:rPr>
        <w:t>3.2. Сведения о фактическом достижении показателей, характеризующих объем (содержание) работы:</w:t>
      </w:r>
    </w:p>
    <w:tbl>
      <w:tblPr>
        <w:tblW w:w="14837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100"/>
        <w:gridCol w:w="1133"/>
        <w:gridCol w:w="1133"/>
        <w:gridCol w:w="1133"/>
        <w:gridCol w:w="1138"/>
        <w:gridCol w:w="1133"/>
        <w:gridCol w:w="994"/>
        <w:gridCol w:w="989"/>
        <w:gridCol w:w="859"/>
        <w:gridCol w:w="1127"/>
        <w:gridCol w:w="993"/>
        <w:gridCol w:w="998"/>
        <w:gridCol w:w="1128"/>
        <w:gridCol w:w="979"/>
      </w:tblGrid>
      <w:tr w:rsidR="007B2187" w:rsidRPr="00155402" w:rsidTr="00DF6FC9">
        <w:tc>
          <w:tcPr>
            <w:tcW w:w="11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B2187" w:rsidRPr="00155402" w:rsidRDefault="007B2187" w:rsidP="00DF6FC9">
            <w:pPr>
              <w:autoSpaceDE w:val="0"/>
              <w:autoSpaceDN w:val="0"/>
              <w:adjustRightInd w:val="0"/>
              <w:spacing w:line="240" w:lineRule="exact"/>
              <w:ind w:left="-57" w:right="-57"/>
              <w:jc w:val="center"/>
              <w:rPr>
                <w:spacing w:val="-8"/>
                <w:sz w:val="28"/>
                <w:szCs w:val="28"/>
              </w:rPr>
            </w:pPr>
            <w:r w:rsidRPr="00155402">
              <w:rPr>
                <w:spacing w:val="-8"/>
                <w:sz w:val="28"/>
                <w:szCs w:val="28"/>
              </w:rPr>
              <w:t xml:space="preserve">Уникаль-ный </w:t>
            </w:r>
            <w:r w:rsidRPr="00155402">
              <w:rPr>
                <w:spacing w:val="-8"/>
                <w:sz w:val="28"/>
                <w:szCs w:val="28"/>
              </w:rPr>
              <w:br/>
              <w:t xml:space="preserve">номер </w:t>
            </w:r>
            <w:r w:rsidRPr="00155402">
              <w:rPr>
                <w:spacing w:val="-8"/>
                <w:sz w:val="28"/>
                <w:szCs w:val="28"/>
              </w:rPr>
              <w:br/>
              <w:t>реест-</w:t>
            </w:r>
            <w:r w:rsidRPr="00155402">
              <w:rPr>
                <w:spacing w:val="-8"/>
                <w:sz w:val="28"/>
                <w:szCs w:val="28"/>
              </w:rPr>
              <w:br/>
              <w:t xml:space="preserve">ровой </w:t>
            </w:r>
            <w:r w:rsidRPr="00155402">
              <w:rPr>
                <w:spacing w:val="-8"/>
                <w:sz w:val="28"/>
                <w:szCs w:val="28"/>
              </w:rPr>
              <w:br/>
              <w:t>записи</w:t>
            </w:r>
          </w:p>
        </w:tc>
        <w:tc>
          <w:tcPr>
            <w:tcW w:w="339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B2187" w:rsidRPr="00155402" w:rsidRDefault="007B2187" w:rsidP="00DF6FC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 xml:space="preserve">Показатель, </w:t>
            </w:r>
            <w:r w:rsidRPr="00155402">
              <w:rPr>
                <w:sz w:val="28"/>
                <w:szCs w:val="28"/>
              </w:rPr>
              <w:br/>
              <w:t xml:space="preserve">характеризующий </w:t>
            </w:r>
            <w:r w:rsidRPr="00155402">
              <w:rPr>
                <w:sz w:val="28"/>
                <w:szCs w:val="28"/>
              </w:rPr>
              <w:br/>
              <w:t>содержание работы</w:t>
            </w:r>
          </w:p>
        </w:tc>
        <w:tc>
          <w:tcPr>
            <w:tcW w:w="227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B2187" w:rsidRPr="00155402" w:rsidRDefault="007B2187" w:rsidP="00DF6FC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 xml:space="preserve">Показатель, </w:t>
            </w:r>
            <w:r w:rsidRPr="00155402">
              <w:rPr>
                <w:sz w:val="28"/>
                <w:szCs w:val="28"/>
              </w:rPr>
              <w:br/>
              <w:t xml:space="preserve">характеризующий условия (формы) выполнения </w:t>
            </w:r>
            <w:r w:rsidRPr="00155402">
              <w:rPr>
                <w:sz w:val="28"/>
                <w:szCs w:val="28"/>
              </w:rPr>
              <w:br/>
              <w:t>работы</w:t>
            </w:r>
          </w:p>
        </w:tc>
        <w:tc>
          <w:tcPr>
            <w:tcW w:w="806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B2187" w:rsidRPr="00155402" w:rsidRDefault="007B2187" w:rsidP="00DF6FC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Показатель объема работы</w:t>
            </w:r>
          </w:p>
        </w:tc>
      </w:tr>
      <w:tr w:rsidR="007B2187" w:rsidRPr="00155402" w:rsidTr="00DF6FC9">
        <w:tc>
          <w:tcPr>
            <w:tcW w:w="110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B2187" w:rsidRPr="00155402" w:rsidRDefault="007B2187" w:rsidP="00DF6FC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339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B2187" w:rsidRPr="00155402" w:rsidRDefault="007B2187" w:rsidP="00DF6FC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27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B2187" w:rsidRPr="00155402" w:rsidRDefault="007B2187" w:rsidP="00DF6FC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B2187" w:rsidRPr="00155402" w:rsidRDefault="007B2187" w:rsidP="00DF6FC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 xml:space="preserve">наиме-нование </w:t>
            </w:r>
            <w:r w:rsidRPr="00155402">
              <w:rPr>
                <w:sz w:val="28"/>
                <w:szCs w:val="28"/>
              </w:rPr>
              <w:br/>
              <w:t>показателя</w:t>
            </w:r>
          </w:p>
        </w:tc>
        <w:tc>
          <w:tcPr>
            <w:tcW w:w="1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B2187" w:rsidRPr="00155402" w:rsidRDefault="007B2187" w:rsidP="00DF6FC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 xml:space="preserve">единица </w:t>
            </w:r>
            <w:r w:rsidRPr="00155402">
              <w:rPr>
                <w:sz w:val="28"/>
                <w:szCs w:val="28"/>
              </w:rPr>
              <w:br/>
              <w:t xml:space="preserve">измерения по </w:t>
            </w:r>
            <w:hyperlink r:id="rId14" w:history="1">
              <w:r w:rsidRPr="00155402">
                <w:rPr>
                  <w:sz w:val="28"/>
                  <w:szCs w:val="28"/>
                </w:rPr>
                <w:t>ОКЕИ</w:t>
              </w:r>
            </w:hyperlink>
          </w:p>
        </w:tc>
        <w:tc>
          <w:tcPr>
            <w:tcW w:w="1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B2187" w:rsidRPr="00155402" w:rsidRDefault="007B2187" w:rsidP="00DF6FC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 xml:space="preserve">утверж-дено </w:t>
            </w:r>
            <w:r w:rsidRPr="00155402">
              <w:rPr>
                <w:sz w:val="28"/>
                <w:szCs w:val="28"/>
              </w:rPr>
              <w:br/>
              <w:t>в муниципальном задании на год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B2187" w:rsidRPr="00155402" w:rsidRDefault="007B2187" w:rsidP="00DF6FC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 xml:space="preserve">испол-нено на отчетную </w:t>
            </w:r>
            <w:r w:rsidRPr="00155402">
              <w:rPr>
                <w:sz w:val="28"/>
                <w:szCs w:val="28"/>
              </w:rPr>
              <w:br/>
              <w:t>дату</w:t>
            </w:r>
          </w:p>
        </w:tc>
        <w:tc>
          <w:tcPr>
            <w:tcW w:w="9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B2187" w:rsidRPr="00155402" w:rsidRDefault="007B2187" w:rsidP="00DF6FC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допус-тимое (возможное) откло-нение</w:t>
            </w:r>
          </w:p>
        </w:tc>
        <w:tc>
          <w:tcPr>
            <w:tcW w:w="11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B2187" w:rsidRPr="00155402" w:rsidRDefault="007B2187" w:rsidP="00DF6FC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 xml:space="preserve">откло-нение, превы-шающее допус-тимое </w:t>
            </w:r>
            <w:r w:rsidRPr="00155402">
              <w:rPr>
                <w:spacing w:val="-14"/>
                <w:sz w:val="28"/>
                <w:szCs w:val="28"/>
              </w:rPr>
              <w:t>(возмож-</w:t>
            </w:r>
            <w:r w:rsidRPr="00155402">
              <w:rPr>
                <w:sz w:val="28"/>
                <w:szCs w:val="28"/>
              </w:rPr>
              <w:t>ное) значе-ние</w:t>
            </w:r>
          </w:p>
        </w:tc>
        <w:tc>
          <w:tcPr>
            <w:tcW w:w="9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B2187" w:rsidRPr="00155402" w:rsidRDefault="007B2187" w:rsidP="00DF6FC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 xml:space="preserve">при-чина </w:t>
            </w:r>
            <w:r w:rsidRPr="00155402">
              <w:rPr>
                <w:sz w:val="28"/>
                <w:szCs w:val="28"/>
              </w:rPr>
              <w:br/>
              <w:t>откло-нения</w:t>
            </w:r>
          </w:p>
        </w:tc>
      </w:tr>
      <w:tr w:rsidR="007B2187" w:rsidRPr="00155402" w:rsidTr="00DF6FC9">
        <w:tc>
          <w:tcPr>
            <w:tcW w:w="110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B2187" w:rsidRPr="00155402" w:rsidRDefault="007B2187" w:rsidP="00DF6FC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B2187" w:rsidRPr="00155402" w:rsidRDefault="007B2187" w:rsidP="00DF6FC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_______</w:t>
            </w:r>
          </w:p>
          <w:p w:rsidR="007B2187" w:rsidRPr="00155402" w:rsidRDefault="007B2187" w:rsidP="00DF6FC9">
            <w:pPr>
              <w:autoSpaceDE w:val="0"/>
              <w:autoSpaceDN w:val="0"/>
              <w:adjustRightInd w:val="0"/>
              <w:spacing w:line="240" w:lineRule="exact"/>
              <w:jc w:val="center"/>
            </w:pPr>
            <w:r w:rsidRPr="00155402">
              <w:t>(наиме-нование показа-теля)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B2187" w:rsidRPr="00155402" w:rsidRDefault="007B2187" w:rsidP="00DF6FC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_______</w:t>
            </w:r>
          </w:p>
          <w:p w:rsidR="007B2187" w:rsidRPr="00155402" w:rsidRDefault="007B2187" w:rsidP="00DF6FC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Cs w:val="28"/>
              </w:rPr>
              <w:t>(наиме-нование показа-теля)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B2187" w:rsidRPr="00155402" w:rsidRDefault="007B2187" w:rsidP="00DF6FC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_______</w:t>
            </w:r>
          </w:p>
          <w:p w:rsidR="007B2187" w:rsidRPr="00155402" w:rsidRDefault="007B2187" w:rsidP="00DF6FC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Cs w:val="28"/>
              </w:rPr>
              <w:t>(наиме-нование показа-теля)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B2187" w:rsidRPr="00155402" w:rsidRDefault="007B2187" w:rsidP="00DF6FC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_______</w:t>
            </w:r>
          </w:p>
          <w:p w:rsidR="007B2187" w:rsidRPr="00155402" w:rsidRDefault="007B2187" w:rsidP="00DF6FC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Cs w:val="28"/>
              </w:rPr>
              <w:t>(наиме-нование показа-теля)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B2187" w:rsidRPr="00155402" w:rsidRDefault="007B2187" w:rsidP="00DF6FC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_______</w:t>
            </w:r>
          </w:p>
          <w:p w:rsidR="007B2187" w:rsidRPr="00155402" w:rsidRDefault="007B2187" w:rsidP="00DF6FC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Cs w:val="28"/>
              </w:rPr>
              <w:t>(наиме-нование показа-теля)</w:t>
            </w:r>
          </w:p>
        </w:tc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B2187" w:rsidRPr="00155402" w:rsidRDefault="007B2187" w:rsidP="00DF6FC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B2187" w:rsidRPr="00155402" w:rsidRDefault="007B2187" w:rsidP="00DF6FC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наиме-нование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B2187" w:rsidRPr="00155402" w:rsidRDefault="007B2187" w:rsidP="00DF6FC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код</w:t>
            </w:r>
          </w:p>
        </w:tc>
        <w:tc>
          <w:tcPr>
            <w:tcW w:w="112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B2187" w:rsidRPr="00155402" w:rsidRDefault="007B2187" w:rsidP="00DF6FC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B2187" w:rsidRPr="00155402" w:rsidRDefault="007B2187" w:rsidP="00DF6FC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9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B2187" w:rsidRPr="00155402" w:rsidRDefault="007B2187" w:rsidP="00DF6FC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12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B2187" w:rsidRPr="00155402" w:rsidRDefault="007B2187" w:rsidP="00DF6FC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7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B2187" w:rsidRPr="00155402" w:rsidRDefault="007B2187" w:rsidP="00DF6FC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</w:p>
        </w:tc>
      </w:tr>
    </w:tbl>
    <w:p w:rsidR="007B2187" w:rsidRPr="00155402" w:rsidRDefault="007B2187" w:rsidP="00DF6FC9">
      <w:pPr>
        <w:rPr>
          <w:sz w:val="2"/>
          <w:szCs w:val="2"/>
        </w:rPr>
      </w:pPr>
    </w:p>
    <w:tbl>
      <w:tblPr>
        <w:tblW w:w="14837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100"/>
        <w:gridCol w:w="1133"/>
        <w:gridCol w:w="1133"/>
        <w:gridCol w:w="1133"/>
        <w:gridCol w:w="1138"/>
        <w:gridCol w:w="1133"/>
        <w:gridCol w:w="994"/>
        <w:gridCol w:w="989"/>
        <w:gridCol w:w="859"/>
        <w:gridCol w:w="1127"/>
        <w:gridCol w:w="993"/>
        <w:gridCol w:w="998"/>
        <w:gridCol w:w="1128"/>
        <w:gridCol w:w="979"/>
      </w:tblGrid>
      <w:tr w:rsidR="007B2187" w:rsidRPr="00155402" w:rsidTr="00DF6FC9">
        <w:trPr>
          <w:tblHeader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B2187" w:rsidRPr="00155402" w:rsidRDefault="007B2187" w:rsidP="00DF6FC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B2187" w:rsidRPr="00155402" w:rsidRDefault="007B2187" w:rsidP="00DF6FC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B2187" w:rsidRPr="00155402" w:rsidRDefault="007B2187" w:rsidP="00DF6FC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B2187" w:rsidRPr="00155402" w:rsidRDefault="007B2187" w:rsidP="00DF6FC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4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B2187" w:rsidRPr="00155402" w:rsidRDefault="007B2187" w:rsidP="00DF6FC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B2187" w:rsidRPr="00155402" w:rsidRDefault="007B2187" w:rsidP="00DF6FC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6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B2187" w:rsidRPr="00155402" w:rsidRDefault="007B2187" w:rsidP="00DF6FC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7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B2187" w:rsidRPr="00155402" w:rsidRDefault="007B2187" w:rsidP="00DF6FC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8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B2187" w:rsidRPr="00155402" w:rsidRDefault="007B2187" w:rsidP="00DF6FC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9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B2187" w:rsidRPr="00155402" w:rsidRDefault="007B2187" w:rsidP="00DF6FC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B2187" w:rsidRPr="00155402" w:rsidRDefault="007B2187" w:rsidP="00DF6FC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11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B2187" w:rsidRPr="00155402" w:rsidRDefault="007B2187" w:rsidP="00DF6FC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12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B2187" w:rsidRPr="00155402" w:rsidRDefault="007B2187" w:rsidP="00DF6FC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13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B2187" w:rsidRPr="00155402" w:rsidRDefault="007B2187" w:rsidP="00DF6FC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14</w:t>
            </w:r>
          </w:p>
        </w:tc>
      </w:tr>
      <w:tr w:rsidR="007B2187" w:rsidRPr="00155402" w:rsidTr="00E42844">
        <w:tc>
          <w:tcPr>
            <w:tcW w:w="1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7B2187" w:rsidRPr="00F02204" w:rsidRDefault="007B2187" w:rsidP="00DF0B8E">
            <w:pPr>
              <w:autoSpaceDE w:val="0"/>
              <w:autoSpaceDN w:val="0"/>
              <w:adjustRightInd w:val="0"/>
              <w:spacing w:before="120" w:line="22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3001010000000000003100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7B2187" w:rsidRDefault="007B2187" w:rsidP="00DF0B8E">
            <w:pPr>
              <w:autoSpaceDE w:val="0"/>
              <w:autoSpaceDN w:val="0"/>
              <w:adjustRightInd w:val="0"/>
              <w:spacing w:before="120" w:line="220" w:lineRule="exact"/>
              <w:rPr>
                <w:sz w:val="28"/>
                <w:szCs w:val="28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7B2187" w:rsidRDefault="007B2187" w:rsidP="00DF0B8E">
            <w:pPr>
              <w:autoSpaceDE w:val="0"/>
              <w:autoSpaceDN w:val="0"/>
              <w:adjustRightInd w:val="0"/>
              <w:spacing w:before="120" w:line="220" w:lineRule="exact"/>
              <w:rPr>
                <w:sz w:val="28"/>
                <w:szCs w:val="28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7B2187" w:rsidRDefault="007B2187" w:rsidP="00DF0B8E">
            <w:pPr>
              <w:autoSpaceDE w:val="0"/>
              <w:autoSpaceDN w:val="0"/>
              <w:adjustRightInd w:val="0"/>
              <w:spacing w:before="120" w:line="220" w:lineRule="exact"/>
              <w:rPr>
                <w:sz w:val="28"/>
                <w:szCs w:val="28"/>
              </w:rPr>
            </w:pPr>
          </w:p>
        </w:tc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7B2187" w:rsidRDefault="007B2187" w:rsidP="00DF0B8E">
            <w:pPr>
              <w:autoSpaceDE w:val="0"/>
              <w:autoSpaceDN w:val="0"/>
              <w:adjustRightInd w:val="0"/>
              <w:spacing w:before="120" w:line="220" w:lineRule="exact"/>
              <w:rPr>
                <w:sz w:val="28"/>
                <w:szCs w:val="28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7B2187" w:rsidRDefault="007B2187" w:rsidP="00DF0B8E">
            <w:pPr>
              <w:autoSpaceDE w:val="0"/>
              <w:autoSpaceDN w:val="0"/>
              <w:adjustRightInd w:val="0"/>
              <w:spacing w:before="120" w:line="220" w:lineRule="exact"/>
              <w:rPr>
                <w:sz w:val="28"/>
                <w:szCs w:val="28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7B2187" w:rsidRPr="002B31FC" w:rsidRDefault="007B2187" w:rsidP="00DF0B8E">
            <w:pPr>
              <w:autoSpaceDE w:val="0"/>
              <w:autoSpaceDN w:val="0"/>
              <w:adjustRightInd w:val="0"/>
              <w:spacing w:before="120" w:line="22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занятий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7B2187" w:rsidRPr="00A26F85" w:rsidRDefault="007B2187" w:rsidP="00DF0B8E">
            <w:pPr>
              <w:autoSpaceDE w:val="0"/>
              <w:autoSpaceDN w:val="0"/>
              <w:adjustRightInd w:val="0"/>
              <w:spacing w:before="120" w:line="220" w:lineRule="exact"/>
              <w:rPr>
                <w:sz w:val="24"/>
                <w:szCs w:val="24"/>
              </w:rPr>
            </w:pPr>
            <w:r w:rsidRPr="00A26F85">
              <w:rPr>
                <w:sz w:val="24"/>
                <w:szCs w:val="24"/>
              </w:rPr>
              <w:t>штук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7B2187" w:rsidRPr="00A26F85" w:rsidRDefault="007B2187" w:rsidP="00DF0B8E">
            <w:pPr>
              <w:autoSpaceDE w:val="0"/>
              <w:autoSpaceDN w:val="0"/>
              <w:adjustRightInd w:val="0"/>
              <w:spacing w:before="120" w:line="220" w:lineRule="exact"/>
              <w:rPr>
                <w:sz w:val="24"/>
                <w:szCs w:val="24"/>
              </w:rPr>
            </w:pPr>
            <w:r w:rsidRPr="00A26F85">
              <w:rPr>
                <w:sz w:val="24"/>
                <w:szCs w:val="24"/>
              </w:rPr>
              <w:t>796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7B2187" w:rsidRDefault="007B2187" w:rsidP="00DF0B8E">
            <w:pPr>
              <w:autoSpaceDE w:val="0"/>
              <w:autoSpaceDN w:val="0"/>
              <w:adjustRightInd w:val="0"/>
              <w:spacing w:before="120" w:line="22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B2187" w:rsidRPr="00155402" w:rsidRDefault="007B2187" w:rsidP="00DF6FC9">
            <w:pPr>
              <w:autoSpaceDE w:val="0"/>
              <w:autoSpaceDN w:val="0"/>
              <w:adjustRightInd w:val="0"/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B2187" w:rsidRPr="00155402" w:rsidRDefault="007B2187" w:rsidP="00DF6FC9">
            <w:pPr>
              <w:autoSpaceDE w:val="0"/>
              <w:autoSpaceDN w:val="0"/>
              <w:adjustRightInd w:val="0"/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B2187" w:rsidRPr="00155402" w:rsidRDefault="007B2187" w:rsidP="00DF6FC9">
            <w:pPr>
              <w:autoSpaceDE w:val="0"/>
              <w:autoSpaceDN w:val="0"/>
              <w:adjustRightInd w:val="0"/>
              <w:spacing w:before="120"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B2187" w:rsidRPr="00155402" w:rsidRDefault="007B2187" w:rsidP="00DF6FC9">
            <w:pPr>
              <w:autoSpaceDE w:val="0"/>
              <w:autoSpaceDN w:val="0"/>
              <w:adjustRightInd w:val="0"/>
              <w:spacing w:before="120" w:line="240" w:lineRule="exact"/>
              <w:jc w:val="center"/>
              <w:rPr>
                <w:sz w:val="28"/>
                <w:szCs w:val="28"/>
              </w:rPr>
            </w:pPr>
          </w:p>
        </w:tc>
      </w:tr>
      <w:tr w:rsidR="007B2187" w:rsidRPr="00155402" w:rsidTr="00DF6FC9">
        <w:tc>
          <w:tcPr>
            <w:tcW w:w="1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B2187" w:rsidRPr="00155402" w:rsidRDefault="007B2187" w:rsidP="00DF6FC9">
            <w:pPr>
              <w:autoSpaceDE w:val="0"/>
              <w:autoSpaceDN w:val="0"/>
              <w:adjustRightInd w:val="0"/>
              <w:spacing w:before="120"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B2187" w:rsidRPr="00155402" w:rsidRDefault="007B2187" w:rsidP="00DF6FC9">
            <w:pPr>
              <w:autoSpaceDE w:val="0"/>
              <w:autoSpaceDN w:val="0"/>
              <w:adjustRightInd w:val="0"/>
              <w:spacing w:before="120"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B2187" w:rsidRPr="00155402" w:rsidRDefault="007B2187" w:rsidP="00DF6FC9">
            <w:pPr>
              <w:autoSpaceDE w:val="0"/>
              <w:autoSpaceDN w:val="0"/>
              <w:adjustRightInd w:val="0"/>
              <w:spacing w:before="120"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B2187" w:rsidRPr="00155402" w:rsidRDefault="007B2187" w:rsidP="00DF6FC9">
            <w:pPr>
              <w:autoSpaceDE w:val="0"/>
              <w:autoSpaceDN w:val="0"/>
              <w:adjustRightInd w:val="0"/>
              <w:spacing w:before="120"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1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B2187" w:rsidRPr="00155402" w:rsidRDefault="007B2187" w:rsidP="00DF6FC9">
            <w:pPr>
              <w:autoSpaceDE w:val="0"/>
              <w:autoSpaceDN w:val="0"/>
              <w:adjustRightInd w:val="0"/>
              <w:spacing w:before="120"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B2187" w:rsidRPr="00155402" w:rsidRDefault="007B2187" w:rsidP="00DF6FC9">
            <w:pPr>
              <w:autoSpaceDE w:val="0"/>
              <w:autoSpaceDN w:val="0"/>
              <w:adjustRightInd w:val="0"/>
              <w:spacing w:before="120"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B2187" w:rsidRPr="00155402" w:rsidRDefault="007B2187" w:rsidP="00DF6FC9">
            <w:pPr>
              <w:autoSpaceDE w:val="0"/>
              <w:autoSpaceDN w:val="0"/>
              <w:adjustRightInd w:val="0"/>
              <w:spacing w:before="120"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B2187" w:rsidRPr="00155402" w:rsidRDefault="007B2187" w:rsidP="00DF6FC9">
            <w:pPr>
              <w:autoSpaceDE w:val="0"/>
              <w:autoSpaceDN w:val="0"/>
              <w:adjustRightInd w:val="0"/>
              <w:spacing w:before="120"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B2187" w:rsidRPr="00155402" w:rsidRDefault="007B2187" w:rsidP="00DF6FC9">
            <w:pPr>
              <w:autoSpaceDE w:val="0"/>
              <w:autoSpaceDN w:val="0"/>
              <w:adjustRightInd w:val="0"/>
              <w:spacing w:before="120"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B2187" w:rsidRPr="00155402" w:rsidRDefault="007B2187" w:rsidP="00DF6FC9">
            <w:pPr>
              <w:autoSpaceDE w:val="0"/>
              <w:autoSpaceDN w:val="0"/>
              <w:adjustRightInd w:val="0"/>
              <w:spacing w:before="120"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B2187" w:rsidRPr="00155402" w:rsidRDefault="007B2187" w:rsidP="00DF6FC9">
            <w:pPr>
              <w:autoSpaceDE w:val="0"/>
              <w:autoSpaceDN w:val="0"/>
              <w:adjustRightInd w:val="0"/>
              <w:spacing w:before="120"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B2187" w:rsidRPr="00155402" w:rsidRDefault="007B2187" w:rsidP="00DF6FC9">
            <w:pPr>
              <w:autoSpaceDE w:val="0"/>
              <w:autoSpaceDN w:val="0"/>
              <w:adjustRightInd w:val="0"/>
              <w:spacing w:before="120"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B2187" w:rsidRPr="00155402" w:rsidRDefault="007B2187" w:rsidP="00DF6FC9">
            <w:pPr>
              <w:autoSpaceDE w:val="0"/>
              <w:autoSpaceDN w:val="0"/>
              <w:adjustRightInd w:val="0"/>
              <w:spacing w:before="120"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B2187" w:rsidRPr="00155402" w:rsidRDefault="007B2187" w:rsidP="00DF6FC9">
            <w:pPr>
              <w:autoSpaceDE w:val="0"/>
              <w:autoSpaceDN w:val="0"/>
              <w:adjustRightInd w:val="0"/>
              <w:spacing w:before="120" w:line="240" w:lineRule="exact"/>
              <w:jc w:val="center"/>
              <w:rPr>
                <w:sz w:val="28"/>
                <w:szCs w:val="28"/>
              </w:rPr>
            </w:pPr>
          </w:p>
        </w:tc>
      </w:tr>
    </w:tbl>
    <w:p w:rsidR="007B2187" w:rsidRPr="00155402" w:rsidRDefault="007B2187" w:rsidP="00E3383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W w:w="0" w:type="auto"/>
        <w:tblLook w:val="00A0"/>
      </w:tblPr>
      <w:tblGrid>
        <w:gridCol w:w="235"/>
        <w:gridCol w:w="14317"/>
        <w:gridCol w:w="234"/>
      </w:tblGrid>
      <w:tr w:rsidR="007B2187" w:rsidRPr="00155402" w:rsidTr="00DF6FC9">
        <w:tc>
          <w:tcPr>
            <w:tcW w:w="390" w:type="dxa"/>
          </w:tcPr>
          <w:p w:rsidR="007B2187" w:rsidRPr="00155402" w:rsidRDefault="007B2187" w:rsidP="00DF6FC9">
            <w:pPr>
              <w:rPr>
                <w:szCs w:val="28"/>
                <w:vertAlign w:val="superscript"/>
              </w:rPr>
            </w:pPr>
          </w:p>
        </w:tc>
        <w:tc>
          <w:tcPr>
            <w:tcW w:w="422" w:type="dxa"/>
          </w:tcPr>
          <w:p w:rsidR="007B2187" w:rsidRPr="00155402" w:rsidRDefault="007B2187" w:rsidP="00D4435E">
            <w:pPr>
              <w:widowControl w:val="0"/>
              <w:autoSpaceDE w:val="0"/>
              <w:autoSpaceDN w:val="0"/>
              <w:adjustRightInd w:val="0"/>
              <w:spacing w:before="120" w:line="240" w:lineRule="exact"/>
              <w:jc w:val="both"/>
              <w:rPr>
                <w:szCs w:val="28"/>
              </w:rPr>
            </w:pPr>
          </w:p>
        </w:tc>
        <w:tc>
          <w:tcPr>
            <w:tcW w:w="13974" w:type="dxa"/>
          </w:tcPr>
          <w:p w:rsidR="007B2187" w:rsidRPr="00155402" w:rsidRDefault="007B2187" w:rsidP="00D4435E">
            <w:pPr>
              <w:widowControl w:val="0"/>
              <w:autoSpaceDE w:val="0"/>
              <w:autoSpaceDN w:val="0"/>
              <w:adjustRightInd w:val="0"/>
              <w:spacing w:before="120" w:line="240" w:lineRule="exact"/>
              <w:rPr>
                <w:szCs w:val="28"/>
              </w:rPr>
            </w:pPr>
          </w:p>
        </w:tc>
      </w:tr>
      <w:tr w:rsidR="007B2187" w:rsidRPr="00155402" w:rsidTr="00DF6FC9">
        <w:tc>
          <w:tcPr>
            <w:tcW w:w="390" w:type="dxa"/>
          </w:tcPr>
          <w:p w:rsidR="007B2187" w:rsidRPr="00155402" w:rsidRDefault="007B2187" w:rsidP="00D4435E">
            <w:pPr>
              <w:widowControl w:val="0"/>
              <w:autoSpaceDE w:val="0"/>
              <w:autoSpaceDN w:val="0"/>
              <w:adjustRightInd w:val="0"/>
              <w:spacing w:before="120" w:line="240" w:lineRule="exact"/>
              <w:jc w:val="both"/>
              <w:rPr>
                <w:szCs w:val="28"/>
                <w:vertAlign w:val="superscript"/>
              </w:rPr>
            </w:pPr>
          </w:p>
        </w:tc>
        <w:tc>
          <w:tcPr>
            <w:tcW w:w="422" w:type="dxa"/>
          </w:tcPr>
          <w:tbl>
            <w:tblPr>
              <w:tblW w:w="15148" w:type="dxa"/>
              <w:tblInd w:w="108" w:type="dxa"/>
              <w:tblLook w:val="00A0"/>
            </w:tblPr>
            <w:tblGrid>
              <w:gridCol w:w="3119"/>
              <w:gridCol w:w="3846"/>
              <w:gridCol w:w="265"/>
              <w:gridCol w:w="3846"/>
              <w:gridCol w:w="3808"/>
              <w:gridCol w:w="264"/>
            </w:tblGrid>
            <w:tr w:rsidR="007B2187" w:rsidTr="00567A07">
              <w:tc>
                <w:tcPr>
                  <w:tcW w:w="3119" w:type="dxa"/>
                </w:tcPr>
                <w:p w:rsidR="007B2187" w:rsidRDefault="007B2187">
                  <w:pPr>
                    <w:autoSpaceDE w:val="0"/>
                    <w:autoSpaceDN w:val="0"/>
                    <w:adjustRightInd w:val="0"/>
                    <w:spacing w:before="120" w:line="240" w:lineRule="exact"/>
                    <w:ind w:left="-57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Руководитель </w:t>
                  </w:r>
                  <w:r>
                    <w:rPr>
                      <w:sz w:val="28"/>
                      <w:szCs w:val="28"/>
                    </w:rPr>
                    <w:br/>
                    <w:t>(уполномоченное лицо)</w:t>
                  </w:r>
                </w:p>
              </w:tc>
              <w:tc>
                <w:tcPr>
                  <w:tcW w:w="384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7B2187" w:rsidRDefault="007B2187">
                  <w:pPr>
                    <w:autoSpaceDE w:val="0"/>
                    <w:autoSpaceDN w:val="0"/>
                    <w:adjustRightInd w:val="0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65" w:type="dxa"/>
                </w:tcPr>
                <w:p w:rsidR="007B2187" w:rsidRDefault="007B2187">
                  <w:pPr>
                    <w:autoSpaceDE w:val="0"/>
                    <w:autoSpaceDN w:val="0"/>
                    <w:adjustRightInd w:val="0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384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7B2187" w:rsidRDefault="007B2187">
                  <w:pPr>
                    <w:autoSpaceDE w:val="0"/>
                    <w:autoSpaceDN w:val="0"/>
                    <w:adjustRightInd w:val="0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Васильева С.А.</w:t>
                  </w:r>
                </w:p>
              </w:tc>
              <w:tc>
                <w:tcPr>
                  <w:tcW w:w="3808" w:type="dxa"/>
                  <w:vAlign w:val="bottom"/>
                </w:tcPr>
                <w:p w:rsidR="007B2187" w:rsidRDefault="007B2187">
                  <w:pPr>
                    <w:autoSpaceDE w:val="0"/>
                    <w:autoSpaceDN w:val="0"/>
                    <w:adjustRightInd w:val="0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И.О. Фамилия</w:t>
                  </w:r>
                </w:p>
              </w:tc>
              <w:tc>
                <w:tcPr>
                  <w:tcW w:w="264" w:type="dxa"/>
                </w:tcPr>
                <w:p w:rsidR="007B2187" w:rsidRDefault="007B2187">
                  <w:pPr>
                    <w:autoSpaceDE w:val="0"/>
                    <w:autoSpaceDN w:val="0"/>
                    <w:adjustRightInd w:val="0"/>
                    <w:jc w:val="both"/>
                    <w:rPr>
                      <w:sz w:val="28"/>
                      <w:szCs w:val="28"/>
                    </w:rPr>
                  </w:pPr>
                </w:p>
              </w:tc>
            </w:tr>
            <w:tr w:rsidR="007B2187" w:rsidTr="00567A07">
              <w:tc>
                <w:tcPr>
                  <w:tcW w:w="3119" w:type="dxa"/>
                </w:tcPr>
                <w:p w:rsidR="007B2187" w:rsidRDefault="007B2187">
                  <w:pPr>
                    <w:autoSpaceDE w:val="0"/>
                    <w:autoSpaceDN w:val="0"/>
                    <w:adjustRightInd w:val="0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3846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7B2187" w:rsidRDefault="007B2187">
                  <w:pPr>
                    <w:autoSpaceDE w:val="0"/>
                    <w:autoSpaceDN w:val="0"/>
                    <w:adjustRightInd w:val="0"/>
                    <w:jc w:val="center"/>
                    <w:rPr>
                      <w:szCs w:val="28"/>
                    </w:rPr>
                  </w:pPr>
                  <w:r>
                    <w:rPr>
                      <w:szCs w:val="28"/>
                    </w:rPr>
                    <w:t>(должность)</w:t>
                  </w:r>
                </w:p>
              </w:tc>
              <w:tc>
                <w:tcPr>
                  <w:tcW w:w="265" w:type="dxa"/>
                </w:tcPr>
                <w:p w:rsidR="007B2187" w:rsidRDefault="007B2187">
                  <w:pPr>
                    <w:autoSpaceDE w:val="0"/>
                    <w:autoSpaceDN w:val="0"/>
                    <w:adjustRightInd w:val="0"/>
                    <w:jc w:val="center"/>
                    <w:rPr>
                      <w:szCs w:val="28"/>
                    </w:rPr>
                  </w:pPr>
                </w:p>
              </w:tc>
              <w:tc>
                <w:tcPr>
                  <w:tcW w:w="3846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7B2187" w:rsidRDefault="007B2187">
                  <w:pPr>
                    <w:autoSpaceDE w:val="0"/>
                    <w:autoSpaceDN w:val="0"/>
                    <w:adjustRightInd w:val="0"/>
                    <w:jc w:val="center"/>
                    <w:rPr>
                      <w:szCs w:val="28"/>
                    </w:rPr>
                  </w:pPr>
                  <w:r>
                    <w:rPr>
                      <w:szCs w:val="28"/>
                    </w:rPr>
                    <w:t>(подпись)</w:t>
                  </w:r>
                </w:p>
              </w:tc>
              <w:tc>
                <w:tcPr>
                  <w:tcW w:w="3808" w:type="dxa"/>
                </w:tcPr>
                <w:p w:rsidR="007B2187" w:rsidRDefault="007B2187">
                  <w:pPr>
                    <w:autoSpaceDE w:val="0"/>
                    <w:autoSpaceDN w:val="0"/>
                    <w:adjustRightInd w:val="0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64" w:type="dxa"/>
                </w:tcPr>
                <w:p w:rsidR="007B2187" w:rsidRDefault="007B2187">
                  <w:pPr>
                    <w:autoSpaceDE w:val="0"/>
                    <w:autoSpaceDN w:val="0"/>
                    <w:adjustRightInd w:val="0"/>
                    <w:jc w:val="both"/>
                    <w:rPr>
                      <w:sz w:val="28"/>
                      <w:szCs w:val="28"/>
                    </w:rPr>
                  </w:pPr>
                </w:p>
              </w:tc>
            </w:tr>
          </w:tbl>
          <w:p w:rsidR="007B2187" w:rsidRDefault="007B2187" w:rsidP="00567A0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7B2187" w:rsidRDefault="007B2187" w:rsidP="00567A07">
            <w:pPr>
              <w:autoSpaceDE w:val="0"/>
              <w:autoSpaceDN w:val="0"/>
              <w:adjustRightInd w:val="0"/>
              <w:spacing w:line="36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«19» января 2017 года</w:t>
            </w:r>
          </w:p>
          <w:p w:rsidR="007B2187" w:rsidRPr="00155402" w:rsidRDefault="007B2187" w:rsidP="00D4435E">
            <w:pPr>
              <w:widowControl w:val="0"/>
              <w:autoSpaceDE w:val="0"/>
              <w:autoSpaceDN w:val="0"/>
              <w:adjustRightInd w:val="0"/>
              <w:spacing w:before="120" w:line="240" w:lineRule="exact"/>
              <w:jc w:val="both"/>
              <w:rPr>
                <w:szCs w:val="28"/>
              </w:rPr>
            </w:pPr>
          </w:p>
        </w:tc>
        <w:tc>
          <w:tcPr>
            <w:tcW w:w="13974" w:type="dxa"/>
          </w:tcPr>
          <w:p w:rsidR="007B2187" w:rsidRPr="00155402" w:rsidRDefault="007B2187" w:rsidP="00D4435E">
            <w:pPr>
              <w:widowControl w:val="0"/>
              <w:autoSpaceDE w:val="0"/>
              <w:autoSpaceDN w:val="0"/>
              <w:adjustRightInd w:val="0"/>
              <w:spacing w:before="120" w:line="240" w:lineRule="exact"/>
              <w:rPr>
                <w:szCs w:val="28"/>
              </w:rPr>
            </w:pPr>
          </w:p>
        </w:tc>
      </w:tr>
    </w:tbl>
    <w:p w:rsidR="007B2187" w:rsidRPr="00155402" w:rsidRDefault="007B2187" w:rsidP="0045284D">
      <w:pPr>
        <w:tabs>
          <w:tab w:val="left" w:pos="5954"/>
          <w:tab w:val="left" w:pos="6213"/>
          <w:tab w:val="left" w:pos="7125"/>
        </w:tabs>
        <w:spacing w:line="360" w:lineRule="atLeast"/>
        <w:rPr>
          <w:sz w:val="28"/>
        </w:rPr>
      </w:pPr>
    </w:p>
    <w:p w:rsidR="007B2187" w:rsidRDefault="007B2187"/>
    <w:sectPr w:rsidR="007B2187" w:rsidSect="0045284D">
      <w:headerReference w:type="default" r:id="rId15"/>
      <w:headerReference w:type="first" r:id="rId16"/>
      <w:pgSz w:w="16838" w:h="11906" w:orient="landscape"/>
      <w:pgMar w:top="284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B2187" w:rsidRDefault="007B2187" w:rsidP="00E33832">
      <w:r>
        <w:separator/>
      </w:r>
    </w:p>
  </w:endnote>
  <w:endnote w:type="continuationSeparator" w:id="0">
    <w:p w:rsidR="007B2187" w:rsidRDefault="007B2187" w:rsidP="00E338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B2187" w:rsidRDefault="007B2187" w:rsidP="00E33832">
      <w:r>
        <w:separator/>
      </w:r>
    </w:p>
  </w:footnote>
  <w:footnote w:type="continuationSeparator" w:id="0">
    <w:p w:rsidR="007B2187" w:rsidRDefault="007B2187" w:rsidP="00E3383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2187" w:rsidRDefault="007B2187" w:rsidP="00DB0260">
    <w:pPr>
      <w:pStyle w:val="Header"/>
      <w:jc w:val="cent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2187" w:rsidRDefault="007B2187">
    <w:pPr>
      <w:pStyle w:val="Header"/>
      <w:jc w:val="center"/>
    </w:pPr>
  </w:p>
  <w:p w:rsidR="007B2187" w:rsidRDefault="007B2187" w:rsidP="00DB0260">
    <w:pPr>
      <w:pStyle w:val="Header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C16E6"/>
    <w:multiLevelType w:val="hybridMultilevel"/>
    <w:tmpl w:val="A9DCF4D6"/>
    <w:lvl w:ilvl="0" w:tplc="FFFFFFFF">
      <w:start w:val="1"/>
      <w:numFmt w:val="decimal"/>
      <w:lvlText w:val="%1."/>
      <w:lvlJc w:val="left"/>
      <w:pPr>
        <w:tabs>
          <w:tab w:val="num" w:pos="2036"/>
        </w:tabs>
        <w:ind w:left="2036" w:hanging="1185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abstractNum w:abstractNumId="1">
    <w:nsid w:val="010842EC"/>
    <w:multiLevelType w:val="multilevel"/>
    <w:tmpl w:val="159209F8"/>
    <w:lvl w:ilvl="0">
      <w:start w:val="1"/>
      <w:numFmt w:val="decimal"/>
      <w:lvlText w:val="%1."/>
      <w:lvlJc w:val="left"/>
      <w:pPr>
        <w:tabs>
          <w:tab w:val="num" w:pos="1215"/>
        </w:tabs>
        <w:ind w:left="1215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935"/>
        </w:tabs>
        <w:ind w:left="193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655"/>
        </w:tabs>
        <w:ind w:left="265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375"/>
        </w:tabs>
        <w:ind w:left="337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095"/>
        </w:tabs>
        <w:ind w:left="409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815"/>
        </w:tabs>
        <w:ind w:left="481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535"/>
        </w:tabs>
        <w:ind w:left="553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255"/>
        </w:tabs>
        <w:ind w:left="625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975"/>
        </w:tabs>
        <w:ind w:left="6975" w:hanging="180"/>
      </w:pPr>
      <w:rPr>
        <w:rFonts w:cs="Times New Roman"/>
      </w:rPr>
    </w:lvl>
  </w:abstractNum>
  <w:abstractNum w:abstractNumId="2">
    <w:nsid w:val="04E441E7"/>
    <w:multiLevelType w:val="multilevel"/>
    <w:tmpl w:val="1E8EA1F8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3">
    <w:nsid w:val="076E364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6245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88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4">
    <w:nsid w:val="0ADE24BE"/>
    <w:multiLevelType w:val="hybridMultilevel"/>
    <w:tmpl w:val="AB22D030"/>
    <w:lvl w:ilvl="0" w:tplc="FFFFFFFF">
      <w:start w:val="1"/>
      <w:numFmt w:val="bullet"/>
      <w:lvlText w:val=""/>
      <w:lvlJc w:val="left"/>
      <w:pPr>
        <w:tabs>
          <w:tab w:val="num" w:pos="454"/>
        </w:tabs>
        <w:ind w:left="454" w:hanging="454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F100BE1"/>
    <w:multiLevelType w:val="hybridMultilevel"/>
    <w:tmpl w:val="DB36382C"/>
    <w:lvl w:ilvl="0" w:tplc="FFFFFFFF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070458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6245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88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7">
    <w:nsid w:val="144377CA"/>
    <w:multiLevelType w:val="hybridMultilevel"/>
    <w:tmpl w:val="AE8E1BE4"/>
    <w:lvl w:ilvl="0" w:tplc="D5F248D6">
      <w:start w:val="1"/>
      <w:numFmt w:val="bullet"/>
      <w:lvlText w:val=""/>
      <w:lvlJc w:val="left"/>
      <w:pPr>
        <w:tabs>
          <w:tab w:val="num" w:pos="643"/>
        </w:tabs>
        <w:ind w:left="643" w:hanging="28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688118A"/>
    <w:multiLevelType w:val="hybridMultilevel"/>
    <w:tmpl w:val="B770C258"/>
    <w:lvl w:ilvl="0" w:tplc="FFFFFFF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17055910"/>
    <w:multiLevelType w:val="multilevel"/>
    <w:tmpl w:val="1E8EA1F8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10">
    <w:nsid w:val="1A1248EE"/>
    <w:multiLevelType w:val="multilevel"/>
    <w:tmpl w:val="38382EC8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142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cs="Times New Roman" w:hint="default"/>
      </w:rPr>
    </w:lvl>
  </w:abstractNum>
  <w:abstractNum w:abstractNumId="11">
    <w:nsid w:val="1E9C6FC9"/>
    <w:multiLevelType w:val="hybridMultilevel"/>
    <w:tmpl w:val="65DE54C0"/>
    <w:lvl w:ilvl="0" w:tplc="99B8BBDC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200D3B98"/>
    <w:multiLevelType w:val="multilevel"/>
    <w:tmpl w:val="F3A23E18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074"/>
        </w:tabs>
        <w:ind w:left="1074" w:hanging="720"/>
      </w:pPr>
      <w:rPr>
        <w:rFonts w:cs="Times New Roman" w:hint="default"/>
      </w:rPr>
    </w:lvl>
    <w:lvl w:ilvl="2">
      <w:start w:val="4"/>
      <w:numFmt w:val="decimal"/>
      <w:lvlText w:val="%1.%2.%3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42"/>
        </w:tabs>
        <w:ind w:left="2142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496"/>
        </w:tabs>
        <w:ind w:left="249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24"/>
        </w:tabs>
        <w:ind w:left="392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78"/>
        </w:tabs>
        <w:ind w:left="4278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92"/>
        </w:tabs>
        <w:ind w:left="4992" w:hanging="2160"/>
      </w:pPr>
      <w:rPr>
        <w:rFonts w:cs="Times New Roman" w:hint="default"/>
      </w:rPr>
    </w:lvl>
  </w:abstractNum>
  <w:abstractNum w:abstractNumId="13">
    <w:nsid w:val="228C16EB"/>
    <w:multiLevelType w:val="hybridMultilevel"/>
    <w:tmpl w:val="142C52D2"/>
    <w:lvl w:ilvl="0" w:tplc="FFFFFFFF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>
    <w:nsid w:val="22FB2A08"/>
    <w:multiLevelType w:val="hybridMultilevel"/>
    <w:tmpl w:val="AA2CD4A0"/>
    <w:lvl w:ilvl="0" w:tplc="FFFFFFFF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5">
    <w:nsid w:val="23E708FA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6245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88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6">
    <w:nsid w:val="30C6524D"/>
    <w:multiLevelType w:val="multilevel"/>
    <w:tmpl w:val="DD1AEFEA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cs="Times New Roman"/>
      </w:rPr>
    </w:lvl>
    <w:lvl w:ilvl="1">
      <w:start w:val="1"/>
      <w:numFmt w:val="decimal"/>
      <w:isLgl/>
      <w:lvlText w:val="%2.%2."/>
      <w:lvlJc w:val="left"/>
      <w:pPr>
        <w:tabs>
          <w:tab w:val="num" w:pos="2100"/>
        </w:tabs>
        <w:ind w:left="2100" w:hanging="120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460"/>
        </w:tabs>
        <w:ind w:left="2460" w:hanging="120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460"/>
        </w:tabs>
        <w:ind w:left="2460" w:hanging="120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460"/>
        </w:tabs>
        <w:ind w:left="2460" w:hanging="120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700"/>
        </w:tabs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060"/>
        </w:tabs>
        <w:ind w:left="30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060"/>
        </w:tabs>
        <w:ind w:left="30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420"/>
        </w:tabs>
        <w:ind w:left="3420" w:hanging="2160"/>
      </w:pPr>
      <w:rPr>
        <w:rFonts w:cs="Times New Roman" w:hint="default"/>
      </w:rPr>
    </w:lvl>
  </w:abstractNum>
  <w:abstractNum w:abstractNumId="17">
    <w:nsid w:val="32E2585A"/>
    <w:multiLevelType w:val="multilevel"/>
    <w:tmpl w:val="9B64D762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18">
    <w:nsid w:val="375B5E3A"/>
    <w:multiLevelType w:val="hybridMultilevel"/>
    <w:tmpl w:val="159209F8"/>
    <w:lvl w:ilvl="0" w:tplc="FFFFFFFF">
      <w:start w:val="1"/>
      <w:numFmt w:val="decimal"/>
      <w:lvlText w:val="%1."/>
      <w:lvlJc w:val="left"/>
      <w:pPr>
        <w:tabs>
          <w:tab w:val="num" w:pos="1215"/>
        </w:tabs>
        <w:ind w:left="1215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35"/>
        </w:tabs>
        <w:ind w:left="1935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655"/>
        </w:tabs>
        <w:ind w:left="2655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375"/>
        </w:tabs>
        <w:ind w:left="3375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4095"/>
        </w:tabs>
        <w:ind w:left="4095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815"/>
        </w:tabs>
        <w:ind w:left="4815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535"/>
        </w:tabs>
        <w:ind w:left="5535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255"/>
        </w:tabs>
        <w:ind w:left="6255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975"/>
        </w:tabs>
        <w:ind w:left="6975" w:hanging="180"/>
      </w:pPr>
      <w:rPr>
        <w:rFonts w:cs="Times New Roman"/>
      </w:rPr>
    </w:lvl>
  </w:abstractNum>
  <w:abstractNum w:abstractNumId="19">
    <w:nsid w:val="3B3E7ECB"/>
    <w:multiLevelType w:val="multilevel"/>
    <w:tmpl w:val="21949690"/>
    <w:lvl w:ilvl="0">
      <w:start w:val="1"/>
      <w:numFmt w:val="decimal"/>
      <w:lvlText w:val="%1."/>
      <w:lvlJc w:val="left"/>
      <w:pPr>
        <w:ind w:left="1744" w:hanging="1035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451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822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833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204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575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86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957" w:hanging="2160"/>
      </w:pPr>
      <w:rPr>
        <w:rFonts w:cs="Times New Roman"/>
      </w:rPr>
    </w:lvl>
  </w:abstractNum>
  <w:abstractNum w:abstractNumId="20">
    <w:nsid w:val="3EE33CC6"/>
    <w:multiLevelType w:val="multilevel"/>
    <w:tmpl w:val="6AEC6B0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cs="Times New Roman" w:hint="default"/>
      </w:rPr>
    </w:lvl>
  </w:abstractNum>
  <w:abstractNum w:abstractNumId="21">
    <w:nsid w:val="3F276B55"/>
    <w:multiLevelType w:val="singleLevel"/>
    <w:tmpl w:val="DAD48F72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</w:abstractNum>
  <w:abstractNum w:abstractNumId="22">
    <w:nsid w:val="403451E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6245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88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3">
    <w:nsid w:val="405677D1"/>
    <w:multiLevelType w:val="hybridMultilevel"/>
    <w:tmpl w:val="DE40DE8C"/>
    <w:lvl w:ilvl="0" w:tplc="FFFFFFFF">
      <w:start w:val="1"/>
      <w:numFmt w:val="decimal"/>
      <w:lvlText w:val="%1."/>
      <w:lvlJc w:val="left"/>
      <w:pPr>
        <w:tabs>
          <w:tab w:val="num" w:pos="1699"/>
        </w:tabs>
        <w:ind w:left="1699" w:hanging="99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24">
    <w:nsid w:val="433174E7"/>
    <w:multiLevelType w:val="hybridMultilevel"/>
    <w:tmpl w:val="CFF81A10"/>
    <w:lvl w:ilvl="0" w:tplc="FFFFFFFF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5">
    <w:nsid w:val="499237BF"/>
    <w:multiLevelType w:val="multilevel"/>
    <w:tmpl w:val="DD1AEFEA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cs="Times New Roman"/>
      </w:rPr>
    </w:lvl>
    <w:lvl w:ilvl="1">
      <w:start w:val="1"/>
      <w:numFmt w:val="decimal"/>
      <w:isLgl/>
      <w:lvlText w:val="%2.%2."/>
      <w:lvlJc w:val="left"/>
      <w:pPr>
        <w:tabs>
          <w:tab w:val="num" w:pos="2100"/>
        </w:tabs>
        <w:ind w:left="2100" w:hanging="120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460"/>
        </w:tabs>
        <w:ind w:left="2460" w:hanging="120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460"/>
        </w:tabs>
        <w:ind w:left="2460" w:hanging="120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460"/>
        </w:tabs>
        <w:ind w:left="2460" w:hanging="120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700"/>
        </w:tabs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060"/>
        </w:tabs>
        <w:ind w:left="30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060"/>
        </w:tabs>
        <w:ind w:left="30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420"/>
        </w:tabs>
        <w:ind w:left="3420" w:hanging="2160"/>
      </w:pPr>
      <w:rPr>
        <w:rFonts w:cs="Times New Roman" w:hint="default"/>
      </w:rPr>
    </w:lvl>
  </w:abstractNum>
  <w:abstractNum w:abstractNumId="26">
    <w:nsid w:val="51503268"/>
    <w:multiLevelType w:val="multilevel"/>
    <w:tmpl w:val="DE40DE8C"/>
    <w:lvl w:ilvl="0">
      <w:start w:val="1"/>
      <w:numFmt w:val="decimal"/>
      <w:lvlText w:val="%1."/>
      <w:lvlJc w:val="left"/>
      <w:pPr>
        <w:tabs>
          <w:tab w:val="num" w:pos="1699"/>
        </w:tabs>
        <w:ind w:left="1699" w:hanging="99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27">
    <w:nsid w:val="51D93859"/>
    <w:multiLevelType w:val="hybridMultilevel"/>
    <w:tmpl w:val="9DFEBC62"/>
    <w:lvl w:ilvl="0" w:tplc="FFFFFFFF">
      <w:start w:val="1"/>
      <w:numFmt w:val="decimal"/>
      <w:lvlText w:val="%1."/>
      <w:lvlJc w:val="left"/>
      <w:pPr>
        <w:ind w:left="1801" w:hanging="1092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8">
    <w:nsid w:val="5504449C"/>
    <w:multiLevelType w:val="multilevel"/>
    <w:tmpl w:val="DE40DE8C"/>
    <w:lvl w:ilvl="0">
      <w:start w:val="1"/>
      <w:numFmt w:val="decimal"/>
      <w:lvlText w:val="%1."/>
      <w:lvlJc w:val="left"/>
      <w:pPr>
        <w:tabs>
          <w:tab w:val="num" w:pos="1699"/>
        </w:tabs>
        <w:ind w:left="1699" w:hanging="99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29">
    <w:nsid w:val="58AF004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6245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88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0">
    <w:nsid w:val="5DA55EA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6245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88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1">
    <w:nsid w:val="5F4A678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6245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88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2">
    <w:nsid w:val="626B687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6245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88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3">
    <w:nsid w:val="63004500"/>
    <w:multiLevelType w:val="hybridMultilevel"/>
    <w:tmpl w:val="9222C47C"/>
    <w:lvl w:ilvl="0" w:tplc="FFFFFFFF">
      <w:start w:val="1"/>
      <w:numFmt w:val="bullet"/>
      <w:lvlText w:val=""/>
      <w:lvlJc w:val="left"/>
      <w:pPr>
        <w:tabs>
          <w:tab w:val="num" w:pos="643"/>
        </w:tabs>
        <w:ind w:left="643" w:hanging="283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65776354"/>
    <w:multiLevelType w:val="hybridMultilevel"/>
    <w:tmpl w:val="7D606460"/>
    <w:lvl w:ilvl="0" w:tplc="FFFFFFFF">
      <w:start w:val="1"/>
      <w:numFmt w:val="decimal"/>
      <w:lvlText w:val="%1."/>
      <w:lvlJc w:val="left"/>
      <w:pPr>
        <w:tabs>
          <w:tab w:val="num" w:pos="2021"/>
        </w:tabs>
        <w:ind w:left="2021" w:hanging="117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abstractNum w:abstractNumId="35">
    <w:nsid w:val="66A80C43"/>
    <w:multiLevelType w:val="multilevel"/>
    <w:tmpl w:val="85ACA558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90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32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760" w:hanging="1440"/>
      </w:pPr>
      <w:rPr>
        <w:rFonts w:cs="Times New Roman" w:hint="default"/>
      </w:rPr>
    </w:lvl>
  </w:abstractNum>
  <w:abstractNum w:abstractNumId="36">
    <w:nsid w:val="694E2C19"/>
    <w:multiLevelType w:val="hybridMultilevel"/>
    <w:tmpl w:val="99B8CF1A"/>
    <w:lvl w:ilvl="0" w:tplc="C0B80B8C">
      <w:start w:val="1"/>
      <w:numFmt w:val="decimal"/>
      <w:lvlText w:val="%1."/>
      <w:lvlJc w:val="left"/>
      <w:pPr>
        <w:ind w:left="1155" w:hanging="45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7">
    <w:nsid w:val="6FCF1717"/>
    <w:multiLevelType w:val="hybridMultilevel"/>
    <w:tmpl w:val="C2DE6D20"/>
    <w:lvl w:ilvl="0" w:tplc="FFFFFFFF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8">
    <w:nsid w:val="70C624DA"/>
    <w:multiLevelType w:val="multilevel"/>
    <w:tmpl w:val="6E9A9BFA"/>
    <w:lvl w:ilvl="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cs="Times New Roman" w:hint="default"/>
      </w:rPr>
    </w:lvl>
  </w:abstractNum>
  <w:abstractNum w:abstractNumId="39">
    <w:nsid w:val="70CB7210"/>
    <w:multiLevelType w:val="multilevel"/>
    <w:tmpl w:val="4700288A"/>
    <w:lvl w:ilvl="0">
      <w:start w:val="1"/>
      <w:numFmt w:val="decimal"/>
      <w:lvlText w:val="%1."/>
      <w:lvlJc w:val="left"/>
      <w:pPr>
        <w:ind w:left="675" w:hanging="675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075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4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1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3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285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000" w:hanging="2160"/>
      </w:pPr>
      <w:rPr>
        <w:rFonts w:cs="Times New Roman" w:hint="default"/>
      </w:rPr>
    </w:lvl>
  </w:abstractNum>
  <w:abstractNum w:abstractNumId="40">
    <w:nsid w:val="716D31A9"/>
    <w:multiLevelType w:val="hybridMultilevel"/>
    <w:tmpl w:val="61CE85B2"/>
    <w:lvl w:ilvl="0" w:tplc="FFFFFFFF">
      <w:start w:val="1"/>
      <w:numFmt w:val="decimal"/>
      <w:lvlText w:val="%1."/>
      <w:lvlJc w:val="left"/>
      <w:pPr>
        <w:tabs>
          <w:tab w:val="num" w:pos="2021"/>
        </w:tabs>
        <w:ind w:left="2021" w:hanging="117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abstractNum w:abstractNumId="41">
    <w:nsid w:val="732E7D13"/>
    <w:multiLevelType w:val="hybridMultilevel"/>
    <w:tmpl w:val="2EF27EE6"/>
    <w:lvl w:ilvl="0" w:tplc="FFFFFFF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42">
    <w:nsid w:val="735F528F"/>
    <w:multiLevelType w:val="hybridMultilevel"/>
    <w:tmpl w:val="ECCE4796"/>
    <w:lvl w:ilvl="0" w:tplc="22E4F22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3">
    <w:nsid w:val="7C686BCC"/>
    <w:multiLevelType w:val="hybridMultilevel"/>
    <w:tmpl w:val="0700D3EC"/>
    <w:lvl w:ilvl="0" w:tplc="FFFFFFFF">
      <w:start w:val="1"/>
      <w:numFmt w:val="decimal"/>
      <w:lvlText w:val="%1."/>
      <w:lvlJc w:val="left"/>
      <w:pPr>
        <w:ind w:left="1849" w:hanging="114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4">
    <w:nsid w:val="7FB35659"/>
    <w:multiLevelType w:val="multilevel"/>
    <w:tmpl w:val="C2304F00"/>
    <w:lvl w:ilvl="0">
      <w:start w:val="1"/>
      <w:numFmt w:val="decimal"/>
      <w:lvlText w:val="%1."/>
      <w:lvlJc w:val="left"/>
      <w:pPr>
        <w:tabs>
          <w:tab w:val="num" w:pos="1605"/>
        </w:tabs>
        <w:ind w:left="1605" w:hanging="1605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959"/>
        </w:tabs>
        <w:ind w:left="1959" w:hanging="1605"/>
      </w:pPr>
      <w:rPr>
        <w:rFonts w:cs="Times New Roman" w:hint="default"/>
      </w:rPr>
    </w:lvl>
    <w:lvl w:ilvl="2">
      <w:start w:val="4"/>
      <w:numFmt w:val="decimal"/>
      <w:lvlText w:val="%1.%2.%3."/>
      <w:lvlJc w:val="left"/>
      <w:pPr>
        <w:tabs>
          <w:tab w:val="num" w:pos="2313"/>
        </w:tabs>
        <w:ind w:left="2313" w:hanging="160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667"/>
        </w:tabs>
        <w:ind w:left="2667" w:hanging="160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021"/>
        </w:tabs>
        <w:ind w:left="3021" w:hanging="160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375"/>
        </w:tabs>
        <w:ind w:left="3375" w:hanging="160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24"/>
        </w:tabs>
        <w:ind w:left="392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78"/>
        </w:tabs>
        <w:ind w:left="4278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92"/>
        </w:tabs>
        <w:ind w:left="4992" w:hanging="2160"/>
      </w:pPr>
      <w:rPr>
        <w:rFonts w:cs="Times New Roman" w:hint="default"/>
      </w:rPr>
    </w:lvl>
  </w:abstractNum>
  <w:num w:numId="1">
    <w:abstractNumId w:val="4"/>
  </w:num>
  <w:num w:numId="2">
    <w:abstractNumId w:val="37"/>
  </w:num>
  <w:num w:numId="3">
    <w:abstractNumId w:val="41"/>
  </w:num>
  <w:num w:numId="4">
    <w:abstractNumId w:val="44"/>
  </w:num>
  <w:num w:numId="5">
    <w:abstractNumId w:val="12"/>
  </w:num>
  <w:num w:numId="6">
    <w:abstractNumId w:val="20"/>
  </w:num>
  <w:num w:numId="7">
    <w:abstractNumId w:val="13"/>
  </w:num>
  <w:num w:numId="8">
    <w:abstractNumId w:val="5"/>
  </w:num>
  <w:num w:numId="9">
    <w:abstractNumId w:val="42"/>
  </w:num>
  <w:num w:numId="10">
    <w:abstractNumId w:val="21"/>
  </w:num>
  <w:num w:numId="11">
    <w:abstractNumId w:val="18"/>
  </w:num>
  <w:num w:numId="12">
    <w:abstractNumId w:val="1"/>
  </w:num>
  <w:num w:numId="13">
    <w:abstractNumId w:val="7"/>
  </w:num>
  <w:num w:numId="14">
    <w:abstractNumId w:val="33"/>
  </w:num>
  <w:num w:numId="15">
    <w:abstractNumId w:val="40"/>
  </w:num>
  <w:num w:numId="16">
    <w:abstractNumId w:val="34"/>
  </w:num>
  <w:num w:numId="17">
    <w:abstractNumId w:val="0"/>
  </w:num>
  <w:num w:numId="18">
    <w:abstractNumId w:val="14"/>
  </w:num>
  <w:num w:numId="19">
    <w:abstractNumId w:val="39"/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4"/>
  </w:num>
  <w:num w:numId="22">
    <w:abstractNumId w:val="23"/>
  </w:num>
  <w:num w:numId="23">
    <w:abstractNumId w:val="28"/>
  </w:num>
  <w:num w:numId="24">
    <w:abstractNumId w:val="26"/>
  </w:num>
  <w:num w:numId="25">
    <w:abstractNumId w:val="16"/>
  </w:num>
  <w:num w:numId="26">
    <w:abstractNumId w:val="9"/>
  </w:num>
  <w:num w:numId="27">
    <w:abstractNumId w:val="2"/>
  </w:num>
  <w:num w:numId="28">
    <w:abstractNumId w:val="25"/>
  </w:num>
  <w:num w:numId="29">
    <w:abstractNumId w:val="30"/>
  </w:num>
  <w:num w:numId="30">
    <w:abstractNumId w:val="22"/>
  </w:num>
  <w:num w:numId="31">
    <w:abstractNumId w:val="29"/>
  </w:num>
  <w:num w:numId="32">
    <w:abstractNumId w:val="15"/>
  </w:num>
  <w:num w:numId="33">
    <w:abstractNumId w:val="3"/>
  </w:num>
  <w:num w:numId="34">
    <w:abstractNumId w:val="31"/>
  </w:num>
  <w:num w:numId="35">
    <w:abstractNumId w:val="32"/>
  </w:num>
  <w:num w:numId="36">
    <w:abstractNumId w:val="6"/>
  </w:num>
  <w:num w:numId="37">
    <w:abstractNumId w:val="43"/>
  </w:num>
  <w:num w:numId="38">
    <w:abstractNumId w:val="17"/>
  </w:num>
  <w:num w:numId="39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5"/>
  </w:num>
  <w:num w:numId="41">
    <w:abstractNumId w:val="38"/>
  </w:num>
  <w:num w:numId="42">
    <w:abstractNumId w:val="10"/>
  </w:num>
  <w:num w:numId="4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8"/>
  </w:num>
  <w:num w:numId="45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33832"/>
    <w:rsid w:val="000000AC"/>
    <w:rsid w:val="000330E9"/>
    <w:rsid w:val="00082FDC"/>
    <w:rsid w:val="00086CD5"/>
    <w:rsid w:val="000C2122"/>
    <w:rsid w:val="000E6493"/>
    <w:rsid w:val="001054F1"/>
    <w:rsid w:val="00106F6D"/>
    <w:rsid w:val="00120FD5"/>
    <w:rsid w:val="00155402"/>
    <w:rsid w:val="0015698F"/>
    <w:rsid w:val="00167B4D"/>
    <w:rsid w:val="00173C8B"/>
    <w:rsid w:val="001C197C"/>
    <w:rsid w:val="001E7982"/>
    <w:rsid w:val="002343B2"/>
    <w:rsid w:val="00250A10"/>
    <w:rsid w:val="002526B8"/>
    <w:rsid w:val="002600D5"/>
    <w:rsid w:val="00261061"/>
    <w:rsid w:val="00286798"/>
    <w:rsid w:val="002B31FC"/>
    <w:rsid w:val="003145E6"/>
    <w:rsid w:val="003355DE"/>
    <w:rsid w:val="00365C3C"/>
    <w:rsid w:val="0039127F"/>
    <w:rsid w:val="003A6506"/>
    <w:rsid w:val="00404601"/>
    <w:rsid w:val="004063E9"/>
    <w:rsid w:val="00415591"/>
    <w:rsid w:val="00427A11"/>
    <w:rsid w:val="00444368"/>
    <w:rsid w:val="0045284D"/>
    <w:rsid w:val="00484CC6"/>
    <w:rsid w:val="004B48EA"/>
    <w:rsid w:val="004E5CF2"/>
    <w:rsid w:val="005318B4"/>
    <w:rsid w:val="00567A07"/>
    <w:rsid w:val="005B29C5"/>
    <w:rsid w:val="005D2266"/>
    <w:rsid w:val="005F3E4D"/>
    <w:rsid w:val="00605C87"/>
    <w:rsid w:val="00605F58"/>
    <w:rsid w:val="006712F7"/>
    <w:rsid w:val="006D0144"/>
    <w:rsid w:val="00721E90"/>
    <w:rsid w:val="00731F2E"/>
    <w:rsid w:val="00753285"/>
    <w:rsid w:val="007B2187"/>
    <w:rsid w:val="007C2774"/>
    <w:rsid w:val="007D5FCA"/>
    <w:rsid w:val="0081535D"/>
    <w:rsid w:val="00842421"/>
    <w:rsid w:val="008660B1"/>
    <w:rsid w:val="008710D5"/>
    <w:rsid w:val="008755D5"/>
    <w:rsid w:val="008A1167"/>
    <w:rsid w:val="008B045E"/>
    <w:rsid w:val="008C7EBD"/>
    <w:rsid w:val="008E0C4A"/>
    <w:rsid w:val="00971937"/>
    <w:rsid w:val="009C4E3B"/>
    <w:rsid w:val="00A0426E"/>
    <w:rsid w:val="00A22C7C"/>
    <w:rsid w:val="00A26F85"/>
    <w:rsid w:val="00A46EF6"/>
    <w:rsid w:val="00A75CD0"/>
    <w:rsid w:val="00B4286E"/>
    <w:rsid w:val="00B61F13"/>
    <w:rsid w:val="00B97E70"/>
    <w:rsid w:val="00BC41DC"/>
    <w:rsid w:val="00BD20D7"/>
    <w:rsid w:val="00C56B36"/>
    <w:rsid w:val="00C90FB2"/>
    <w:rsid w:val="00CC1438"/>
    <w:rsid w:val="00D27FC4"/>
    <w:rsid w:val="00D4435E"/>
    <w:rsid w:val="00D80951"/>
    <w:rsid w:val="00D828AB"/>
    <w:rsid w:val="00DB0260"/>
    <w:rsid w:val="00DB4D44"/>
    <w:rsid w:val="00DD4BD3"/>
    <w:rsid w:val="00DE768F"/>
    <w:rsid w:val="00DF0B8E"/>
    <w:rsid w:val="00DF6FC9"/>
    <w:rsid w:val="00E11FF8"/>
    <w:rsid w:val="00E308E4"/>
    <w:rsid w:val="00E33832"/>
    <w:rsid w:val="00E42844"/>
    <w:rsid w:val="00E55304"/>
    <w:rsid w:val="00E82886"/>
    <w:rsid w:val="00EA606E"/>
    <w:rsid w:val="00EB497C"/>
    <w:rsid w:val="00EB5913"/>
    <w:rsid w:val="00EE4C6C"/>
    <w:rsid w:val="00EF2AD0"/>
    <w:rsid w:val="00F02204"/>
    <w:rsid w:val="00F513C6"/>
    <w:rsid w:val="00FB24BA"/>
    <w:rsid w:val="00FB48A0"/>
    <w:rsid w:val="00FC05EB"/>
    <w:rsid w:val="00FE0E02"/>
    <w:rsid w:val="00FE27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E33832"/>
    <w:rPr>
      <w:rFonts w:ascii="Times New Roman" w:eastAsia="Times New Roman" w:hAnsi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E33832"/>
    <w:pPr>
      <w:keepNext/>
      <w:jc w:val="both"/>
      <w:outlineLvl w:val="0"/>
    </w:pPr>
    <w:rPr>
      <w:sz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E33832"/>
    <w:pPr>
      <w:keepNext/>
      <w:jc w:val="center"/>
      <w:outlineLvl w:val="1"/>
    </w:pPr>
    <w:rPr>
      <w:rFonts w:ascii="Garamond" w:hAnsi="Garamond"/>
      <w:b/>
      <w:spacing w:val="20"/>
      <w:sz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E33832"/>
    <w:pPr>
      <w:keepNext/>
      <w:jc w:val="center"/>
      <w:outlineLvl w:val="2"/>
    </w:pPr>
    <w:rPr>
      <w:rFonts w:ascii="Garamond" w:hAnsi="Garamond"/>
      <w:b/>
      <w:spacing w:val="20"/>
      <w:sz w:val="32"/>
    </w:rPr>
  </w:style>
  <w:style w:type="paragraph" w:styleId="Heading4">
    <w:name w:val="heading 4"/>
    <w:basedOn w:val="Normal"/>
    <w:next w:val="Normal"/>
    <w:link w:val="Heading4Char"/>
    <w:uiPriority w:val="99"/>
    <w:qFormat/>
    <w:rsid w:val="00E33832"/>
    <w:pPr>
      <w:keepNext/>
      <w:tabs>
        <w:tab w:val="left" w:pos="1985"/>
      </w:tabs>
      <w:jc w:val="center"/>
      <w:outlineLvl w:val="3"/>
    </w:pPr>
    <w:rPr>
      <w:b/>
      <w:spacing w:val="126"/>
      <w:sz w:val="44"/>
    </w:rPr>
  </w:style>
  <w:style w:type="paragraph" w:styleId="Heading5">
    <w:name w:val="heading 5"/>
    <w:basedOn w:val="Normal"/>
    <w:next w:val="Normal"/>
    <w:link w:val="Heading5Char"/>
    <w:uiPriority w:val="99"/>
    <w:qFormat/>
    <w:rsid w:val="00E33832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E33832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E33832"/>
    <w:rPr>
      <w:rFonts w:ascii="Garamond" w:hAnsi="Garamond" w:cs="Times New Roman"/>
      <w:b/>
      <w:spacing w:val="20"/>
      <w:sz w:val="20"/>
      <w:szCs w:val="20"/>
      <w:lang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E33832"/>
    <w:rPr>
      <w:rFonts w:ascii="Garamond" w:hAnsi="Garamond" w:cs="Times New Roman"/>
      <w:b/>
      <w:spacing w:val="20"/>
      <w:sz w:val="20"/>
      <w:szCs w:val="20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E33832"/>
    <w:rPr>
      <w:rFonts w:ascii="Times New Roman" w:hAnsi="Times New Roman" w:cs="Times New Roman"/>
      <w:b/>
      <w:spacing w:val="126"/>
      <w:sz w:val="20"/>
      <w:szCs w:val="20"/>
      <w:lang w:eastAsia="ru-RU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E33832"/>
    <w:rPr>
      <w:rFonts w:ascii="Times New Roman" w:hAnsi="Times New Roman" w:cs="Times New Roman"/>
      <w:b/>
      <w:bCs/>
      <w:i/>
      <w:iCs/>
      <w:sz w:val="26"/>
      <w:szCs w:val="26"/>
    </w:rPr>
  </w:style>
  <w:style w:type="paragraph" w:styleId="Header">
    <w:name w:val="header"/>
    <w:basedOn w:val="Normal"/>
    <w:link w:val="HeaderChar"/>
    <w:uiPriority w:val="99"/>
    <w:rsid w:val="00E33832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33832"/>
    <w:rPr>
      <w:rFonts w:ascii="Times New Roman" w:hAnsi="Times New Roman" w:cs="Times New Roman"/>
      <w:sz w:val="20"/>
      <w:szCs w:val="20"/>
      <w:lang w:eastAsia="ru-RU"/>
    </w:rPr>
  </w:style>
  <w:style w:type="paragraph" w:styleId="Footer">
    <w:name w:val="footer"/>
    <w:basedOn w:val="Normal"/>
    <w:link w:val="FooterChar"/>
    <w:uiPriority w:val="99"/>
    <w:rsid w:val="00E3383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33832"/>
    <w:rPr>
      <w:rFonts w:ascii="Times New Roman" w:hAnsi="Times New Roman" w:cs="Times New Roman"/>
      <w:sz w:val="20"/>
      <w:szCs w:val="20"/>
      <w:lang w:eastAsia="ru-RU"/>
    </w:rPr>
  </w:style>
  <w:style w:type="paragraph" w:styleId="Caption">
    <w:name w:val="caption"/>
    <w:basedOn w:val="Normal"/>
    <w:next w:val="Normal"/>
    <w:uiPriority w:val="99"/>
    <w:qFormat/>
    <w:rsid w:val="00E33832"/>
    <w:pPr>
      <w:jc w:val="center"/>
    </w:pPr>
    <w:rPr>
      <w:rFonts w:ascii="Garamond" w:hAnsi="Garamond"/>
      <w:b/>
      <w:spacing w:val="20"/>
      <w:sz w:val="28"/>
    </w:rPr>
  </w:style>
  <w:style w:type="character" w:styleId="PageNumber">
    <w:name w:val="page number"/>
    <w:basedOn w:val="DefaultParagraphFont"/>
    <w:uiPriority w:val="99"/>
    <w:rsid w:val="00E33832"/>
    <w:rPr>
      <w:rFonts w:cs="Times New Roman"/>
    </w:rPr>
  </w:style>
  <w:style w:type="paragraph" w:customStyle="1" w:styleId="a">
    <w:name w:val="подпись к объекту"/>
    <w:basedOn w:val="Normal"/>
    <w:next w:val="Normal"/>
    <w:uiPriority w:val="99"/>
    <w:rsid w:val="00E33832"/>
    <w:pPr>
      <w:tabs>
        <w:tab w:val="left" w:pos="3060"/>
      </w:tabs>
      <w:spacing w:line="240" w:lineRule="atLeast"/>
      <w:jc w:val="center"/>
    </w:pPr>
    <w:rPr>
      <w:b/>
      <w:caps/>
      <w:sz w:val="28"/>
    </w:rPr>
  </w:style>
  <w:style w:type="paragraph" w:customStyle="1" w:styleId="ConsNormal">
    <w:name w:val="ConsNormal"/>
    <w:uiPriority w:val="99"/>
    <w:rsid w:val="00E33832"/>
    <w:pPr>
      <w:ind w:firstLine="720"/>
    </w:pPr>
    <w:rPr>
      <w:rFonts w:ascii="Arial" w:eastAsia="Times New Roman" w:hAnsi="Arial"/>
      <w:sz w:val="20"/>
      <w:szCs w:val="20"/>
    </w:rPr>
  </w:style>
  <w:style w:type="paragraph" w:styleId="BodyTextIndent2">
    <w:name w:val="Body Text Indent 2"/>
    <w:basedOn w:val="Normal"/>
    <w:link w:val="BodyTextIndent2Char"/>
    <w:uiPriority w:val="99"/>
    <w:rsid w:val="00E33832"/>
    <w:pPr>
      <w:tabs>
        <w:tab w:val="left" w:pos="4640"/>
      </w:tabs>
      <w:ind w:firstLine="709"/>
      <w:jc w:val="both"/>
    </w:pPr>
    <w:rPr>
      <w:sz w:val="28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E33832"/>
    <w:rPr>
      <w:rFonts w:ascii="Times New Roman" w:hAnsi="Times New Roman" w:cs="Times New Roman"/>
      <w:sz w:val="20"/>
      <w:szCs w:val="20"/>
    </w:rPr>
  </w:style>
  <w:style w:type="paragraph" w:styleId="BodyText">
    <w:name w:val="Body Text"/>
    <w:basedOn w:val="Normal"/>
    <w:link w:val="BodyTextChar"/>
    <w:uiPriority w:val="99"/>
    <w:rsid w:val="00E33832"/>
    <w:pPr>
      <w:tabs>
        <w:tab w:val="num" w:pos="1140"/>
      </w:tabs>
      <w:jc w:val="both"/>
    </w:pPr>
    <w:rPr>
      <w:sz w:val="28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E33832"/>
    <w:rPr>
      <w:rFonts w:ascii="Times New Roman" w:hAnsi="Times New Roman" w:cs="Times New Roman"/>
      <w:sz w:val="20"/>
      <w:szCs w:val="20"/>
    </w:rPr>
  </w:style>
  <w:style w:type="paragraph" w:customStyle="1" w:styleId="ConsPlusNormal">
    <w:name w:val="ConsPlusNormal"/>
    <w:uiPriority w:val="99"/>
    <w:rsid w:val="00E3383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PlainText">
    <w:name w:val="Plain Text"/>
    <w:basedOn w:val="Normal"/>
    <w:link w:val="PlainTextChar"/>
    <w:uiPriority w:val="99"/>
    <w:rsid w:val="00E33832"/>
    <w:rPr>
      <w:rFonts w:ascii="Courier New" w:hAnsi="Courier New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E33832"/>
    <w:rPr>
      <w:rFonts w:ascii="Courier New" w:hAnsi="Courier New" w:cs="Times New Roman"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rsid w:val="00E33832"/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E33832"/>
    <w:rPr>
      <w:rFonts w:ascii="Times New Roman" w:hAnsi="Times New Roman" w:cs="Times New Roman"/>
      <w:sz w:val="20"/>
      <w:szCs w:val="20"/>
      <w:lang w:eastAsia="ru-RU"/>
    </w:rPr>
  </w:style>
  <w:style w:type="character" w:styleId="FootnoteReference">
    <w:name w:val="footnote reference"/>
    <w:basedOn w:val="DefaultParagraphFont"/>
    <w:uiPriority w:val="99"/>
    <w:rsid w:val="00E33832"/>
    <w:rPr>
      <w:rFonts w:cs="Times New Roman"/>
      <w:vertAlign w:val="superscript"/>
    </w:rPr>
  </w:style>
  <w:style w:type="paragraph" w:styleId="BodyTextIndent">
    <w:name w:val="Body Text Indent"/>
    <w:basedOn w:val="Normal"/>
    <w:link w:val="BodyTextIndentChar"/>
    <w:uiPriority w:val="99"/>
    <w:rsid w:val="00E33832"/>
    <w:pPr>
      <w:spacing w:after="120"/>
      <w:ind w:left="283"/>
    </w:pPr>
    <w:rPr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E33832"/>
    <w:rPr>
      <w:rFonts w:ascii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uiPriority w:val="99"/>
    <w:rsid w:val="00E33832"/>
    <w:pPr>
      <w:spacing w:after="120" w:line="480" w:lineRule="auto"/>
    </w:pPr>
    <w:rPr>
      <w:sz w:val="24"/>
      <w:szCs w:val="24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E33832"/>
    <w:rPr>
      <w:rFonts w:ascii="Times New Roman" w:hAnsi="Times New Roman" w:cs="Times New Roman"/>
      <w:sz w:val="24"/>
      <w:szCs w:val="24"/>
    </w:rPr>
  </w:style>
  <w:style w:type="paragraph" w:styleId="BodyText3">
    <w:name w:val="Body Text 3"/>
    <w:basedOn w:val="Normal"/>
    <w:link w:val="BodyText3Char"/>
    <w:uiPriority w:val="99"/>
    <w:rsid w:val="00E33832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E33832"/>
    <w:rPr>
      <w:rFonts w:ascii="Times New Roman" w:hAnsi="Times New Roman" w:cs="Times New Roman"/>
      <w:sz w:val="16"/>
      <w:szCs w:val="16"/>
    </w:rPr>
  </w:style>
  <w:style w:type="paragraph" w:customStyle="1" w:styleId="1">
    <w:name w:val="Стиль1"/>
    <w:basedOn w:val="Normal"/>
    <w:next w:val="List5"/>
    <w:autoRedefine/>
    <w:uiPriority w:val="99"/>
    <w:rsid w:val="00E33832"/>
    <w:pPr>
      <w:ind w:left="360"/>
      <w:jc w:val="both"/>
    </w:pPr>
    <w:rPr>
      <w:sz w:val="28"/>
      <w:szCs w:val="24"/>
    </w:rPr>
  </w:style>
  <w:style w:type="paragraph" w:styleId="List5">
    <w:name w:val="List 5"/>
    <w:basedOn w:val="Normal"/>
    <w:uiPriority w:val="99"/>
    <w:rsid w:val="00E33832"/>
    <w:pPr>
      <w:ind w:left="1415" w:hanging="283"/>
    </w:pPr>
    <w:rPr>
      <w:sz w:val="24"/>
      <w:szCs w:val="24"/>
    </w:rPr>
  </w:style>
  <w:style w:type="paragraph" w:customStyle="1" w:styleId="21">
    <w:name w:val="Основной текст 21"/>
    <w:basedOn w:val="Normal"/>
    <w:uiPriority w:val="99"/>
    <w:rsid w:val="00E33832"/>
    <w:pPr>
      <w:autoSpaceDE w:val="0"/>
      <w:autoSpaceDN w:val="0"/>
      <w:jc w:val="both"/>
    </w:pPr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rsid w:val="00E33832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E33832"/>
    <w:rPr>
      <w:rFonts w:ascii="Tahoma" w:hAnsi="Tahoma" w:cs="Times New Roman"/>
      <w:sz w:val="16"/>
      <w:szCs w:val="16"/>
    </w:rPr>
  </w:style>
  <w:style w:type="paragraph" w:customStyle="1" w:styleId="CharChar1CharChar1CharChar">
    <w:name w:val="Char Char Знак Знак1 Char Char1 Знак Знак Char Char"/>
    <w:basedOn w:val="Normal"/>
    <w:uiPriority w:val="99"/>
    <w:rsid w:val="00E33832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table" w:styleId="TableGrid">
    <w:name w:val="Table Grid"/>
    <w:basedOn w:val="TableNormal"/>
    <w:uiPriority w:val="99"/>
    <w:rsid w:val="00E33832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">
    <w:name w:val="Обычный1"/>
    <w:uiPriority w:val="99"/>
    <w:rsid w:val="00E33832"/>
    <w:pPr>
      <w:widowControl w:val="0"/>
      <w:snapToGrid w:val="0"/>
      <w:spacing w:before="20" w:after="20"/>
    </w:pPr>
    <w:rPr>
      <w:rFonts w:ascii="Times New Roman" w:eastAsia="Times New Roman" w:hAnsi="Times New Roman"/>
      <w:sz w:val="24"/>
      <w:szCs w:val="20"/>
    </w:rPr>
  </w:style>
  <w:style w:type="paragraph" w:customStyle="1" w:styleId="ConsPlusTitle">
    <w:name w:val="ConsPlusTitle"/>
    <w:uiPriority w:val="99"/>
    <w:rsid w:val="00E33832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character" w:styleId="Hyperlink">
    <w:name w:val="Hyperlink"/>
    <w:basedOn w:val="DefaultParagraphFont"/>
    <w:uiPriority w:val="99"/>
    <w:rsid w:val="00E33832"/>
    <w:rPr>
      <w:rFonts w:cs="Times New Roman"/>
      <w:color w:val="0000FF"/>
      <w:u w:val="single"/>
    </w:rPr>
  </w:style>
  <w:style w:type="paragraph" w:customStyle="1" w:styleId="ConsPlusNonformat">
    <w:name w:val="ConsPlusNonformat"/>
    <w:uiPriority w:val="99"/>
    <w:rsid w:val="00E33832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11">
    <w:name w:val="Знак Знак Знак Знак1 Знак Знак Знак Знак Знак Знак Знак Знак1 Знак"/>
    <w:basedOn w:val="Normal"/>
    <w:uiPriority w:val="99"/>
    <w:rsid w:val="00E33832"/>
    <w:pPr>
      <w:spacing w:before="100" w:beforeAutospacing="1" w:after="100" w:afterAutospacing="1"/>
      <w:jc w:val="both"/>
    </w:pPr>
    <w:rPr>
      <w:rFonts w:ascii="Tahoma" w:hAnsi="Tahoma"/>
      <w:lang w:val="en-US" w:eastAsia="en-US"/>
    </w:rPr>
  </w:style>
  <w:style w:type="character" w:customStyle="1" w:styleId="a0">
    <w:name w:val="Гипертекстовая ссылка"/>
    <w:uiPriority w:val="99"/>
    <w:rsid w:val="00E33832"/>
    <w:rPr>
      <w:color w:val="008000"/>
    </w:rPr>
  </w:style>
  <w:style w:type="paragraph" w:customStyle="1" w:styleId="a1">
    <w:name w:val="Знак"/>
    <w:basedOn w:val="Normal"/>
    <w:uiPriority w:val="99"/>
    <w:rsid w:val="00E33832"/>
    <w:pPr>
      <w:spacing w:after="160" w:line="240" w:lineRule="exact"/>
    </w:pPr>
    <w:rPr>
      <w:rFonts w:ascii="Verdana" w:hAnsi="Verdana" w:cs="Verdana"/>
      <w:sz w:val="24"/>
      <w:szCs w:val="24"/>
      <w:lang w:val="en-US" w:eastAsia="en-US"/>
    </w:rPr>
  </w:style>
  <w:style w:type="paragraph" w:customStyle="1" w:styleId="2">
    <w:name w:val="2"/>
    <w:basedOn w:val="Normal"/>
    <w:uiPriority w:val="99"/>
    <w:rsid w:val="00E33832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a2">
    <w:name w:val="Знак Знак Знак Знак"/>
    <w:basedOn w:val="Normal"/>
    <w:uiPriority w:val="99"/>
    <w:rsid w:val="00E3383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1Char">
    <w:name w:val="Знак1 Знак Знак Знак Знак Знак Знак Знак Знак1 Char"/>
    <w:basedOn w:val="Normal"/>
    <w:uiPriority w:val="99"/>
    <w:rsid w:val="00E3383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Style6">
    <w:name w:val="Style6"/>
    <w:basedOn w:val="Normal"/>
    <w:uiPriority w:val="99"/>
    <w:rsid w:val="00E33832"/>
    <w:pPr>
      <w:widowControl w:val="0"/>
      <w:autoSpaceDE w:val="0"/>
      <w:autoSpaceDN w:val="0"/>
      <w:adjustRightInd w:val="0"/>
      <w:spacing w:line="330" w:lineRule="exact"/>
      <w:ind w:firstLine="710"/>
      <w:jc w:val="both"/>
    </w:pPr>
    <w:rPr>
      <w:sz w:val="24"/>
      <w:szCs w:val="24"/>
    </w:rPr>
  </w:style>
  <w:style w:type="character" w:customStyle="1" w:styleId="FontStyle14">
    <w:name w:val="Font Style14"/>
    <w:uiPriority w:val="99"/>
    <w:rsid w:val="00E33832"/>
    <w:rPr>
      <w:rFonts w:ascii="Times New Roman" w:hAnsi="Times New Roman"/>
      <w:sz w:val="26"/>
    </w:rPr>
  </w:style>
  <w:style w:type="paragraph" w:customStyle="1" w:styleId="a3">
    <w:name w:val="Знак Знак Знак Знак Знак Знак Знак Знак Знак Знак"/>
    <w:basedOn w:val="Normal"/>
    <w:uiPriority w:val="99"/>
    <w:rsid w:val="00E33832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12">
    <w:name w:val="1"/>
    <w:basedOn w:val="Normal"/>
    <w:uiPriority w:val="99"/>
    <w:rsid w:val="00E33832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13">
    <w:name w:val="Цитата1"/>
    <w:basedOn w:val="Normal"/>
    <w:uiPriority w:val="99"/>
    <w:rsid w:val="00E33832"/>
    <w:pPr>
      <w:shd w:val="clear" w:color="auto" w:fill="FFFFFF"/>
      <w:suppressAutoHyphens/>
      <w:spacing w:before="326" w:line="240" w:lineRule="exact"/>
      <w:ind w:left="10" w:right="5357"/>
    </w:pPr>
    <w:rPr>
      <w:b/>
      <w:bCs/>
      <w:color w:val="424242"/>
      <w:spacing w:val="-10"/>
      <w:sz w:val="28"/>
      <w:szCs w:val="28"/>
      <w:lang w:eastAsia="ar-SA"/>
    </w:rPr>
  </w:style>
  <w:style w:type="paragraph" w:customStyle="1" w:styleId="ConsPlusCell">
    <w:name w:val="ConsPlusCell"/>
    <w:uiPriority w:val="99"/>
    <w:rsid w:val="00E33832"/>
    <w:pPr>
      <w:widowControl w:val="0"/>
      <w:suppressAutoHyphens/>
      <w:autoSpaceDE w:val="0"/>
    </w:pPr>
    <w:rPr>
      <w:rFonts w:ascii="Arial" w:hAnsi="Arial" w:cs="Arial"/>
      <w:sz w:val="20"/>
      <w:szCs w:val="20"/>
      <w:lang w:eastAsia="ar-SA"/>
    </w:rPr>
  </w:style>
  <w:style w:type="paragraph" w:styleId="ListParagraph">
    <w:name w:val="List Paragraph"/>
    <w:basedOn w:val="Normal"/>
    <w:uiPriority w:val="99"/>
    <w:qFormat/>
    <w:rsid w:val="00E33832"/>
    <w:pPr>
      <w:ind w:left="720"/>
      <w:contextualSpacing/>
    </w:pPr>
    <w:rPr>
      <w:sz w:val="24"/>
      <w:szCs w:val="24"/>
    </w:rPr>
  </w:style>
  <w:style w:type="paragraph" w:customStyle="1" w:styleId="ConsNonformat">
    <w:name w:val="ConsNonformat"/>
    <w:uiPriority w:val="99"/>
    <w:rsid w:val="00E3383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harChar">
    <w:name w:val="Char Char"/>
    <w:basedOn w:val="Normal"/>
    <w:uiPriority w:val="99"/>
    <w:rsid w:val="00E3383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20">
    <w:name w:val="12 пт"/>
    <w:basedOn w:val="Normal"/>
    <w:uiPriority w:val="99"/>
    <w:rsid w:val="00E33832"/>
    <w:pPr>
      <w:autoSpaceDE w:val="0"/>
      <w:autoSpaceDN w:val="0"/>
      <w:adjustRightInd w:val="0"/>
      <w:jc w:val="center"/>
    </w:pPr>
    <w:rPr>
      <w:b/>
      <w:bCs/>
      <w:sz w:val="28"/>
      <w:szCs w:val="28"/>
    </w:rPr>
  </w:style>
  <w:style w:type="paragraph" w:customStyle="1" w:styleId="a4">
    <w:name w:val="Прижатый влево"/>
    <w:basedOn w:val="Normal"/>
    <w:next w:val="Normal"/>
    <w:uiPriority w:val="99"/>
    <w:rsid w:val="00E33832"/>
    <w:pPr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customStyle="1" w:styleId="a5">
    <w:name w:val="Знак Знак Знак Знак Знак Знак"/>
    <w:basedOn w:val="Normal"/>
    <w:uiPriority w:val="99"/>
    <w:rsid w:val="00E33832"/>
    <w:pPr>
      <w:spacing w:before="100" w:beforeAutospacing="1" w:after="100" w:afterAutospacing="1"/>
      <w:jc w:val="both"/>
    </w:pPr>
    <w:rPr>
      <w:rFonts w:ascii="Tahoma" w:hAnsi="Tahom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6861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61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F3BB731765F946D87A85A21AD40C7ADDA25A2E5F57430E2B89DB319FBC6638C15CCB296E619E2D8C6ECO" TargetMode="External"/><Relationship Id="rId13" Type="http://schemas.openxmlformats.org/officeDocument/2006/relationships/hyperlink" Target="consultantplus://offline/ref=04913D161D616F19708C0A48DC04705389AB8F07995D25C05C486004E1N1O9H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8F3BB731765F946D87A85A21AD40C7ADDA25AAEAF17430E2B89DB319FBCCE6O" TargetMode="External"/><Relationship Id="rId12" Type="http://schemas.openxmlformats.org/officeDocument/2006/relationships/hyperlink" Target="consultantplus://offline/ref=04913D161D616F19708C0A48DC04705389AB8F07995D25C05C486004E1N1O9H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04913D161D616F19708C0A48DC04705389AB8F07995D25C05C486004E1N1O9H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consultantplus://offline/ref=8F3BB731765F946D87A85A21AD40C7ADDA25A2E5F57430E2B89DB319FBC6638C15CCB296E619E2D8C6ECO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8F3BB731765F946D87A85A21AD40C7ADDA25A2E5F57430E2B89DB319FBC6638C15CCB296E619E2D8C6ECO" TargetMode="External"/><Relationship Id="rId14" Type="http://schemas.openxmlformats.org/officeDocument/2006/relationships/hyperlink" Target="consultantplus://offline/ref=04913D161D616F19708C0A48DC04705389AB8F07995D25C05C486004E1N1O9H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124</TotalTime>
  <Pages>5</Pages>
  <Words>1062</Words>
  <Characters>6058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subject/>
  <dc:creator>Алексей</dc:creator>
  <cp:keywords/>
  <dc:description/>
  <cp:lastModifiedBy>LDmitriev</cp:lastModifiedBy>
  <cp:revision>25</cp:revision>
  <cp:lastPrinted>2016-09-14T05:58:00Z</cp:lastPrinted>
  <dcterms:created xsi:type="dcterms:W3CDTF">2016-02-18T05:32:00Z</dcterms:created>
  <dcterms:modified xsi:type="dcterms:W3CDTF">2017-05-17T11:50:00Z</dcterms:modified>
</cp:coreProperties>
</file>