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20492" w14:textId="5E7C002B" w:rsidR="00ED167B" w:rsidRPr="00F95EEE" w:rsidRDefault="00F95EEE" w:rsidP="00F95EEE">
      <w:pPr>
        <w:tabs>
          <w:tab w:val="left" w:pos="7033"/>
        </w:tabs>
        <w:jc w:val="right"/>
        <w:rPr>
          <w:sz w:val="28"/>
          <w:szCs w:val="28"/>
        </w:rPr>
      </w:pPr>
      <w:r w:rsidRPr="00F95EEE">
        <w:rPr>
          <w:rFonts w:ascii="Courier New" w:hAnsi="Courier New"/>
          <w:noProof/>
          <w:sz w:val="28"/>
          <w:szCs w:val="28"/>
        </w:rPr>
        <w:t>ПРОЕКТ</w:t>
      </w:r>
    </w:p>
    <w:p w14:paraId="0D363FAA" w14:textId="77777777" w:rsidR="00ED167B" w:rsidRDefault="00ED167B" w:rsidP="00ED167B">
      <w:pPr>
        <w:jc w:val="center"/>
        <w:rPr>
          <w:b/>
          <w:sz w:val="28"/>
        </w:rPr>
      </w:pPr>
    </w:p>
    <w:p w14:paraId="4A0083E6" w14:textId="77777777" w:rsidR="00B91F09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 xml:space="preserve">ДУМА </w:t>
      </w:r>
    </w:p>
    <w:p w14:paraId="6D5B8574" w14:textId="10D0ED6B"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 xml:space="preserve">МОШЕНСКОГО МУНИЦИПАЛЬНОГО </w:t>
      </w:r>
      <w:r w:rsidR="00F95EEE">
        <w:rPr>
          <w:b/>
          <w:sz w:val="28"/>
        </w:rPr>
        <w:t>ОКРУГА</w:t>
      </w:r>
    </w:p>
    <w:p w14:paraId="5FC92F45" w14:textId="4DFD268D" w:rsidR="00F95EEE" w:rsidRPr="00F95EEE" w:rsidRDefault="00F95EEE" w:rsidP="00F95EEE">
      <w:pPr>
        <w:tabs>
          <w:tab w:val="left" w:pos="1985"/>
        </w:tabs>
        <w:jc w:val="center"/>
        <w:rPr>
          <w:b/>
          <w:spacing w:val="126"/>
          <w:sz w:val="32"/>
          <w:szCs w:val="32"/>
        </w:rPr>
      </w:pPr>
      <w:r w:rsidRPr="00F95EEE">
        <w:rPr>
          <w:b/>
          <w:spacing w:val="126"/>
          <w:sz w:val="32"/>
          <w:szCs w:val="32"/>
        </w:rPr>
        <w:t>Новгородск</w:t>
      </w:r>
      <w:r>
        <w:rPr>
          <w:b/>
          <w:spacing w:val="126"/>
          <w:sz w:val="32"/>
          <w:szCs w:val="32"/>
        </w:rPr>
        <w:t>ой</w:t>
      </w:r>
      <w:r w:rsidRPr="00F95EEE">
        <w:rPr>
          <w:b/>
          <w:spacing w:val="126"/>
          <w:sz w:val="32"/>
          <w:szCs w:val="32"/>
        </w:rPr>
        <w:t xml:space="preserve"> област</w:t>
      </w:r>
      <w:r>
        <w:rPr>
          <w:b/>
          <w:spacing w:val="126"/>
          <w:sz w:val="32"/>
          <w:szCs w:val="32"/>
        </w:rPr>
        <w:t>и</w:t>
      </w:r>
    </w:p>
    <w:p w14:paraId="6B1B9DFC" w14:textId="77777777" w:rsidR="00ED167B" w:rsidRPr="00F95EEE" w:rsidRDefault="00ED167B" w:rsidP="00ED167B">
      <w:pPr>
        <w:tabs>
          <w:tab w:val="left" w:pos="1985"/>
        </w:tabs>
        <w:jc w:val="center"/>
        <w:rPr>
          <w:b/>
          <w:spacing w:val="126"/>
          <w:sz w:val="32"/>
          <w:szCs w:val="32"/>
        </w:rPr>
      </w:pPr>
    </w:p>
    <w:p w14:paraId="1D88CDA7" w14:textId="77777777"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14:paraId="244631F2" w14:textId="77777777" w:rsidR="00ED167B" w:rsidRDefault="00ED167B" w:rsidP="00ED167B">
      <w:pPr>
        <w:jc w:val="both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55"/>
      </w:tblGrid>
      <w:tr w:rsidR="00ED167B" w14:paraId="1D291464" w14:textId="77777777" w:rsidTr="00876765">
        <w:trPr>
          <w:trHeight w:val="97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18EDC4C1" w14:textId="7D17D3B0" w:rsidR="00876765" w:rsidRDefault="00FC0521" w:rsidP="00876765">
            <w:pPr>
              <w:pStyle w:val="ConsPlusTitle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FC0521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состав </w:t>
            </w:r>
            <w:r w:rsidR="00876765" w:rsidRPr="001679DD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конкурсной комиссии по отбору кандидатур на должность Главы Мошенского муниципального округа</w:t>
            </w:r>
          </w:p>
          <w:p w14:paraId="35C9D8A6" w14:textId="74A1CF51" w:rsidR="00876765" w:rsidRPr="00FC0521" w:rsidRDefault="00876765" w:rsidP="00876765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9DD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Новгородской области</w:t>
            </w:r>
          </w:p>
          <w:p w14:paraId="21AA4BC2" w14:textId="2CA97C71" w:rsidR="00ED167B" w:rsidRPr="00833D69" w:rsidRDefault="00ED167B" w:rsidP="00876765">
            <w:pPr>
              <w:pStyle w:val="ConsPlusTitle"/>
              <w:jc w:val="both"/>
              <w:rPr>
                <w:sz w:val="28"/>
                <w:szCs w:val="28"/>
              </w:rPr>
            </w:pPr>
          </w:p>
        </w:tc>
      </w:tr>
    </w:tbl>
    <w:p w14:paraId="4C00072C" w14:textId="673C13E5" w:rsidR="00ED167B" w:rsidRDefault="00833D69" w:rsidP="00ED167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6D42A3C" w14:textId="77777777" w:rsidR="00237D94" w:rsidRPr="00823B35" w:rsidRDefault="00237D94" w:rsidP="00ED167B">
      <w:pPr>
        <w:rPr>
          <w:sz w:val="28"/>
          <w:szCs w:val="28"/>
        </w:rPr>
      </w:pPr>
    </w:p>
    <w:p w14:paraId="38200614" w14:textId="59636D03" w:rsidR="00ED167B" w:rsidRPr="00823B35" w:rsidRDefault="00ED167B" w:rsidP="00ED167B">
      <w:pPr>
        <w:rPr>
          <w:sz w:val="28"/>
          <w:szCs w:val="28"/>
        </w:rPr>
      </w:pPr>
      <w:r w:rsidRPr="00823B35">
        <w:rPr>
          <w:sz w:val="28"/>
          <w:szCs w:val="28"/>
        </w:rPr>
        <w:t xml:space="preserve">принято Думой Мошенского муниципального </w:t>
      </w:r>
      <w:r w:rsidR="00876765">
        <w:rPr>
          <w:sz w:val="28"/>
          <w:szCs w:val="28"/>
        </w:rPr>
        <w:t>округа Новгородской области        _____________________________</w:t>
      </w:r>
      <w:r w:rsidR="00863928" w:rsidRPr="00823B35">
        <w:rPr>
          <w:sz w:val="28"/>
          <w:szCs w:val="28"/>
        </w:rPr>
        <w:t>202</w:t>
      </w:r>
      <w:r w:rsidR="00876765">
        <w:rPr>
          <w:sz w:val="28"/>
          <w:szCs w:val="28"/>
        </w:rPr>
        <w:t>3</w:t>
      </w:r>
      <w:r w:rsidR="00863928" w:rsidRPr="00823B35">
        <w:rPr>
          <w:sz w:val="28"/>
          <w:szCs w:val="28"/>
        </w:rPr>
        <w:t xml:space="preserve"> года</w:t>
      </w:r>
    </w:p>
    <w:p w14:paraId="4D622256" w14:textId="77777777" w:rsidR="00237D94" w:rsidRDefault="00237D94" w:rsidP="00CA0078">
      <w:pPr>
        <w:spacing w:line="240" w:lineRule="exact"/>
        <w:ind w:firstLine="709"/>
        <w:jc w:val="both"/>
        <w:rPr>
          <w:sz w:val="28"/>
          <w:szCs w:val="28"/>
        </w:rPr>
      </w:pPr>
    </w:p>
    <w:p w14:paraId="1148AA49" w14:textId="5B466F00" w:rsidR="00ED167B" w:rsidRPr="00823B35" w:rsidRDefault="00ED167B" w:rsidP="00823B35">
      <w:pPr>
        <w:ind w:firstLine="709"/>
        <w:jc w:val="both"/>
        <w:rPr>
          <w:sz w:val="28"/>
          <w:szCs w:val="28"/>
        </w:rPr>
      </w:pPr>
      <w:r w:rsidRPr="00823B35">
        <w:rPr>
          <w:sz w:val="28"/>
          <w:szCs w:val="28"/>
        </w:rPr>
        <w:t xml:space="preserve">Дума Мошенского муниципального </w:t>
      </w:r>
      <w:r w:rsidR="00876765">
        <w:rPr>
          <w:sz w:val="28"/>
          <w:szCs w:val="28"/>
        </w:rPr>
        <w:t>округа Новгородской области</w:t>
      </w:r>
      <w:r w:rsidRPr="00823B35">
        <w:rPr>
          <w:sz w:val="28"/>
          <w:szCs w:val="28"/>
        </w:rPr>
        <w:t xml:space="preserve"> </w:t>
      </w:r>
    </w:p>
    <w:p w14:paraId="2BB96AB8" w14:textId="77777777" w:rsidR="00ED167B" w:rsidRPr="00823B35" w:rsidRDefault="00ED167B" w:rsidP="00CA0078">
      <w:pPr>
        <w:spacing w:line="240" w:lineRule="exact"/>
        <w:ind w:firstLine="992"/>
        <w:jc w:val="both"/>
        <w:rPr>
          <w:sz w:val="28"/>
          <w:szCs w:val="28"/>
        </w:rPr>
      </w:pPr>
    </w:p>
    <w:p w14:paraId="033FD12A" w14:textId="77777777" w:rsidR="00346888" w:rsidRPr="00823B35" w:rsidRDefault="00346888" w:rsidP="00346888">
      <w:pPr>
        <w:jc w:val="both"/>
        <w:rPr>
          <w:b/>
          <w:sz w:val="28"/>
          <w:szCs w:val="28"/>
        </w:rPr>
      </w:pPr>
      <w:r w:rsidRPr="00823B35">
        <w:rPr>
          <w:b/>
          <w:sz w:val="28"/>
          <w:szCs w:val="28"/>
        </w:rPr>
        <w:t>РЕШИЛА:</w:t>
      </w:r>
    </w:p>
    <w:p w14:paraId="4247F433" w14:textId="77777777" w:rsidR="00346888" w:rsidRPr="00823B35" w:rsidRDefault="00346888" w:rsidP="00CA0078">
      <w:pPr>
        <w:spacing w:line="240" w:lineRule="exact"/>
        <w:ind w:firstLine="709"/>
        <w:jc w:val="both"/>
        <w:rPr>
          <w:sz w:val="28"/>
          <w:szCs w:val="28"/>
        </w:rPr>
      </w:pPr>
    </w:p>
    <w:p w14:paraId="21CEA731" w14:textId="109D0090" w:rsidR="000F768C" w:rsidRPr="00927508" w:rsidRDefault="00BF7D2A" w:rsidP="00A91A7E">
      <w:pPr>
        <w:pStyle w:val="ConsPlusTitl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92750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91A7E">
        <w:rPr>
          <w:rFonts w:ascii="Times New Roman" w:hAnsi="Times New Roman" w:cs="Times New Roman"/>
          <w:b w:val="0"/>
          <w:sz w:val="28"/>
          <w:szCs w:val="28"/>
        </w:rPr>
        <w:t>В</w:t>
      </w:r>
      <w:r w:rsidR="00FC0521" w:rsidRPr="00876765">
        <w:rPr>
          <w:rFonts w:ascii="Times New Roman" w:hAnsi="Times New Roman" w:cs="Times New Roman"/>
          <w:b w:val="0"/>
          <w:sz w:val="28"/>
          <w:szCs w:val="28"/>
        </w:rPr>
        <w:t>нести изменения в состав</w:t>
      </w:r>
      <w:r w:rsidR="00876765" w:rsidRPr="008767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конкурсной комиссии по отбору кандидатур на должность Главы Мошенского муниципального округа</w:t>
      </w:r>
      <w:r w:rsidR="00D407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76765" w:rsidRPr="00876765">
        <w:rPr>
          <w:rFonts w:ascii="Times New Roman" w:hAnsi="Times New Roman" w:cs="Times New Roman"/>
          <w:b w:val="0"/>
          <w:bCs w:val="0"/>
          <w:sz w:val="28"/>
          <w:szCs w:val="28"/>
        </w:rPr>
        <w:t>Новгородской области</w:t>
      </w:r>
      <w:r w:rsidR="00FC0521" w:rsidRPr="002F317F">
        <w:rPr>
          <w:sz w:val="28"/>
          <w:szCs w:val="28"/>
        </w:rPr>
        <w:t xml:space="preserve">, </w:t>
      </w:r>
      <w:r w:rsidR="00FC0521" w:rsidRPr="00D40743">
        <w:rPr>
          <w:rFonts w:ascii="Times New Roman" w:hAnsi="Times New Roman" w:cs="Times New Roman"/>
          <w:b w:val="0"/>
          <w:sz w:val="28"/>
          <w:szCs w:val="28"/>
        </w:rPr>
        <w:t xml:space="preserve">утвержденный решением Думы Мошенского муниципального </w:t>
      </w:r>
      <w:r w:rsidR="00D40743">
        <w:rPr>
          <w:rFonts w:ascii="Times New Roman" w:hAnsi="Times New Roman" w:cs="Times New Roman"/>
          <w:b w:val="0"/>
          <w:sz w:val="28"/>
          <w:szCs w:val="28"/>
        </w:rPr>
        <w:t xml:space="preserve">округа Новгородской </w:t>
      </w:r>
      <w:proofErr w:type="gramStart"/>
      <w:r w:rsidR="00D40743">
        <w:rPr>
          <w:rFonts w:ascii="Times New Roman" w:hAnsi="Times New Roman" w:cs="Times New Roman"/>
          <w:b w:val="0"/>
          <w:sz w:val="28"/>
          <w:szCs w:val="28"/>
        </w:rPr>
        <w:t xml:space="preserve">области </w:t>
      </w:r>
      <w:r w:rsidR="00FC0521" w:rsidRPr="00D40743">
        <w:rPr>
          <w:rFonts w:ascii="Times New Roman" w:hAnsi="Times New Roman" w:cs="Times New Roman"/>
          <w:b w:val="0"/>
          <w:sz w:val="28"/>
          <w:szCs w:val="28"/>
        </w:rPr>
        <w:t xml:space="preserve"> от</w:t>
      </w:r>
      <w:proofErr w:type="gramEnd"/>
      <w:r w:rsidR="00FC0521" w:rsidRPr="00D40743">
        <w:rPr>
          <w:rFonts w:ascii="Times New Roman" w:hAnsi="Times New Roman" w:cs="Times New Roman"/>
          <w:b w:val="0"/>
          <w:sz w:val="28"/>
          <w:szCs w:val="28"/>
        </w:rPr>
        <w:t xml:space="preserve"> 2</w:t>
      </w:r>
      <w:r w:rsidR="00D40743">
        <w:rPr>
          <w:rFonts w:ascii="Times New Roman" w:hAnsi="Times New Roman" w:cs="Times New Roman"/>
          <w:b w:val="0"/>
          <w:sz w:val="28"/>
          <w:szCs w:val="28"/>
        </w:rPr>
        <w:t>2</w:t>
      </w:r>
      <w:r w:rsidR="00FC0521" w:rsidRPr="00D40743">
        <w:rPr>
          <w:rFonts w:ascii="Times New Roman" w:hAnsi="Times New Roman" w:cs="Times New Roman"/>
          <w:b w:val="0"/>
          <w:sz w:val="28"/>
          <w:szCs w:val="28"/>
        </w:rPr>
        <w:t>.</w:t>
      </w:r>
      <w:r w:rsidR="00D40743">
        <w:rPr>
          <w:rFonts w:ascii="Times New Roman" w:hAnsi="Times New Roman" w:cs="Times New Roman"/>
          <w:b w:val="0"/>
          <w:sz w:val="28"/>
          <w:szCs w:val="28"/>
        </w:rPr>
        <w:t>09</w:t>
      </w:r>
      <w:r w:rsidR="00FC0521" w:rsidRPr="00D40743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40743">
        <w:rPr>
          <w:rFonts w:ascii="Times New Roman" w:hAnsi="Times New Roman" w:cs="Times New Roman"/>
          <w:b w:val="0"/>
          <w:sz w:val="28"/>
          <w:szCs w:val="28"/>
        </w:rPr>
        <w:t>3</w:t>
      </w:r>
      <w:r w:rsidR="00FC0521" w:rsidRPr="00D40743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D40743">
        <w:rPr>
          <w:rFonts w:ascii="Times New Roman" w:hAnsi="Times New Roman" w:cs="Times New Roman"/>
          <w:b w:val="0"/>
          <w:sz w:val="28"/>
          <w:szCs w:val="28"/>
        </w:rPr>
        <w:t>22</w:t>
      </w:r>
      <w:r w:rsidR="00FC0521" w:rsidRPr="00D40743">
        <w:rPr>
          <w:rFonts w:ascii="Times New Roman" w:hAnsi="Times New Roman" w:cs="Times New Roman"/>
          <w:b w:val="0"/>
          <w:sz w:val="28"/>
          <w:szCs w:val="28"/>
        </w:rPr>
        <w:t>, включив в него в качестве член</w:t>
      </w:r>
      <w:r>
        <w:rPr>
          <w:rFonts w:ascii="Times New Roman" w:hAnsi="Times New Roman" w:cs="Times New Roman"/>
          <w:b w:val="0"/>
          <w:sz w:val="28"/>
          <w:szCs w:val="28"/>
        </w:rPr>
        <w:t>ов</w:t>
      </w:r>
      <w:r w:rsidR="00FC0521" w:rsidRPr="00D40743">
        <w:rPr>
          <w:rFonts w:ascii="Times New Roman" w:hAnsi="Times New Roman" w:cs="Times New Roman"/>
          <w:b w:val="0"/>
          <w:sz w:val="28"/>
          <w:szCs w:val="28"/>
        </w:rPr>
        <w:t xml:space="preserve"> комиссии </w:t>
      </w:r>
      <w:proofErr w:type="spellStart"/>
      <w:r w:rsidR="005553E3">
        <w:rPr>
          <w:rFonts w:ascii="Times New Roman" w:hAnsi="Times New Roman" w:cs="Times New Roman"/>
          <w:b w:val="0"/>
          <w:sz w:val="28"/>
          <w:szCs w:val="28"/>
        </w:rPr>
        <w:t>Ленк</w:t>
      </w:r>
      <w:proofErr w:type="spellEnd"/>
      <w:r w:rsidR="005553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553E3">
        <w:rPr>
          <w:rFonts w:ascii="Times New Roman" w:hAnsi="Times New Roman" w:cs="Times New Roman"/>
          <w:b w:val="0"/>
          <w:sz w:val="28"/>
          <w:szCs w:val="28"/>
        </w:rPr>
        <w:t>Андж</w:t>
      </w:r>
      <w:r w:rsidR="00D40743">
        <w:rPr>
          <w:rFonts w:ascii="Times New Roman" w:hAnsi="Times New Roman" w:cs="Times New Roman"/>
          <w:b w:val="0"/>
          <w:sz w:val="28"/>
          <w:szCs w:val="28"/>
        </w:rPr>
        <w:t>елику</w:t>
      </w:r>
      <w:proofErr w:type="spellEnd"/>
      <w:r w:rsidR="00D40743">
        <w:rPr>
          <w:rFonts w:ascii="Times New Roman" w:hAnsi="Times New Roman" w:cs="Times New Roman"/>
          <w:b w:val="0"/>
          <w:sz w:val="28"/>
          <w:szCs w:val="28"/>
        </w:rPr>
        <w:t xml:space="preserve"> Ивановну</w:t>
      </w:r>
      <w:r w:rsidR="00FC0521" w:rsidRPr="00D407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7508">
        <w:rPr>
          <w:rFonts w:ascii="Times New Roman" w:hAnsi="Times New Roman" w:cs="Times New Roman"/>
          <w:b w:val="0"/>
          <w:sz w:val="28"/>
          <w:szCs w:val="28"/>
        </w:rPr>
        <w:t xml:space="preserve"> и Галактионову Н</w:t>
      </w:r>
      <w:r>
        <w:rPr>
          <w:rFonts w:ascii="Times New Roman" w:hAnsi="Times New Roman" w:cs="Times New Roman"/>
          <w:b w:val="0"/>
          <w:sz w:val="28"/>
          <w:szCs w:val="28"/>
        </w:rPr>
        <w:t>аталью Никол</w:t>
      </w:r>
      <w:r w:rsidR="00927508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>евн</w:t>
      </w:r>
      <w:r w:rsidR="00927508">
        <w:rPr>
          <w:rFonts w:ascii="Times New Roman" w:hAnsi="Times New Roman" w:cs="Times New Roman"/>
          <w:b w:val="0"/>
          <w:sz w:val="28"/>
          <w:szCs w:val="28"/>
        </w:rPr>
        <w:t>у</w:t>
      </w:r>
      <w:r w:rsidR="00FC0521" w:rsidRPr="00D40743">
        <w:rPr>
          <w:rFonts w:ascii="Times New Roman" w:hAnsi="Times New Roman" w:cs="Times New Roman"/>
          <w:b w:val="0"/>
          <w:sz w:val="28"/>
          <w:szCs w:val="28"/>
        </w:rPr>
        <w:t xml:space="preserve"> исключив </w:t>
      </w:r>
      <w:r w:rsidR="00D40743">
        <w:rPr>
          <w:rFonts w:ascii="Times New Roman" w:hAnsi="Times New Roman" w:cs="Times New Roman"/>
          <w:b w:val="0"/>
          <w:sz w:val="28"/>
          <w:szCs w:val="28"/>
        </w:rPr>
        <w:t>Воронцову Ирину Николаевну</w:t>
      </w:r>
      <w:r w:rsidR="00927508">
        <w:rPr>
          <w:sz w:val="28"/>
          <w:szCs w:val="28"/>
        </w:rPr>
        <w:t xml:space="preserve"> </w:t>
      </w:r>
      <w:r w:rsidR="00927508" w:rsidRPr="00927508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proofErr w:type="spellStart"/>
      <w:r w:rsidR="00927508" w:rsidRPr="00927508">
        <w:rPr>
          <w:rFonts w:ascii="Times New Roman" w:hAnsi="Times New Roman" w:cs="Times New Roman"/>
          <w:b w:val="0"/>
          <w:sz w:val="28"/>
          <w:szCs w:val="28"/>
        </w:rPr>
        <w:t>Чусову</w:t>
      </w:r>
      <w:proofErr w:type="spellEnd"/>
      <w:r w:rsidR="00927508" w:rsidRPr="00927508">
        <w:rPr>
          <w:rFonts w:ascii="Times New Roman" w:hAnsi="Times New Roman" w:cs="Times New Roman"/>
          <w:b w:val="0"/>
          <w:sz w:val="28"/>
          <w:szCs w:val="28"/>
        </w:rPr>
        <w:t xml:space="preserve"> Анастасию Эдуардовну</w:t>
      </w:r>
      <w:r w:rsidR="00927508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6F454110" w14:textId="77777777" w:rsidR="00AE6A0A" w:rsidRDefault="00AE6A0A" w:rsidP="00AE6A0A">
      <w:pPr>
        <w:ind w:firstLine="709"/>
        <w:jc w:val="both"/>
        <w:rPr>
          <w:sz w:val="28"/>
        </w:rPr>
      </w:pPr>
      <w:r>
        <w:rPr>
          <w:sz w:val="28"/>
          <w:szCs w:val="28"/>
        </w:rPr>
        <w:t>2. Опубликовать настоящее решение в бюллетене «Официальный вестник Мошенского муниципального района» и разместить на сайте Мошенского муниципального района в информационно-коммуникационной сети «Интернет».</w:t>
      </w:r>
    </w:p>
    <w:p w14:paraId="70F87058" w14:textId="1741BCC5" w:rsidR="00B41517" w:rsidRPr="00927508" w:rsidRDefault="00B41517" w:rsidP="008A1294">
      <w:pPr>
        <w:ind w:firstLine="993"/>
        <w:jc w:val="both"/>
        <w:rPr>
          <w:sz w:val="28"/>
          <w:szCs w:val="28"/>
        </w:rPr>
      </w:pPr>
    </w:p>
    <w:p w14:paraId="4FF39FA4" w14:textId="77777777" w:rsidR="00FC0521" w:rsidRPr="00823B35" w:rsidRDefault="00FC0521" w:rsidP="008A1294">
      <w:pPr>
        <w:ind w:firstLine="993"/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23"/>
        <w:gridCol w:w="286"/>
        <w:gridCol w:w="246"/>
      </w:tblGrid>
      <w:tr w:rsidR="00FC0521" w:rsidRPr="008A1294" w14:paraId="70808D58" w14:textId="77777777" w:rsidTr="00AE6A0A">
        <w:tc>
          <w:tcPr>
            <w:tcW w:w="4730" w:type="pct"/>
            <w:hideMark/>
          </w:tcPr>
          <w:p w14:paraId="0D15599B" w14:textId="77777777" w:rsidR="00FC0521" w:rsidRPr="008A1294" w:rsidRDefault="00FC0521" w:rsidP="00CB6ED3">
            <w:pPr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Председатель Думы</w:t>
            </w:r>
          </w:p>
          <w:p w14:paraId="071B3AC5" w14:textId="4B2A3FA1" w:rsidR="00FC0521" w:rsidRPr="008A1294" w:rsidRDefault="00D40743" w:rsidP="00CB6ED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FC0521" w:rsidRPr="008A1294">
              <w:rPr>
                <w:b/>
                <w:sz w:val="28"/>
                <w:szCs w:val="28"/>
              </w:rPr>
              <w:t>униципального</w:t>
            </w:r>
            <w:r>
              <w:rPr>
                <w:b/>
                <w:sz w:val="28"/>
                <w:szCs w:val="28"/>
              </w:rPr>
              <w:t xml:space="preserve"> округа </w:t>
            </w:r>
          </w:p>
          <w:p w14:paraId="3AAA5888" w14:textId="77777777" w:rsidR="00FC0521" w:rsidRPr="008A1294" w:rsidRDefault="00FC0521" w:rsidP="00CB6ED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Ким</w:t>
            </w:r>
          </w:p>
        </w:tc>
        <w:tc>
          <w:tcPr>
            <w:tcW w:w="145" w:type="pct"/>
          </w:tcPr>
          <w:p w14:paraId="34131F64" w14:textId="77777777" w:rsidR="00FC0521" w:rsidRPr="008A1294" w:rsidRDefault="00FC0521" w:rsidP="00CB6ED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6" w:type="pct"/>
          </w:tcPr>
          <w:p w14:paraId="21846E1A" w14:textId="4EDE0689" w:rsidR="00FC0521" w:rsidRPr="008A1294" w:rsidRDefault="00FC0521" w:rsidP="00CB6ED3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32E28248" w14:textId="77777777" w:rsidR="00D63421" w:rsidRDefault="00D63421" w:rsidP="00CA0078">
      <w:pPr>
        <w:pStyle w:val="a3"/>
      </w:pPr>
      <w:bookmarkStart w:id="0" w:name="_GoBack"/>
      <w:bookmarkEnd w:id="0"/>
    </w:p>
    <w:sectPr w:rsidR="00D63421" w:rsidSect="00237D94">
      <w:headerReference w:type="default" r:id="rId7"/>
      <w:footerReference w:type="first" r:id="rId8"/>
      <w:pgSz w:w="11907" w:h="16840" w:code="9"/>
      <w:pgMar w:top="567" w:right="567" w:bottom="567" w:left="1701" w:header="720" w:footer="57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B80A2" w14:textId="77777777" w:rsidR="00A51E8E" w:rsidRDefault="00A51E8E">
      <w:r>
        <w:separator/>
      </w:r>
    </w:p>
  </w:endnote>
  <w:endnote w:type="continuationSeparator" w:id="0">
    <w:p w14:paraId="689042F0" w14:textId="77777777" w:rsidR="00A51E8E" w:rsidRDefault="00A51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42207" w14:textId="117A2606" w:rsidR="00CA0078" w:rsidRDefault="00CA0078" w:rsidP="00CA0078">
    <w:pPr>
      <w:pStyle w:val="a3"/>
      <w:spacing w:line="240" w:lineRule="exact"/>
    </w:pPr>
    <w:r>
      <w:t>№ 1</w:t>
    </w:r>
    <w:r w:rsidR="00FC0521">
      <w:t>14</w:t>
    </w:r>
  </w:p>
  <w:p w14:paraId="63DA3956" w14:textId="77777777" w:rsidR="00CA0078" w:rsidRDefault="00CA0078" w:rsidP="00CA0078">
    <w:pPr>
      <w:pStyle w:val="a3"/>
      <w:spacing w:line="240" w:lineRule="exact"/>
    </w:pPr>
    <w:r>
      <w:t>от 27 октября 2021 года</w:t>
    </w:r>
  </w:p>
  <w:p w14:paraId="45D68D6E" w14:textId="77777777" w:rsidR="00CA0078" w:rsidRDefault="00CA0078" w:rsidP="00CA0078">
    <w:pPr>
      <w:pStyle w:val="a3"/>
      <w:spacing w:line="240" w:lineRule="exact"/>
    </w:pPr>
    <w:r>
      <w:t>с. Мошенское</w:t>
    </w:r>
  </w:p>
  <w:p w14:paraId="52FC9219" w14:textId="77777777" w:rsidR="00CA0078" w:rsidRDefault="00CA0078" w:rsidP="00CA0078">
    <w:pPr>
      <w:pStyle w:val="a3"/>
      <w:spacing w:line="240" w:lineRule="exact"/>
    </w:pPr>
    <w:proofErr w:type="spellStart"/>
    <w:r>
      <w:t>ес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7F20A" w14:textId="77777777" w:rsidR="00A51E8E" w:rsidRDefault="00A51E8E">
      <w:r>
        <w:separator/>
      </w:r>
    </w:p>
  </w:footnote>
  <w:footnote w:type="continuationSeparator" w:id="0">
    <w:p w14:paraId="52D99636" w14:textId="77777777" w:rsidR="00A51E8E" w:rsidRDefault="00A51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346029"/>
      <w:docPartObj>
        <w:docPartGallery w:val="Page Numbers (Top of Page)"/>
        <w:docPartUnique/>
      </w:docPartObj>
    </w:sdtPr>
    <w:sdtEndPr/>
    <w:sdtContent>
      <w:p w14:paraId="1645D542" w14:textId="77777777" w:rsidR="00A51E8E" w:rsidRDefault="0093441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6A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12F097" w14:textId="77777777" w:rsidR="00A51E8E" w:rsidRDefault="00A51E8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1B"/>
    <w:rsid w:val="000F0313"/>
    <w:rsid w:val="000F768C"/>
    <w:rsid w:val="001F739A"/>
    <w:rsid w:val="00237D94"/>
    <w:rsid w:val="00346888"/>
    <w:rsid w:val="00376D5C"/>
    <w:rsid w:val="00391935"/>
    <w:rsid w:val="003921B0"/>
    <w:rsid w:val="003F3975"/>
    <w:rsid w:val="00406B63"/>
    <w:rsid w:val="00443BE3"/>
    <w:rsid w:val="00447ECE"/>
    <w:rsid w:val="00460D4D"/>
    <w:rsid w:val="004E5A1A"/>
    <w:rsid w:val="004F3688"/>
    <w:rsid w:val="005553E3"/>
    <w:rsid w:val="00591EB7"/>
    <w:rsid w:val="00596A8D"/>
    <w:rsid w:val="005F3159"/>
    <w:rsid w:val="00615DD0"/>
    <w:rsid w:val="0069647B"/>
    <w:rsid w:val="00722390"/>
    <w:rsid w:val="007449DF"/>
    <w:rsid w:val="007C5571"/>
    <w:rsid w:val="00823B35"/>
    <w:rsid w:val="00833D69"/>
    <w:rsid w:val="00856ADF"/>
    <w:rsid w:val="00862A38"/>
    <w:rsid w:val="00863928"/>
    <w:rsid w:val="00876765"/>
    <w:rsid w:val="008A1294"/>
    <w:rsid w:val="00914A1B"/>
    <w:rsid w:val="00927508"/>
    <w:rsid w:val="0093441D"/>
    <w:rsid w:val="00967E8A"/>
    <w:rsid w:val="009E6B6C"/>
    <w:rsid w:val="009E73F9"/>
    <w:rsid w:val="00A51E8E"/>
    <w:rsid w:val="00A52CAE"/>
    <w:rsid w:val="00A91A7E"/>
    <w:rsid w:val="00AE6A0A"/>
    <w:rsid w:val="00AF0225"/>
    <w:rsid w:val="00AF5A7C"/>
    <w:rsid w:val="00B26459"/>
    <w:rsid w:val="00B26816"/>
    <w:rsid w:val="00B41517"/>
    <w:rsid w:val="00B61C24"/>
    <w:rsid w:val="00B91F09"/>
    <w:rsid w:val="00BB61F8"/>
    <w:rsid w:val="00BC64F2"/>
    <w:rsid w:val="00BF7D2A"/>
    <w:rsid w:val="00C06F7F"/>
    <w:rsid w:val="00C213FA"/>
    <w:rsid w:val="00CA0078"/>
    <w:rsid w:val="00CA15A5"/>
    <w:rsid w:val="00CA4BFC"/>
    <w:rsid w:val="00CB3E14"/>
    <w:rsid w:val="00CB4294"/>
    <w:rsid w:val="00CC56A1"/>
    <w:rsid w:val="00CF0299"/>
    <w:rsid w:val="00D15CFB"/>
    <w:rsid w:val="00D27943"/>
    <w:rsid w:val="00D40743"/>
    <w:rsid w:val="00D63421"/>
    <w:rsid w:val="00DA22AC"/>
    <w:rsid w:val="00DD57A9"/>
    <w:rsid w:val="00E0150D"/>
    <w:rsid w:val="00E04C6B"/>
    <w:rsid w:val="00ED167B"/>
    <w:rsid w:val="00EE3693"/>
    <w:rsid w:val="00F31B1D"/>
    <w:rsid w:val="00F95EEE"/>
    <w:rsid w:val="00FA140C"/>
    <w:rsid w:val="00FC0521"/>
    <w:rsid w:val="00FE1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C9022D9"/>
  <w15:docId w15:val="{C47DA7D6-DBCD-4B26-BE18-51F16B57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basedOn w:val="a0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F0299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A51E8E"/>
    <w:pPr>
      <w:ind w:firstLine="993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51E8E"/>
    <w:rPr>
      <w:sz w:val="28"/>
    </w:rPr>
  </w:style>
  <w:style w:type="character" w:customStyle="1" w:styleId="1">
    <w:name w:val="Гиперссылка1"/>
    <w:rsid w:val="00D63421"/>
  </w:style>
  <w:style w:type="paragraph" w:styleId="a9">
    <w:name w:val="Normal (Web)"/>
    <w:basedOn w:val="a"/>
    <w:uiPriority w:val="99"/>
    <w:unhideWhenUsed/>
    <w:rsid w:val="00D63421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qFormat/>
    <w:rsid w:val="00237D9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&#1076;&#1091;&#1084;&#1072;%20&#1073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дума бланк</Template>
  <TotalTime>41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EVasilyeva</dc:creator>
  <cp:lastModifiedBy>Марина Александрова</cp:lastModifiedBy>
  <cp:revision>10</cp:revision>
  <cp:lastPrinted>2021-02-26T12:03:00Z</cp:lastPrinted>
  <dcterms:created xsi:type="dcterms:W3CDTF">2021-10-28T06:43:00Z</dcterms:created>
  <dcterms:modified xsi:type="dcterms:W3CDTF">2023-09-28T09:03:00Z</dcterms:modified>
</cp:coreProperties>
</file>