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356"/>
        <w:gridCol w:w="7431"/>
      </w:tblGrid>
      <w:tr w:rsidR="00BE112D" w:rsidRPr="00E9371F" w14:paraId="5FECEBFF" w14:textId="77777777" w:rsidTr="00E9371F">
        <w:tc>
          <w:tcPr>
            <w:tcW w:w="7677" w:type="dxa"/>
          </w:tcPr>
          <w:p w14:paraId="243E425D" w14:textId="77777777" w:rsidR="00BE112D" w:rsidRPr="00E9371F" w:rsidRDefault="00BE112D" w:rsidP="00E9371F">
            <w:pPr>
              <w:tabs>
                <w:tab w:val="left" w:pos="2925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7678" w:type="dxa"/>
          </w:tcPr>
          <w:p w14:paraId="0384A522" w14:textId="77777777" w:rsidR="007A104B" w:rsidRPr="000F3A53" w:rsidRDefault="007A104B" w:rsidP="007A104B">
            <w:pPr>
              <w:tabs>
                <w:tab w:val="left" w:pos="2925"/>
              </w:tabs>
              <w:jc w:val="center"/>
              <w:rPr>
                <w:color w:val="000000"/>
                <w:sz w:val="24"/>
                <w:szCs w:val="28"/>
              </w:rPr>
            </w:pPr>
            <w:r w:rsidRPr="000F3A53">
              <w:rPr>
                <w:color w:val="000000"/>
                <w:sz w:val="24"/>
                <w:szCs w:val="28"/>
              </w:rPr>
              <w:t>Приложение № 5</w:t>
            </w:r>
          </w:p>
          <w:p w14:paraId="12BFB770" w14:textId="77777777" w:rsidR="00BE112D" w:rsidRPr="00E9371F" w:rsidRDefault="007A104B" w:rsidP="000F3A53">
            <w:pPr>
              <w:tabs>
                <w:tab w:val="left" w:pos="2925"/>
              </w:tabs>
              <w:jc w:val="center"/>
              <w:rPr>
                <w:sz w:val="28"/>
                <w:szCs w:val="28"/>
              </w:rPr>
            </w:pPr>
            <w:r w:rsidRPr="000F3A53">
              <w:rPr>
                <w:color w:val="000000"/>
                <w:sz w:val="24"/>
                <w:szCs w:val="28"/>
              </w:rPr>
              <w:t>к Порядку принятия решений о разработке муниципальных программ Мошенского муниципального района, их формирования, реализации и проведения оценки эффективности</w:t>
            </w:r>
          </w:p>
        </w:tc>
      </w:tr>
    </w:tbl>
    <w:p w14:paraId="1F268B34" w14:textId="77777777" w:rsidR="00BE112D" w:rsidRDefault="00BE112D" w:rsidP="008D48E9">
      <w:pPr>
        <w:tabs>
          <w:tab w:val="left" w:pos="2925"/>
        </w:tabs>
        <w:rPr>
          <w:color w:val="000000"/>
          <w:sz w:val="28"/>
          <w:szCs w:val="28"/>
        </w:rPr>
      </w:pPr>
    </w:p>
    <w:p w14:paraId="24B6FD25" w14:textId="77777777" w:rsidR="007A104B" w:rsidRPr="007A104B" w:rsidRDefault="007A104B" w:rsidP="007A104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A104B">
        <w:rPr>
          <w:sz w:val="28"/>
          <w:szCs w:val="28"/>
        </w:rPr>
        <w:t>ОТЧЕТ</w:t>
      </w:r>
    </w:p>
    <w:p w14:paraId="1B1A3136" w14:textId="77777777" w:rsidR="007A104B" w:rsidRPr="007A104B" w:rsidRDefault="007A104B" w:rsidP="007A104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A104B">
        <w:rPr>
          <w:sz w:val="28"/>
          <w:szCs w:val="28"/>
        </w:rPr>
        <w:t>о ходе реализации муниципальной программы</w:t>
      </w:r>
    </w:p>
    <w:p w14:paraId="56DEA401" w14:textId="04DDDC56" w:rsidR="005014B5" w:rsidRPr="005014B5" w:rsidRDefault="005014B5" w:rsidP="005014B5">
      <w:pPr>
        <w:spacing w:line="240" w:lineRule="exact"/>
        <w:jc w:val="center"/>
        <w:rPr>
          <w:b/>
          <w:sz w:val="28"/>
          <w:szCs w:val="24"/>
          <w:lang w:eastAsia="ar-SA"/>
        </w:rPr>
      </w:pPr>
      <w:r w:rsidRPr="005014B5">
        <w:rPr>
          <w:b/>
          <w:sz w:val="28"/>
          <w:szCs w:val="24"/>
        </w:rPr>
        <w:t>«Реформирование и развитие системы муниципального</w:t>
      </w:r>
      <w:r w:rsidR="00B22DF7">
        <w:rPr>
          <w:b/>
          <w:sz w:val="28"/>
          <w:szCs w:val="24"/>
        </w:rPr>
        <w:t xml:space="preserve"> </w:t>
      </w:r>
      <w:r w:rsidRPr="005014B5">
        <w:rPr>
          <w:b/>
          <w:sz w:val="28"/>
          <w:szCs w:val="24"/>
        </w:rPr>
        <w:t>управления</w:t>
      </w:r>
      <w:r w:rsidR="00B22DF7">
        <w:rPr>
          <w:b/>
          <w:sz w:val="28"/>
          <w:szCs w:val="24"/>
        </w:rPr>
        <w:t xml:space="preserve"> </w:t>
      </w:r>
      <w:r w:rsidRPr="005014B5">
        <w:rPr>
          <w:b/>
          <w:sz w:val="28"/>
          <w:szCs w:val="24"/>
          <w:lang w:eastAsia="ar-SA"/>
        </w:rPr>
        <w:t>Мошенского</w:t>
      </w:r>
    </w:p>
    <w:p w14:paraId="3646ADD4" w14:textId="18BEB62E" w:rsidR="007A104B" w:rsidRPr="005014B5" w:rsidRDefault="005014B5" w:rsidP="007A104B">
      <w:pPr>
        <w:widowControl w:val="0"/>
        <w:autoSpaceDE w:val="0"/>
        <w:autoSpaceDN w:val="0"/>
        <w:jc w:val="center"/>
        <w:rPr>
          <w:sz w:val="28"/>
          <w:szCs w:val="24"/>
        </w:rPr>
      </w:pPr>
      <w:r w:rsidRPr="005014B5">
        <w:rPr>
          <w:b/>
          <w:sz w:val="28"/>
          <w:szCs w:val="24"/>
          <w:lang w:eastAsia="ar-SA"/>
        </w:rPr>
        <w:t>му</w:t>
      </w:r>
      <w:r w:rsidR="00355C76">
        <w:rPr>
          <w:b/>
          <w:sz w:val="28"/>
          <w:szCs w:val="24"/>
          <w:lang w:eastAsia="ar-SA"/>
        </w:rPr>
        <w:t>ниципального района на 20</w:t>
      </w:r>
      <w:r w:rsidR="005F3FDC">
        <w:rPr>
          <w:b/>
          <w:sz w:val="28"/>
          <w:szCs w:val="24"/>
          <w:lang w:eastAsia="ar-SA"/>
        </w:rPr>
        <w:t>21</w:t>
      </w:r>
      <w:r w:rsidR="00355C76">
        <w:rPr>
          <w:b/>
          <w:sz w:val="28"/>
          <w:szCs w:val="24"/>
          <w:lang w:eastAsia="ar-SA"/>
        </w:rPr>
        <w:t>-202</w:t>
      </w:r>
      <w:r w:rsidR="005F3FDC">
        <w:rPr>
          <w:b/>
          <w:sz w:val="28"/>
          <w:szCs w:val="24"/>
          <w:lang w:eastAsia="ar-SA"/>
        </w:rPr>
        <w:t>5</w:t>
      </w:r>
      <w:r w:rsidRPr="005014B5">
        <w:rPr>
          <w:b/>
          <w:sz w:val="28"/>
          <w:szCs w:val="24"/>
          <w:lang w:eastAsia="ar-SA"/>
        </w:rPr>
        <w:t xml:space="preserve"> годы</w:t>
      </w:r>
      <w:r w:rsidRPr="005014B5">
        <w:rPr>
          <w:b/>
          <w:sz w:val="28"/>
          <w:szCs w:val="24"/>
        </w:rPr>
        <w:t>»</w:t>
      </w:r>
      <w:r w:rsidR="00DB0FB7">
        <w:rPr>
          <w:b/>
          <w:sz w:val="28"/>
          <w:szCs w:val="24"/>
        </w:rPr>
        <w:t xml:space="preserve"> </w:t>
      </w:r>
      <w:r w:rsidR="007A104B" w:rsidRPr="005014B5">
        <w:rPr>
          <w:b/>
          <w:sz w:val="28"/>
          <w:szCs w:val="24"/>
        </w:rPr>
        <w:t>за</w:t>
      </w:r>
      <w:r w:rsidR="00DB0FB7">
        <w:rPr>
          <w:b/>
          <w:sz w:val="28"/>
          <w:szCs w:val="24"/>
        </w:rPr>
        <w:t xml:space="preserve"> 202</w:t>
      </w:r>
      <w:r w:rsidR="005F3FDC">
        <w:rPr>
          <w:b/>
          <w:sz w:val="28"/>
          <w:szCs w:val="24"/>
        </w:rPr>
        <w:t>1</w:t>
      </w:r>
      <w:r w:rsidR="000F3A53" w:rsidRPr="005014B5">
        <w:rPr>
          <w:b/>
          <w:sz w:val="28"/>
          <w:szCs w:val="24"/>
        </w:rPr>
        <w:t xml:space="preserve"> год</w:t>
      </w:r>
    </w:p>
    <w:p w14:paraId="50877455" w14:textId="77777777" w:rsidR="007A104B" w:rsidRPr="007A104B" w:rsidRDefault="007A104B" w:rsidP="007A104B">
      <w:pPr>
        <w:widowControl w:val="0"/>
        <w:autoSpaceDE w:val="0"/>
        <w:autoSpaceDN w:val="0"/>
        <w:ind w:firstLine="540"/>
        <w:jc w:val="center"/>
        <w:outlineLvl w:val="1"/>
        <w:rPr>
          <w:sz w:val="28"/>
          <w:szCs w:val="28"/>
        </w:rPr>
      </w:pPr>
      <w:r w:rsidRPr="007A104B">
        <w:rPr>
          <w:sz w:val="28"/>
          <w:szCs w:val="28"/>
        </w:rPr>
        <w:t>Таблица 1 - Сведения о финансировании и освоении средств муниципальной программы</w:t>
      </w:r>
    </w:p>
    <w:p w14:paraId="7786C44E" w14:textId="77777777" w:rsidR="007A104B" w:rsidRPr="007A104B" w:rsidRDefault="007A104B" w:rsidP="007A104B">
      <w:pPr>
        <w:widowControl w:val="0"/>
        <w:autoSpaceDE w:val="0"/>
        <w:autoSpaceDN w:val="0"/>
        <w:jc w:val="right"/>
        <w:rPr>
          <w:sz w:val="24"/>
          <w:szCs w:val="24"/>
        </w:rPr>
      </w:pPr>
      <w:r w:rsidRPr="007A104B">
        <w:rPr>
          <w:sz w:val="24"/>
          <w:szCs w:val="24"/>
        </w:rPr>
        <w:t>(тыс. руб.)</w:t>
      </w:r>
    </w:p>
    <w:tbl>
      <w:tblPr>
        <w:tblW w:w="14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992"/>
        <w:gridCol w:w="732"/>
        <w:gridCol w:w="624"/>
        <w:gridCol w:w="907"/>
        <w:gridCol w:w="624"/>
        <w:gridCol w:w="624"/>
        <w:gridCol w:w="907"/>
        <w:gridCol w:w="567"/>
        <w:gridCol w:w="685"/>
        <w:gridCol w:w="846"/>
        <w:gridCol w:w="714"/>
        <w:gridCol w:w="850"/>
        <w:gridCol w:w="851"/>
        <w:gridCol w:w="850"/>
        <w:gridCol w:w="992"/>
        <w:gridCol w:w="709"/>
      </w:tblGrid>
      <w:tr w:rsidR="007A104B" w:rsidRPr="007A104B" w14:paraId="1DE5D894" w14:textId="77777777" w:rsidTr="00DC42DA">
        <w:trPr>
          <w:trHeight w:val="706"/>
        </w:trPr>
        <w:tc>
          <w:tcPr>
            <w:tcW w:w="1905" w:type="dxa"/>
            <w:vMerge w:val="restart"/>
          </w:tcPr>
          <w:p w14:paraId="0825E5F7" w14:textId="77777777" w:rsidR="007A104B" w:rsidRPr="007A104B" w:rsidRDefault="007A104B" w:rsidP="007A104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4" w:type="dxa"/>
            <w:gridSpan w:val="2"/>
          </w:tcPr>
          <w:p w14:paraId="30F3F180" w14:textId="77777777" w:rsidR="007A104B" w:rsidRPr="007A104B" w:rsidRDefault="007A104B" w:rsidP="007A104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Всего</w:t>
            </w:r>
          </w:p>
        </w:tc>
        <w:tc>
          <w:tcPr>
            <w:tcW w:w="2155" w:type="dxa"/>
            <w:gridSpan w:val="3"/>
          </w:tcPr>
          <w:p w14:paraId="19847AE4" w14:textId="77777777" w:rsidR="007A104B" w:rsidRPr="007A104B" w:rsidRDefault="007A104B" w:rsidP="007A104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фед</w:t>
            </w:r>
            <w:r w:rsidRPr="007A104B">
              <w:rPr>
                <w:sz w:val="24"/>
                <w:szCs w:val="24"/>
              </w:rPr>
              <w:t>е</w:t>
            </w:r>
            <w:r w:rsidRPr="007A104B">
              <w:rPr>
                <w:sz w:val="24"/>
                <w:szCs w:val="24"/>
              </w:rPr>
              <w:t>рального бюджета</w:t>
            </w:r>
          </w:p>
        </w:tc>
        <w:tc>
          <w:tcPr>
            <w:tcW w:w="2098" w:type="dxa"/>
            <w:gridSpan w:val="3"/>
          </w:tcPr>
          <w:p w14:paraId="0A6B49EF" w14:textId="77777777" w:rsidR="007A104B" w:rsidRPr="007A104B" w:rsidRDefault="007A104B" w:rsidP="007A104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облас</w:t>
            </w:r>
            <w:r w:rsidRPr="007A104B">
              <w:rPr>
                <w:sz w:val="24"/>
                <w:szCs w:val="24"/>
              </w:rPr>
              <w:t>т</w:t>
            </w:r>
            <w:r w:rsidRPr="007A104B">
              <w:rPr>
                <w:sz w:val="24"/>
                <w:szCs w:val="24"/>
              </w:rPr>
              <w:t>ного бюджета</w:t>
            </w:r>
          </w:p>
        </w:tc>
        <w:tc>
          <w:tcPr>
            <w:tcW w:w="2245" w:type="dxa"/>
            <w:gridSpan w:val="3"/>
          </w:tcPr>
          <w:p w14:paraId="510005C7" w14:textId="77777777" w:rsidR="007A104B" w:rsidRPr="007A104B" w:rsidRDefault="007A104B" w:rsidP="007A104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551" w:type="dxa"/>
            <w:gridSpan w:val="3"/>
          </w:tcPr>
          <w:p w14:paraId="08EA86BA" w14:textId="77777777" w:rsidR="007A104B" w:rsidRPr="007A104B" w:rsidRDefault="007A104B" w:rsidP="007A104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госуда</w:t>
            </w:r>
            <w:r w:rsidRPr="007A104B">
              <w:rPr>
                <w:sz w:val="24"/>
                <w:szCs w:val="24"/>
              </w:rPr>
              <w:t>р</w:t>
            </w:r>
            <w:r w:rsidRPr="007A104B">
              <w:rPr>
                <w:sz w:val="24"/>
                <w:szCs w:val="24"/>
              </w:rPr>
              <w:t>ственных внебюдже</w:t>
            </w:r>
            <w:r w:rsidRPr="007A104B">
              <w:rPr>
                <w:sz w:val="24"/>
                <w:szCs w:val="24"/>
              </w:rPr>
              <w:t>т</w:t>
            </w:r>
            <w:r w:rsidRPr="007A104B">
              <w:rPr>
                <w:sz w:val="24"/>
                <w:szCs w:val="24"/>
              </w:rPr>
              <w:t>ных фондов Росси</w:t>
            </w:r>
            <w:r w:rsidRPr="007A104B">
              <w:rPr>
                <w:sz w:val="24"/>
                <w:szCs w:val="24"/>
              </w:rPr>
              <w:t>й</w:t>
            </w:r>
            <w:r w:rsidRPr="007A104B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701" w:type="dxa"/>
            <w:gridSpan w:val="2"/>
          </w:tcPr>
          <w:p w14:paraId="283F4279" w14:textId="77777777" w:rsidR="007A104B" w:rsidRPr="007A104B" w:rsidRDefault="007A104B" w:rsidP="007A104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Другие вн</w:t>
            </w:r>
            <w:r w:rsidRPr="007A104B">
              <w:rPr>
                <w:sz w:val="24"/>
                <w:szCs w:val="24"/>
              </w:rPr>
              <w:t>е</w:t>
            </w:r>
            <w:r w:rsidRPr="007A104B">
              <w:rPr>
                <w:sz w:val="24"/>
                <w:szCs w:val="24"/>
              </w:rPr>
              <w:t>бюджетные источники</w:t>
            </w:r>
          </w:p>
        </w:tc>
      </w:tr>
      <w:tr w:rsidR="007A104B" w:rsidRPr="007A104B" w14:paraId="7B6EB82A" w14:textId="77777777" w:rsidTr="00DC42DA">
        <w:trPr>
          <w:trHeight w:val="524"/>
        </w:trPr>
        <w:tc>
          <w:tcPr>
            <w:tcW w:w="1905" w:type="dxa"/>
            <w:vMerge/>
          </w:tcPr>
          <w:p w14:paraId="15B25739" w14:textId="77777777" w:rsidR="007A104B" w:rsidRPr="007A104B" w:rsidRDefault="007A104B" w:rsidP="007A10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5C8D4AF" w14:textId="77777777" w:rsidR="007A104B" w:rsidRPr="007A104B" w:rsidRDefault="007A104B" w:rsidP="007A104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</w:t>
            </w:r>
            <w:r w:rsidRPr="007A104B">
              <w:rPr>
                <w:sz w:val="24"/>
                <w:szCs w:val="24"/>
              </w:rPr>
              <w:t>и</w:t>
            </w:r>
            <w:r w:rsidRPr="007A104B">
              <w:rPr>
                <w:sz w:val="24"/>
                <w:szCs w:val="24"/>
              </w:rPr>
              <w:t>нанс</w:t>
            </w:r>
            <w:r w:rsidRPr="007A104B">
              <w:rPr>
                <w:sz w:val="24"/>
                <w:szCs w:val="24"/>
              </w:rPr>
              <w:t>и</w:t>
            </w:r>
            <w:r w:rsidRPr="007A104B">
              <w:rPr>
                <w:sz w:val="24"/>
                <w:szCs w:val="24"/>
              </w:rPr>
              <w:t>ровано</w:t>
            </w:r>
          </w:p>
        </w:tc>
        <w:tc>
          <w:tcPr>
            <w:tcW w:w="732" w:type="dxa"/>
          </w:tcPr>
          <w:p w14:paraId="34943982" w14:textId="77777777" w:rsidR="007A104B" w:rsidRPr="007A104B" w:rsidRDefault="007A104B" w:rsidP="007A104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</w:t>
            </w:r>
            <w:r w:rsidRPr="007A104B">
              <w:rPr>
                <w:sz w:val="24"/>
                <w:szCs w:val="24"/>
              </w:rPr>
              <w:t>о</w:t>
            </w:r>
            <w:r w:rsidRPr="007A104B">
              <w:rPr>
                <w:sz w:val="24"/>
                <w:szCs w:val="24"/>
              </w:rPr>
              <w:t>ено</w:t>
            </w:r>
          </w:p>
        </w:tc>
        <w:tc>
          <w:tcPr>
            <w:tcW w:w="624" w:type="dxa"/>
          </w:tcPr>
          <w:p w14:paraId="356EF47D" w14:textId="77777777" w:rsidR="007A104B" w:rsidRPr="007A104B" w:rsidRDefault="007A104B" w:rsidP="007A104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14:paraId="7CA62517" w14:textId="77777777" w:rsidR="007A104B" w:rsidRPr="007A104B" w:rsidRDefault="007A104B" w:rsidP="007A104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</w:t>
            </w:r>
            <w:r w:rsidRPr="007A104B">
              <w:rPr>
                <w:sz w:val="24"/>
                <w:szCs w:val="24"/>
              </w:rPr>
              <w:t>и</w:t>
            </w:r>
            <w:r w:rsidRPr="007A104B">
              <w:rPr>
                <w:sz w:val="24"/>
                <w:szCs w:val="24"/>
              </w:rPr>
              <w:t>нанс</w:t>
            </w:r>
            <w:r w:rsidRPr="007A104B">
              <w:rPr>
                <w:sz w:val="24"/>
                <w:szCs w:val="24"/>
              </w:rPr>
              <w:t>и</w:t>
            </w:r>
            <w:r w:rsidRPr="007A104B">
              <w:rPr>
                <w:sz w:val="24"/>
                <w:szCs w:val="24"/>
              </w:rPr>
              <w:t>ровано</w:t>
            </w:r>
          </w:p>
        </w:tc>
        <w:tc>
          <w:tcPr>
            <w:tcW w:w="624" w:type="dxa"/>
          </w:tcPr>
          <w:p w14:paraId="0CE9E0B7" w14:textId="77777777" w:rsidR="007A104B" w:rsidRPr="007A104B" w:rsidRDefault="007A104B" w:rsidP="007A104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14:paraId="035E7B9D" w14:textId="77777777" w:rsidR="007A104B" w:rsidRPr="007A104B" w:rsidRDefault="007A104B" w:rsidP="007A104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14:paraId="5AB8F32D" w14:textId="77777777" w:rsidR="007A104B" w:rsidRPr="007A104B" w:rsidRDefault="007A104B" w:rsidP="007A104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</w:t>
            </w:r>
            <w:r w:rsidRPr="007A104B">
              <w:rPr>
                <w:sz w:val="24"/>
                <w:szCs w:val="24"/>
              </w:rPr>
              <w:t>и</w:t>
            </w:r>
            <w:r w:rsidRPr="007A104B">
              <w:rPr>
                <w:sz w:val="24"/>
                <w:szCs w:val="24"/>
              </w:rPr>
              <w:t>нанс</w:t>
            </w:r>
            <w:r w:rsidRPr="007A104B">
              <w:rPr>
                <w:sz w:val="24"/>
                <w:szCs w:val="24"/>
              </w:rPr>
              <w:t>и</w:t>
            </w:r>
            <w:r w:rsidRPr="007A104B">
              <w:rPr>
                <w:sz w:val="24"/>
                <w:szCs w:val="24"/>
              </w:rPr>
              <w:t>ровано</w:t>
            </w:r>
          </w:p>
        </w:tc>
        <w:tc>
          <w:tcPr>
            <w:tcW w:w="567" w:type="dxa"/>
          </w:tcPr>
          <w:p w14:paraId="0455E795" w14:textId="77777777" w:rsidR="007A104B" w:rsidRPr="007A104B" w:rsidRDefault="007A104B" w:rsidP="007A104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</w:t>
            </w:r>
            <w:r w:rsidRPr="007A104B">
              <w:rPr>
                <w:sz w:val="24"/>
                <w:szCs w:val="24"/>
              </w:rPr>
              <w:t>е</w:t>
            </w:r>
            <w:r w:rsidRPr="007A104B">
              <w:rPr>
                <w:sz w:val="24"/>
                <w:szCs w:val="24"/>
              </w:rPr>
              <w:t>но</w:t>
            </w:r>
          </w:p>
        </w:tc>
        <w:tc>
          <w:tcPr>
            <w:tcW w:w="685" w:type="dxa"/>
          </w:tcPr>
          <w:p w14:paraId="6EA1F79F" w14:textId="77777777" w:rsidR="007A104B" w:rsidRPr="007A104B" w:rsidRDefault="007A104B" w:rsidP="007A104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846" w:type="dxa"/>
          </w:tcPr>
          <w:p w14:paraId="56A58D51" w14:textId="77777777" w:rsidR="007A104B" w:rsidRPr="007A104B" w:rsidRDefault="007A104B" w:rsidP="007A104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</w:t>
            </w:r>
            <w:r w:rsidRPr="007A104B">
              <w:rPr>
                <w:sz w:val="24"/>
                <w:szCs w:val="24"/>
              </w:rPr>
              <w:t>о</w:t>
            </w:r>
            <w:r w:rsidRPr="007A104B">
              <w:rPr>
                <w:sz w:val="24"/>
                <w:szCs w:val="24"/>
              </w:rPr>
              <w:t>ф</w:t>
            </w:r>
            <w:r w:rsidRPr="007A104B">
              <w:rPr>
                <w:sz w:val="24"/>
                <w:szCs w:val="24"/>
              </w:rPr>
              <w:t>и</w:t>
            </w:r>
            <w:r w:rsidRPr="007A104B">
              <w:rPr>
                <w:sz w:val="24"/>
                <w:szCs w:val="24"/>
              </w:rPr>
              <w:t>нанс</w:t>
            </w:r>
            <w:r w:rsidRPr="007A104B">
              <w:rPr>
                <w:sz w:val="24"/>
                <w:szCs w:val="24"/>
              </w:rPr>
              <w:t>и</w:t>
            </w:r>
            <w:r w:rsidRPr="007A104B">
              <w:rPr>
                <w:sz w:val="24"/>
                <w:szCs w:val="24"/>
              </w:rPr>
              <w:t>ровано</w:t>
            </w:r>
          </w:p>
        </w:tc>
        <w:tc>
          <w:tcPr>
            <w:tcW w:w="714" w:type="dxa"/>
          </w:tcPr>
          <w:p w14:paraId="282B2E53" w14:textId="77777777" w:rsidR="007A104B" w:rsidRPr="007A104B" w:rsidRDefault="007A104B" w:rsidP="007A104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</w:t>
            </w:r>
            <w:r w:rsidRPr="007A104B">
              <w:rPr>
                <w:sz w:val="24"/>
                <w:szCs w:val="24"/>
              </w:rPr>
              <w:t>о</w:t>
            </w:r>
            <w:r w:rsidRPr="007A104B">
              <w:rPr>
                <w:sz w:val="24"/>
                <w:szCs w:val="24"/>
              </w:rPr>
              <w:t>ено</w:t>
            </w:r>
          </w:p>
        </w:tc>
        <w:tc>
          <w:tcPr>
            <w:tcW w:w="850" w:type="dxa"/>
          </w:tcPr>
          <w:p w14:paraId="1B9CEE16" w14:textId="77777777" w:rsidR="007A104B" w:rsidRPr="007A104B" w:rsidRDefault="007A104B" w:rsidP="007A104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851" w:type="dxa"/>
          </w:tcPr>
          <w:p w14:paraId="6E6683DA" w14:textId="77777777" w:rsidR="007A104B" w:rsidRPr="007A104B" w:rsidRDefault="007A104B" w:rsidP="007A104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</w:t>
            </w:r>
            <w:r w:rsidRPr="007A104B">
              <w:rPr>
                <w:sz w:val="24"/>
                <w:szCs w:val="24"/>
              </w:rPr>
              <w:t>о</w:t>
            </w:r>
            <w:r w:rsidRPr="007A104B">
              <w:rPr>
                <w:sz w:val="24"/>
                <w:szCs w:val="24"/>
              </w:rPr>
              <w:t>ф</w:t>
            </w:r>
            <w:r w:rsidRPr="007A104B">
              <w:rPr>
                <w:sz w:val="24"/>
                <w:szCs w:val="24"/>
              </w:rPr>
              <w:t>и</w:t>
            </w:r>
            <w:r w:rsidRPr="007A104B">
              <w:rPr>
                <w:sz w:val="24"/>
                <w:szCs w:val="24"/>
              </w:rPr>
              <w:t>нанс</w:t>
            </w:r>
            <w:r w:rsidRPr="007A104B">
              <w:rPr>
                <w:sz w:val="24"/>
                <w:szCs w:val="24"/>
              </w:rPr>
              <w:t>и</w:t>
            </w:r>
            <w:r w:rsidRPr="007A104B">
              <w:rPr>
                <w:sz w:val="24"/>
                <w:szCs w:val="24"/>
              </w:rPr>
              <w:t>ровано</w:t>
            </w:r>
          </w:p>
        </w:tc>
        <w:tc>
          <w:tcPr>
            <w:tcW w:w="850" w:type="dxa"/>
          </w:tcPr>
          <w:p w14:paraId="6DDD356F" w14:textId="77777777" w:rsidR="007A104B" w:rsidRPr="007A104B" w:rsidRDefault="007A104B" w:rsidP="007A104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</w:t>
            </w:r>
            <w:r w:rsidRPr="007A104B">
              <w:rPr>
                <w:sz w:val="24"/>
                <w:szCs w:val="24"/>
              </w:rPr>
              <w:t>е</w:t>
            </w:r>
            <w:r w:rsidRPr="007A104B">
              <w:rPr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14:paraId="5A57CB40" w14:textId="77777777" w:rsidR="007A104B" w:rsidRPr="007A104B" w:rsidRDefault="007A104B" w:rsidP="007A104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</w:t>
            </w:r>
            <w:r w:rsidRPr="007A104B">
              <w:rPr>
                <w:sz w:val="24"/>
                <w:szCs w:val="24"/>
              </w:rPr>
              <w:t>и</w:t>
            </w:r>
            <w:r w:rsidRPr="007A104B">
              <w:rPr>
                <w:sz w:val="24"/>
                <w:szCs w:val="24"/>
              </w:rPr>
              <w:t>нанс</w:t>
            </w:r>
            <w:r w:rsidRPr="007A104B">
              <w:rPr>
                <w:sz w:val="24"/>
                <w:szCs w:val="24"/>
              </w:rPr>
              <w:t>и</w:t>
            </w:r>
            <w:r w:rsidRPr="007A104B">
              <w:rPr>
                <w:sz w:val="24"/>
                <w:szCs w:val="24"/>
              </w:rPr>
              <w:t>ровано</w:t>
            </w:r>
          </w:p>
        </w:tc>
        <w:tc>
          <w:tcPr>
            <w:tcW w:w="709" w:type="dxa"/>
          </w:tcPr>
          <w:p w14:paraId="751D2DB0" w14:textId="77777777" w:rsidR="007A104B" w:rsidRPr="007A104B" w:rsidRDefault="007A104B" w:rsidP="007A104B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</w:t>
            </w:r>
            <w:r w:rsidRPr="007A104B">
              <w:rPr>
                <w:sz w:val="24"/>
                <w:szCs w:val="24"/>
              </w:rPr>
              <w:t>о</w:t>
            </w:r>
            <w:r w:rsidRPr="007A104B">
              <w:rPr>
                <w:sz w:val="24"/>
                <w:szCs w:val="24"/>
              </w:rPr>
              <w:t>ено</w:t>
            </w:r>
          </w:p>
        </w:tc>
      </w:tr>
    </w:tbl>
    <w:p w14:paraId="619C0D94" w14:textId="77777777" w:rsidR="007A104B" w:rsidRPr="007A104B" w:rsidRDefault="007A104B" w:rsidP="007A104B">
      <w:pPr>
        <w:rPr>
          <w:sz w:val="2"/>
          <w:szCs w:val="2"/>
        </w:rPr>
      </w:pPr>
    </w:p>
    <w:tbl>
      <w:tblPr>
        <w:tblW w:w="14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992"/>
        <w:gridCol w:w="732"/>
        <w:gridCol w:w="544"/>
        <w:gridCol w:w="987"/>
        <w:gridCol w:w="624"/>
        <w:gridCol w:w="624"/>
        <w:gridCol w:w="742"/>
        <w:gridCol w:w="732"/>
        <w:gridCol w:w="827"/>
        <w:gridCol w:w="704"/>
        <w:gridCol w:w="714"/>
        <w:gridCol w:w="850"/>
        <w:gridCol w:w="851"/>
        <w:gridCol w:w="851"/>
        <w:gridCol w:w="850"/>
        <w:gridCol w:w="851"/>
      </w:tblGrid>
      <w:tr w:rsidR="00DC42DA" w:rsidRPr="007A104B" w14:paraId="4FCF9676" w14:textId="77777777" w:rsidTr="00B50134">
        <w:trPr>
          <w:trHeight w:val="308"/>
          <w:tblHeader/>
        </w:trPr>
        <w:tc>
          <w:tcPr>
            <w:tcW w:w="1905" w:type="dxa"/>
          </w:tcPr>
          <w:p w14:paraId="3AC1DD61" w14:textId="77777777" w:rsidR="00DC42DA" w:rsidRPr="007A104B" w:rsidRDefault="00DC42DA" w:rsidP="007A104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A569A52" w14:textId="77777777" w:rsidR="00DC42DA" w:rsidRPr="007A104B" w:rsidRDefault="00DC42DA" w:rsidP="007A104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2</w:t>
            </w:r>
          </w:p>
        </w:tc>
        <w:tc>
          <w:tcPr>
            <w:tcW w:w="732" w:type="dxa"/>
          </w:tcPr>
          <w:p w14:paraId="276B0B97" w14:textId="77777777" w:rsidR="00DC42DA" w:rsidRPr="007A104B" w:rsidRDefault="00DC42DA" w:rsidP="007A104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3</w:t>
            </w:r>
          </w:p>
        </w:tc>
        <w:tc>
          <w:tcPr>
            <w:tcW w:w="544" w:type="dxa"/>
          </w:tcPr>
          <w:p w14:paraId="50A8647D" w14:textId="77777777" w:rsidR="00DC42DA" w:rsidRPr="007A104B" w:rsidRDefault="00DC42DA" w:rsidP="007A104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14:paraId="6723F7EF" w14:textId="77777777" w:rsidR="00DC42DA" w:rsidRPr="007A104B" w:rsidRDefault="00DC42DA" w:rsidP="007A104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5</w:t>
            </w:r>
          </w:p>
        </w:tc>
        <w:tc>
          <w:tcPr>
            <w:tcW w:w="624" w:type="dxa"/>
          </w:tcPr>
          <w:p w14:paraId="69EB7492" w14:textId="77777777" w:rsidR="00DC42DA" w:rsidRPr="007A104B" w:rsidRDefault="00DC42DA" w:rsidP="007A104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6</w:t>
            </w:r>
          </w:p>
        </w:tc>
        <w:tc>
          <w:tcPr>
            <w:tcW w:w="624" w:type="dxa"/>
          </w:tcPr>
          <w:p w14:paraId="08E402B3" w14:textId="77777777" w:rsidR="00DC42DA" w:rsidRPr="007A104B" w:rsidRDefault="00DC42DA" w:rsidP="007A104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7</w:t>
            </w:r>
          </w:p>
        </w:tc>
        <w:tc>
          <w:tcPr>
            <w:tcW w:w="742" w:type="dxa"/>
          </w:tcPr>
          <w:p w14:paraId="2E483198" w14:textId="77777777" w:rsidR="00DC42DA" w:rsidRPr="007A104B" w:rsidRDefault="00DC42DA" w:rsidP="007A104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8</w:t>
            </w:r>
          </w:p>
        </w:tc>
        <w:tc>
          <w:tcPr>
            <w:tcW w:w="732" w:type="dxa"/>
          </w:tcPr>
          <w:p w14:paraId="22A36046" w14:textId="77777777" w:rsidR="00DC42DA" w:rsidRPr="007A104B" w:rsidRDefault="00DC42DA" w:rsidP="007A104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9</w:t>
            </w:r>
          </w:p>
        </w:tc>
        <w:tc>
          <w:tcPr>
            <w:tcW w:w="827" w:type="dxa"/>
          </w:tcPr>
          <w:p w14:paraId="70B11EEA" w14:textId="77777777" w:rsidR="00DC42DA" w:rsidRPr="007A104B" w:rsidRDefault="00DC42DA" w:rsidP="007A104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10</w:t>
            </w:r>
          </w:p>
        </w:tc>
        <w:tc>
          <w:tcPr>
            <w:tcW w:w="704" w:type="dxa"/>
          </w:tcPr>
          <w:p w14:paraId="55FBEDC5" w14:textId="77777777" w:rsidR="00DC42DA" w:rsidRPr="007A104B" w:rsidRDefault="00DC42DA" w:rsidP="007A104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11</w:t>
            </w:r>
          </w:p>
        </w:tc>
        <w:tc>
          <w:tcPr>
            <w:tcW w:w="714" w:type="dxa"/>
          </w:tcPr>
          <w:p w14:paraId="3CDD74A9" w14:textId="77777777" w:rsidR="00DC42DA" w:rsidRPr="007A104B" w:rsidRDefault="00DC42DA" w:rsidP="007A104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14:paraId="16D145EC" w14:textId="77777777" w:rsidR="00DC42DA" w:rsidRPr="007A104B" w:rsidRDefault="00DC42DA" w:rsidP="007A104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14:paraId="75742FFE" w14:textId="77777777" w:rsidR="00DC42DA" w:rsidRPr="007A104B" w:rsidRDefault="00DC42DA" w:rsidP="007A104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14:paraId="05622B7F" w14:textId="77777777" w:rsidR="00DC42DA" w:rsidRPr="007A104B" w:rsidRDefault="00DC42DA" w:rsidP="007A104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14:paraId="222B634E" w14:textId="77777777" w:rsidR="00DC42DA" w:rsidRPr="007A104B" w:rsidRDefault="00DC42DA" w:rsidP="007A104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14:paraId="758D7BB4" w14:textId="77777777" w:rsidR="00DC42DA" w:rsidRPr="007A104B" w:rsidRDefault="00DC42DA" w:rsidP="007A104B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17</w:t>
            </w:r>
          </w:p>
        </w:tc>
      </w:tr>
      <w:tr w:rsidR="00120C57" w:rsidRPr="007A104B" w14:paraId="33487318" w14:textId="77777777" w:rsidTr="00B50134">
        <w:trPr>
          <w:trHeight w:val="739"/>
        </w:trPr>
        <w:tc>
          <w:tcPr>
            <w:tcW w:w="1905" w:type="dxa"/>
          </w:tcPr>
          <w:p w14:paraId="69CC0043" w14:textId="77777777" w:rsidR="00120C57" w:rsidRPr="007A104B" w:rsidRDefault="00120C57" w:rsidP="00EB7CAF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 xml:space="preserve">Всего по </w:t>
            </w:r>
            <w:r>
              <w:rPr>
                <w:sz w:val="24"/>
                <w:szCs w:val="24"/>
              </w:rPr>
              <w:t>мун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ципально</w:t>
            </w:r>
            <w:r w:rsidRPr="007A104B">
              <w:rPr>
                <w:sz w:val="24"/>
                <w:szCs w:val="24"/>
              </w:rPr>
              <w:t>й пр</w:t>
            </w:r>
            <w:r w:rsidRPr="007A104B">
              <w:rPr>
                <w:sz w:val="24"/>
                <w:szCs w:val="24"/>
              </w:rPr>
              <w:t>о</w:t>
            </w:r>
            <w:r w:rsidRPr="007A104B">
              <w:rPr>
                <w:sz w:val="24"/>
                <w:szCs w:val="24"/>
              </w:rPr>
              <w:t>грамме, в том числе:</w:t>
            </w:r>
          </w:p>
        </w:tc>
        <w:tc>
          <w:tcPr>
            <w:tcW w:w="992" w:type="dxa"/>
          </w:tcPr>
          <w:p w14:paraId="5232EA8C" w14:textId="6A042328" w:rsidR="00120C57" w:rsidRPr="00D617B4" w:rsidRDefault="008814F6" w:rsidP="00F813A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813AA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32" w:type="dxa"/>
          </w:tcPr>
          <w:p w14:paraId="065CDF65" w14:textId="1AC66A70" w:rsidR="00120C57" w:rsidRPr="00D617B4" w:rsidRDefault="008814F6" w:rsidP="008814F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302, 0</w:t>
            </w:r>
          </w:p>
        </w:tc>
        <w:tc>
          <w:tcPr>
            <w:tcW w:w="544" w:type="dxa"/>
          </w:tcPr>
          <w:p w14:paraId="33F2D3B3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87" w:type="dxa"/>
          </w:tcPr>
          <w:p w14:paraId="05B041BD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24" w:type="dxa"/>
          </w:tcPr>
          <w:p w14:paraId="55D69C9E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24" w:type="dxa"/>
          </w:tcPr>
          <w:p w14:paraId="254332A4" w14:textId="77777777" w:rsidR="00120C57" w:rsidRDefault="00120C57">
            <w:r w:rsidRPr="00264891">
              <w:rPr>
                <w:sz w:val="24"/>
                <w:szCs w:val="24"/>
              </w:rPr>
              <w:t>0,0</w:t>
            </w:r>
          </w:p>
        </w:tc>
        <w:tc>
          <w:tcPr>
            <w:tcW w:w="742" w:type="dxa"/>
          </w:tcPr>
          <w:p w14:paraId="1DFA7DDE" w14:textId="77777777" w:rsidR="00120C57" w:rsidRDefault="00120C57">
            <w:r w:rsidRPr="00264891">
              <w:rPr>
                <w:sz w:val="24"/>
                <w:szCs w:val="24"/>
              </w:rPr>
              <w:t>0,0</w:t>
            </w:r>
          </w:p>
        </w:tc>
        <w:tc>
          <w:tcPr>
            <w:tcW w:w="732" w:type="dxa"/>
          </w:tcPr>
          <w:p w14:paraId="2DBB81A5" w14:textId="77777777" w:rsidR="00120C57" w:rsidRDefault="00120C57">
            <w:r w:rsidRPr="00264891">
              <w:rPr>
                <w:sz w:val="24"/>
                <w:szCs w:val="24"/>
              </w:rPr>
              <w:t>0,0</w:t>
            </w:r>
          </w:p>
        </w:tc>
        <w:tc>
          <w:tcPr>
            <w:tcW w:w="827" w:type="dxa"/>
          </w:tcPr>
          <w:p w14:paraId="0D69622C" w14:textId="48EE183D" w:rsidR="00120C57" w:rsidRPr="007A104B" w:rsidRDefault="008814F6" w:rsidP="00F06B2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317,0</w:t>
            </w:r>
          </w:p>
        </w:tc>
        <w:tc>
          <w:tcPr>
            <w:tcW w:w="704" w:type="dxa"/>
          </w:tcPr>
          <w:p w14:paraId="1EE7F38D" w14:textId="2741E85B" w:rsidR="00120C57" w:rsidRPr="007A104B" w:rsidRDefault="008814F6" w:rsidP="00F813A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813AA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14" w:type="dxa"/>
          </w:tcPr>
          <w:p w14:paraId="4377193A" w14:textId="3A1BE6B6" w:rsidR="00120C57" w:rsidRPr="007A104B" w:rsidRDefault="008814F6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302,0</w:t>
            </w:r>
          </w:p>
        </w:tc>
        <w:tc>
          <w:tcPr>
            <w:tcW w:w="850" w:type="dxa"/>
          </w:tcPr>
          <w:p w14:paraId="4B0F97F7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</w:t>
            </w:r>
          </w:p>
        </w:tc>
        <w:tc>
          <w:tcPr>
            <w:tcW w:w="851" w:type="dxa"/>
          </w:tcPr>
          <w:p w14:paraId="3045CD07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0D74769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DDB2DA8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C736DCF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20C57" w:rsidRPr="007A104B" w14:paraId="6B0B8495" w14:textId="77777777" w:rsidTr="00B50134">
        <w:tc>
          <w:tcPr>
            <w:tcW w:w="1905" w:type="dxa"/>
          </w:tcPr>
          <w:p w14:paraId="7D7431D6" w14:textId="77777777" w:rsidR="00120C57" w:rsidRPr="007A104B" w:rsidRDefault="00120C57" w:rsidP="005014B5">
            <w:pPr>
              <w:keepNext/>
              <w:keepLines/>
              <w:jc w:val="both"/>
              <w:outlineLvl w:val="3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lastRenderedPageBreak/>
              <w:t xml:space="preserve">Подпрограмма </w:t>
            </w:r>
            <w:r w:rsidRPr="005014B5">
              <w:rPr>
                <w:bCs/>
                <w:sz w:val="24"/>
                <w:szCs w:val="28"/>
              </w:rPr>
              <w:t>«Содействие  развитию мес</w:t>
            </w:r>
            <w:r w:rsidRPr="005014B5">
              <w:rPr>
                <w:bCs/>
                <w:sz w:val="24"/>
                <w:szCs w:val="28"/>
              </w:rPr>
              <w:t>т</w:t>
            </w:r>
            <w:r w:rsidRPr="005014B5">
              <w:rPr>
                <w:bCs/>
                <w:sz w:val="24"/>
                <w:szCs w:val="28"/>
              </w:rPr>
              <w:t>ного самоупра</w:t>
            </w:r>
            <w:r w:rsidRPr="005014B5">
              <w:rPr>
                <w:bCs/>
                <w:sz w:val="24"/>
                <w:szCs w:val="28"/>
              </w:rPr>
              <w:t>в</w:t>
            </w:r>
            <w:r w:rsidRPr="005014B5">
              <w:rPr>
                <w:bCs/>
                <w:sz w:val="24"/>
                <w:szCs w:val="28"/>
              </w:rPr>
              <w:t>ления в Моше</w:t>
            </w:r>
            <w:r w:rsidRPr="005014B5">
              <w:rPr>
                <w:bCs/>
                <w:sz w:val="24"/>
                <w:szCs w:val="28"/>
              </w:rPr>
              <w:t>н</w:t>
            </w:r>
            <w:r w:rsidRPr="005014B5">
              <w:rPr>
                <w:bCs/>
                <w:sz w:val="24"/>
                <w:szCs w:val="28"/>
              </w:rPr>
              <w:t>ском муниц</w:t>
            </w:r>
            <w:r w:rsidRPr="005014B5">
              <w:rPr>
                <w:bCs/>
                <w:sz w:val="24"/>
                <w:szCs w:val="28"/>
              </w:rPr>
              <w:t>и</w:t>
            </w:r>
            <w:r w:rsidRPr="005014B5">
              <w:rPr>
                <w:bCs/>
                <w:sz w:val="24"/>
                <w:szCs w:val="28"/>
              </w:rPr>
              <w:t>пальном рай</w:t>
            </w:r>
            <w:r>
              <w:rPr>
                <w:bCs/>
                <w:sz w:val="24"/>
                <w:szCs w:val="28"/>
              </w:rPr>
              <w:t>оне»</w:t>
            </w:r>
          </w:p>
        </w:tc>
        <w:tc>
          <w:tcPr>
            <w:tcW w:w="992" w:type="dxa"/>
          </w:tcPr>
          <w:p w14:paraId="6DA8E1F0" w14:textId="26CFA211" w:rsidR="00120C57" w:rsidRPr="00D617B4" w:rsidRDefault="008814F6" w:rsidP="00F813A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813AA">
              <w:rPr>
                <w:sz w:val="24"/>
                <w:szCs w:val="24"/>
              </w:rPr>
              <w:t>36</w:t>
            </w:r>
            <w:r>
              <w:rPr>
                <w:sz w:val="24"/>
                <w:szCs w:val="24"/>
              </w:rPr>
              <w:t>,</w:t>
            </w:r>
            <w:r w:rsidR="00F813AA">
              <w:rPr>
                <w:sz w:val="24"/>
                <w:szCs w:val="24"/>
              </w:rPr>
              <w:t>7</w:t>
            </w:r>
          </w:p>
        </w:tc>
        <w:tc>
          <w:tcPr>
            <w:tcW w:w="732" w:type="dxa"/>
          </w:tcPr>
          <w:p w14:paraId="02F0B67E" w14:textId="562743B3" w:rsidR="00120C57" w:rsidRPr="00D617B4" w:rsidRDefault="008814F6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136,7</w:t>
            </w:r>
          </w:p>
        </w:tc>
        <w:tc>
          <w:tcPr>
            <w:tcW w:w="544" w:type="dxa"/>
          </w:tcPr>
          <w:p w14:paraId="6795AE74" w14:textId="77777777" w:rsidR="00120C57" w:rsidRPr="00D617B4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617B4">
              <w:rPr>
                <w:sz w:val="24"/>
                <w:szCs w:val="24"/>
              </w:rPr>
              <w:t>0,0</w:t>
            </w:r>
          </w:p>
        </w:tc>
        <w:tc>
          <w:tcPr>
            <w:tcW w:w="987" w:type="dxa"/>
          </w:tcPr>
          <w:p w14:paraId="74527833" w14:textId="77777777" w:rsidR="00120C57" w:rsidRPr="00D617B4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617B4">
              <w:rPr>
                <w:sz w:val="24"/>
                <w:szCs w:val="24"/>
              </w:rPr>
              <w:t>0,0</w:t>
            </w:r>
          </w:p>
        </w:tc>
        <w:tc>
          <w:tcPr>
            <w:tcW w:w="624" w:type="dxa"/>
          </w:tcPr>
          <w:p w14:paraId="1ADA2821" w14:textId="77777777" w:rsidR="00120C57" w:rsidRPr="00D617B4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617B4">
              <w:rPr>
                <w:sz w:val="24"/>
                <w:szCs w:val="24"/>
              </w:rPr>
              <w:t>0,0</w:t>
            </w:r>
          </w:p>
        </w:tc>
        <w:tc>
          <w:tcPr>
            <w:tcW w:w="624" w:type="dxa"/>
          </w:tcPr>
          <w:p w14:paraId="3E42272C" w14:textId="77777777" w:rsidR="00120C57" w:rsidRPr="00D617B4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617B4">
              <w:rPr>
                <w:sz w:val="24"/>
                <w:szCs w:val="24"/>
              </w:rPr>
              <w:t>0,0</w:t>
            </w:r>
          </w:p>
        </w:tc>
        <w:tc>
          <w:tcPr>
            <w:tcW w:w="742" w:type="dxa"/>
          </w:tcPr>
          <w:p w14:paraId="0AE58AC5" w14:textId="77777777" w:rsidR="00120C57" w:rsidRPr="00D617B4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617B4">
              <w:rPr>
                <w:sz w:val="24"/>
                <w:szCs w:val="24"/>
              </w:rPr>
              <w:t>0,0</w:t>
            </w:r>
          </w:p>
        </w:tc>
        <w:tc>
          <w:tcPr>
            <w:tcW w:w="732" w:type="dxa"/>
          </w:tcPr>
          <w:p w14:paraId="23095B7E" w14:textId="77777777" w:rsidR="00120C57" w:rsidRPr="00D617B4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617B4">
              <w:rPr>
                <w:sz w:val="24"/>
                <w:szCs w:val="24"/>
              </w:rPr>
              <w:t>0,0</w:t>
            </w:r>
          </w:p>
        </w:tc>
        <w:tc>
          <w:tcPr>
            <w:tcW w:w="827" w:type="dxa"/>
          </w:tcPr>
          <w:p w14:paraId="3907C5E5" w14:textId="73BAA4E2" w:rsidR="00120C57" w:rsidRDefault="008814F6">
            <w:r>
              <w:t>151.5</w:t>
            </w:r>
          </w:p>
        </w:tc>
        <w:tc>
          <w:tcPr>
            <w:tcW w:w="704" w:type="dxa"/>
          </w:tcPr>
          <w:p w14:paraId="7A3FA2DA" w14:textId="6D84F0B5" w:rsidR="00120C57" w:rsidRDefault="008814F6" w:rsidP="00F813AA">
            <w:r>
              <w:t>1</w:t>
            </w:r>
            <w:r w:rsidR="00F813AA">
              <w:t>36</w:t>
            </w:r>
            <w:r>
              <w:t>,</w:t>
            </w:r>
            <w:r w:rsidR="00F813AA">
              <w:t>7</w:t>
            </w:r>
          </w:p>
        </w:tc>
        <w:tc>
          <w:tcPr>
            <w:tcW w:w="714" w:type="dxa"/>
          </w:tcPr>
          <w:p w14:paraId="76577C07" w14:textId="06B77C3B" w:rsidR="00120C57" w:rsidRDefault="008814F6">
            <w:r>
              <w:rPr>
                <w:sz w:val="24"/>
                <w:szCs w:val="24"/>
              </w:rPr>
              <w:t>136,7</w:t>
            </w:r>
          </w:p>
        </w:tc>
        <w:tc>
          <w:tcPr>
            <w:tcW w:w="850" w:type="dxa"/>
          </w:tcPr>
          <w:p w14:paraId="153E1C0C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AC6A372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17910E7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C8A2225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A4CB011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20C57" w:rsidRPr="007A104B" w14:paraId="24CF0A0D" w14:textId="77777777" w:rsidTr="00B50134">
        <w:tc>
          <w:tcPr>
            <w:tcW w:w="1905" w:type="dxa"/>
          </w:tcPr>
          <w:p w14:paraId="47DDB45F" w14:textId="7248E955" w:rsidR="00120C57" w:rsidRPr="007A104B" w:rsidRDefault="00120C57" w:rsidP="005014B5">
            <w:pPr>
              <w:keepNext/>
              <w:keepLines/>
              <w:jc w:val="both"/>
              <w:outlineLvl w:val="3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Подпрограмма</w:t>
            </w:r>
            <w:r w:rsidR="002527C8">
              <w:rPr>
                <w:sz w:val="24"/>
                <w:szCs w:val="24"/>
              </w:rPr>
              <w:t xml:space="preserve"> </w:t>
            </w:r>
            <w:r w:rsidRPr="005014B5">
              <w:rPr>
                <w:sz w:val="24"/>
                <w:szCs w:val="28"/>
              </w:rPr>
              <w:t>«Обеспечение хранения архи</w:t>
            </w:r>
            <w:r w:rsidRPr="005014B5">
              <w:rPr>
                <w:sz w:val="24"/>
                <w:szCs w:val="28"/>
              </w:rPr>
              <w:t>в</w:t>
            </w:r>
            <w:r w:rsidRPr="005014B5">
              <w:rPr>
                <w:sz w:val="24"/>
                <w:szCs w:val="28"/>
              </w:rPr>
              <w:t>ного фонда м</w:t>
            </w:r>
            <w:r w:rsidRPr="005014B5">
              <w:rPr>
                <w:sz w:val="24"/>
                <w:szCs w:val="28"/>
              </w:rPr>
              <w:t>у</w:t>
            </w:r>
            <w:r w:rsidRPr="005014B5">
              <w:rPr>
                <w:sz w:val="24"/>
                <w:szCs w:val="28"/>
              </w:rPr>
              <w:t>ниципального района»</w:t>
            </w:r>
          </w:p>
        </w:tc>
        <w:tc>
          <w:tcPr>
            <w:tcW w:w="992" w:type="dxa"/>
          </w:tcPr>
          <w:p w14:paraId="1F5D855E" w14:textId="5F8928C5" w:rsidR="00120C57" w:rsidRPr="00D617B4" w:rsidRDefault="008814F6" w:rsidP="002707F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732" w:type="dxa"/>
          </w:tcPr>
          <w:p w14:paraId="61D22D5B" w14:textId="61772B14" w:rsidR="00120C57" w:rsidRPr="00D617B4" w:rsidRDefault="008814F6" w:rsidP="002707F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544" w:type="dxa"/>
          </w:tcPr>
          <w:p w14:paraId="5722DD77" w14:textId="77777777" w:rsidR="00120C57" w:rsidRPr="00D617B4" w:rsidRDefault="00120C57" w:rsidP="002707F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617B4">
              <w:rPr>
                <w:sz w:val="24"/>
                <w:szCs w:val="24"/>
              </w:rPr>
              <w:t>0,0</w:t>
            </w:r>
          </w:p>
        </w:tc>
        <w:tc>
          <w:tcPr>
            <w:tcW w:w="987" w:type="dxa"/>
          </w:tcPr>
          <w:p w14:paraId="6F96FD29" w14:textId="77777777" w:rsidR="00120C57" w:rsidRPr="00D617B4" w:rsidRDefault="00120C57" w:rsidP="002707F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617B4">
              <w:rPr>
                <w:sz w:val="24"/>
                <w:szCs w:val="24"/>
              </w:rPr>
              <w:t>0,0</w:t>
            </w:r>
          </w:p>
        </w:tc>
        <w:tc>
          <w:tcPr>
            <w:tcW w:w="624" w:type="dxa"/>
          </w:tcPr>
          <w:p w14:paraId="0E7B136C" w14:textId="77777777" w:rsidR="00120C57" w:rsidRPr="00D617B4" w:rsidRDefault="00120C57" w:rsidP="002707F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617B4">
              <w:rPr>
                <w:sz w:val="24"/>
                <w:szCs w:val="24"/>
              </w:rPr>
              <w:t>0,0</w:t>
            </w:r>
          </w:p>
        </w:tc>
        <w:tc>
          <w:tcPr>
            <w:tcW w:w="624" w:type="dxa"/>
          </w:tcPr>
          <w:p w14:paraId="22A4BDB9" w14:textId="77777777" w:rsidR="00120C57" w:rsidRPr="00D617B4" w:rsidRDefault="00120C57" w:rsidP="002707F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617B4">
              <w:rPr>
                <w:sz w:val="24"/>
                <w:szCs w:val="24"/>
              </w:rPr>
              <w:t>0,0</w:t>
            </w:r>
          </w:p>
        </w:tc>
        <w:tc>
          <w:tcPr>
            <w:tcW w:w="742" w:type="dxa"/>
          </w:tcPr>
          <w:p w14:paraId="250F317C" w14:textId="77777777" w:rsidR="00120C57" w:rsidRPr="00D617B4" w:rsidRDefault="00120C57" w:rsidP="002707F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617B4">
              <w:rPr>
                <w:sz w:val="24"/>
                <w:szCs w:val="24"/>
              </w:rPr>
              <w:t>0,0</w:t>
            </w:r>
          </w:p>
        </w:tc>
        <w:tc>
          <w:tcPr>
            <w:tcW w:w="732" w:type="dxa"/>
          </w:tcPr>
          <w:p w14:paraId="52EA1C44" w14:textId="77777777" w:rsidR="00120C57" w:rsidRPr="00D617B4" w:rsidRDefault="00120C57" w:rsidP="002707F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617B4">
              <w:rPr>
                <w:sz w:val="24"/>
                <w:szCs w:val="24"/>
              </w:rPr>
              <w:t>0,0</w:t>
            </w:r>
          </w:p>
        </w:tc>
        <w:tc>
          <w:tcPr>
            <w:tcW w:w="827" w:type="dxa"/>
          </w:tcPr>
          <w:p w14:paraId="7A4B3BB5" w14:textId="0E0075F5" w:rsidR="00120C57" w:rsidRDefault="008814F6">
            <w:r>
              <w:t>5,5</w:t>
            </w:r>
          </w:p>
        </w:tc>
        <w:tc>
          <w:tcPr>
            <w:tcW w:w="704" w:type="dxa"/>
          </w:tcPr>
          <w:p w14:paraId="333E9B3F" w14:textId="42B9EA35" w:rsidR="00120C57" w:rsidRDefault="008814F6">
            <w:r>
              <w:t>5,5</w:t>
            </w:r>
          </w:p>
        </w:tc>
        <w:tc>
          <w:tcPr>
            <w:tcW w:w="714" w:type="dxa"/>
          </w:tcPr>
          <w:p w14:paraId="03D6898C" w14:textId="715AC18D" w:rsidR="00120C57" w:rsidRDefault="008814F6">
            <w:r>
              <w:t>5,5</w:t>
            </w:r>
          </w:p>
        </w:tc>
        <w:tc>
          <w:tcPr>
            <w:tcW w:w="850" w:type="dxa"/>
          </w:tcPr>
          <w:p w14:paraId="5867622D" w14:textId="77777777" w:rsidR="00120C57" w:rsidRPr="007A104B" w:rsidRDefault="00120C57" w:rsidP="002707F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12E3988" w14:textId="77777777" w:rsidR="00120C57" w:rsidRPr="007A104B" w:rsidRDefault="00120C57" w:rsidP="002707F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561E070" w14:textId="77777777" w:rsidR="00120C57" w:rsidRPr="007A104B" w:rsidRDefault="00120C57" w:rsidP="002707F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6EBEDDA" w14:textId="77777777" w:rsidR="00120C57" w:rsidRPr="007A104B" w:rsidRDefault="00120C57" w:rsidP="002707F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4106A69" w14:textId="77777777" w:rsidR="00120C57" w:rsidRPr="007A104B" w:rsidRDefault="00120C57" w:rsidP="002707F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20C57" w:rsidRPr="007A104B" w14:paraId="5BD1E27C" w14:textId="77777777" w:rsidTr="00B50134">
        <w:tc>
          <w:tcPr>
            <w:tcW w:w="1905" w:type="dxa"/>
          </w:tcPr>
          <w:p w14:paraId="35C14846" w14:textId="722C5916" w:rsidR="00120C57" w:rsidRPr="007A104B" w:rsidRDefault="00120C57" w:rsidP="005014B5">
            <w:pPr>
              <w:keepNext/>
              <w:keepLines/>
              <w:jc w:val="both"/>
              <w:outlineLvl w:val="3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Подпрограмма</w:t>
            </w:r>
            <w:r w:rsidR="002527C8">
              <w:rPr>
                <w:sz w:val="24"/>
                <w:szCs w:val="24"/>
              </w:rPr>
              <w:t xml:space="preserve"> </w:t>
            </w:r>
            <w:r w:rsidRPr="005014B5">
              <w:rPr>
                <w:bCs/>
                <w:sz w:val="24"/>
                <w:szCs w:val="26"/>
              </w:rPr>
              <w:t>«Развитие и</w:t>
            </w:r>
            <w:r w:rsidRPr="005014B5">
              <w:rPr>
                <w:bCs/>
                <w:sz w:val="24"/>
                <w:szCs w:val="26"/>
              </w:rPr>
              <w:t>н</w:t>
            </w:r>
            <w:r w:rsidRPr="005014B5">
              <w:rPr>
                <w:bCs/>
                <w:sz w:val="24"/>
                <w:szCs w:val="26"/>
              </w:rPr>
              <w:t>формационного общества и фо</w:t>
            </w:r>
            <w:r w:rsidRPr="005014B5">
              <w:rPr>
                <w:bCs/>
                <w:sz w:val="24"/>
                <w:szCs w:val="26"/>
              </w:rPr>
              <w:t>р</w:t>
            </w:r>
            <w:r w:rsidRPr="005014B5">
              <w:rPr>
                <w:bCs/>
                <w:sz w:val="24"/>
                <w:szCs w:val="26"/>
              </w:rPr>
              <w:t>мирование эле</w:t>
            </w:r>
            <w:r w:rsidRPr="005014B5">
              <w:rPr>
                <w:bCs/>
                <w:sz w:val="24"/>
                <w:szCs w:val="26"/>
              </w:rPr>
              <w:t>к</w:t>
            </w:r>
            <w:r w:rsidRPr="005014B5">
              <w:rPr>
                <w:bCs/>
                <w:sz w:val="24"/>
                <w:szCs w:val="26"/>
              </w:rPr>
              <w:t>тронного мун</w:t>
            </w:r>
            <w:r w:rsidRPr="005014B5">
              <w:rPr>
                <w:bCs/>
                <w:sz w:val="24"/>
                <w:szCs w:val="26"/>
              </w:rPr>
              <w:t>и</w:t>
            </w:r>
            <w:r w:rsidRPr="005014B5">
              <w:rPr>
                <w:bCs/>
                <w:sz w:val="24"/>
                <w:szCs w:val="26"/>
              </w:rPr>
              <w:t>ципалитета</w:t>
            </w:r>
            <w:r w:rsidRPr="005014B5">
              <w:rPr>
                <w:sz w:val="24"/>
                <w:szCs w:val="28"/>
              </w:rPr>
              <w:t xml:space="preserve"> в Мошенском м</w:t>
            </w:r>
            <w:r w:rsidRPr="005014B5">
              <w:rPr>
                <w:sz w:val="24"/>
                <w:szCs w:val="28"/>
              </w:rPr>
              <w:t>у</w:t>
            </w:r>
            <w:r w:rsidRPr="005014B5">
              <w:rPr>
                <w:sz w:val="24"/>
                <w:szCs w:val="28"/>
              </w:rPr>
              <w:t>ниципальном районе</w:t>
            </w:r>
            <w:r w:rsidRPr="005014B5">
              <w:rPr>
                <w:bCs/>
                <w:sz w:val="24"/>
                <w:szCs w:val="26"/>
              </w:rPr>
              <w:t>»</w:t>
            </w:r>
          </w:p>
        </w:tc>
        <w:tc>
          <w:tcPr>
            <w:tcW w:w="992" w:type="dxa"/>
          </w:tcPr>
          <w:p w14:paraId="52FE7E12" w14:textId="1F06664E" w:rsidR="00120C57" w:rsidRPr="00D617B4" w:rsidRDefault="008814F6" w:rsidP="00F813A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</w:t>
            </w:r>
            <w:r w:rsidR="00F813AA">
              <w:rPr>
                <w:sz w:val="24"/>
                <w:szCs w:val="24"/>
              </w:rPr>
              <w:t>3</w:t>
            </w:r>
          </w:p>
        </w:tc>
        <w:tc>
          <w:tcPr>
            <w:tcW w:w="732" w:type="dxa"/>
          </w:tcPr>
          <w:p w14:paraId="08374DD0" w14:textId="2638D878" w:rsidR="00120C57" w:rsidRPr="00D617B4" w:rsidRDefault="008814F6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148,3</w:t>
            </w:r>
          </w:p>
        </w:tc>
        <w:tc>
          <w:tcPr>
            <w:tcW w:w="544" w:type="dxa"/>
          </w:tcPr>
          <w:p w14:paraId="4CB0CCCC" w14:textId="77777777" w:rsidR="00120C57" w:rsidRPr="00D617B4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617B4">
              <w:rPr>
                <w:sz w:val="24"/>
                <w:szCs w:val="24"/>
              </w:rPr>
              <w:t>0,00</w:t>
            </w:r>
          </w:p>
        </w:tc>
        <w:tc>
          <w:tcPr>
            <w:tcW w:w="987" w:type="dxa"/>
          </w:tcPr>
          <w:p w14:paraId="35AD9CB4" w14:textId="77777777" w:rsidR="00120C57" w:rsidRPr="00D617B4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617B4">
              <w:rPr>
                <w:sz w:val="24"/>
                <w:szCs w:val="24"/>
              </w:rPr>
              <w:t>0,00</w:t>
            </w:r>
          </w:p>
        </w:tc>
        <w:tc>
          <w:tcPr>
            <w:tcW w:w="624" w:type="dxa"/>
          </w:tcPr>
          <w:p w14:paraId="60618320" w14:textId="77777777" w:rsidR="00120C57" w:rsidRPr="00D617B4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617B4">
              <w:rPr>
                <w:sz w:val="24"/>
                <w:szCs w:val="24"/>
              </w:rPr>
              <w:t>0,00</w:t>
            </w:r>
          </w:p>
        </w:tc>
        <w:tc>
          <w:tcPr>
            <w:tcW w:w="624" w:type="dxa"/>
          </w:tcPr>
          <w:p w14:paraId="17F04562" w14:textId="77777777" w:rsidR="00120C57" w:rsidRPr="00D617B4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617B4">
              <w:rPr>
                <w:sz w:val="24"/>
                <w:szCs w:val="24"/>
              </w:rPr>
              <w:t>0,00</w:t>
            </w:r>
          </w:p>
        </w:tc>
        <w:tc>
          <w:tcPr>
            <w:tcW w:w="742" w:type="dxa"/>
          </w:tcPr>
          <w:p w14:paraId="77A28382" w14:textId="77777777" w:rsidR="00120C57" w:rsidRPr="00D617B4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617B4">
              <w:rPr>
                <w:sz w:val="24"/>
                <w:szCs w:val="24"/>
              </w:rPr>
              <w:t>0,00</w:t>
            </w:r>
          </w:p>
        </w:tc>
        <w:tc>
          <w:tcPr>
            <w:tcW w:w="732" w:type="dxa"/>
          </w:tcPr>
          <w:p w14:paraId="309C1A4C" w14:textId="77777777" w:rsidR="00120C57" w:rsidRPr="00D617B4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D617B4">
              <w:rPr>
                <w:sz w:val="24"/>
                <w:szCs w:val="24"/>
              </w:rPr>
              <w:t>0,00</w:t>
            </w:r>
          </w:p>
        </w:tc>
        <w:tc>
          <w:tcPr>
            <w:tcW w:w="827" w:type="dxa"/>
          </w:tcPr>
          <w:p w14:paraId="6FA9AA0D" w14:textId="3BF77356" w:rsidR="00120C57" w:rsidRDefault="008814F6" w:rsidP="004B5000">
            <w:r>
              <w:rPr>
                <w:sz w:val="24"/>
                <w:szCs w:val="24"/>
              </w:rPr>
              <w:t>148</w:t>
            </w:r>
            <w:r w:rsidR="00F813AA">
              <w:rPr>
                <w:sz w:val="24"/>
                <w:szCs w:val="24"/>
              </w:rPr>
              <w:t>,</w:t>
            </w:r>
            <w:r w:rsidR="004B5000">
              <w:rPr>
                <w:sz w:val="24"/>
                <w:szCs w:val="24"/>
              </w:rPr>
              <w:t>5</w:t>
            </w:r>
          </w:p>
        </w:tc>
        <w:tc>
          <w:tcPr>
            <w:tcW w:w="704" w:type="dxa"/>
          </w:tcPr>
          <w:p w14:paraId="5AEDA9C2" w14:textId="5726911F" w:rsidR="00120C57" w:rsidRDefault="008814F6" w:rsidP="004B5000">
            <w:r>
              <w:rPr>
                <w:sz w:val="24"/>
                <w:szCs w:val="24"/>
              </w:rPr>
              <w:t>148,</w:t>
            </w:r>
            <w:r w:rsidR="004B5000">
              <w:rPr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714" w:type="dxa"/>
          </w:tcPr>
          <w:p w14:paraId="6A966D30" w14:textId="6837F6EF" w:rsidR="00120C57" w:rsidRDefault="008814F6">
            <w:r>
              <w:rPr>
                <w:sz w:val="24"/>
                <w:szCs w:val="24"/>
              </w:rPr>
              <w:t>148,3</w:t>
            </w:r>
          </w:p>
        </w:tc>
        <w:tc>
          <w:tcPr>
            <w:tcW w:w="850" w:type="dxa"/>
          </w:tcPr>
          <w:p w14:paraId="27E7B1FD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14:paraId="7EA411CB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14:paraId="774BA59C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14:paraId="2C1D3E18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14:paraId="78E3F243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20C57" w:rsidRPr="007A104B" w14:paraId="39A4E942" w14:textId="77777777" w:rsidTr="00B50134">
        <w:tc>
          <w:tcPr>
            <w:tcW w:w="1905" w:type="dxa"/>
          </w:tcPr>
          <w:p w14:paraId="1DEA897D" w14:textId="6A51A0C2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Подпрограмма</w:t>
            </w:r>
            <w:r w:rsidR="00513618">
              <w:rPr>
                <w:sz w:val="24"/>
                <w:szCs w:val="24"/>
              </w:rPr>
              <w:t xml:space="preserve"> </w:t>
            </w:r>
            <w:r w:rsidRPr="005014B5">
              <w:rPr>
                <w:bCs/>
                <w:sz w:val="24"/>
                <w:szCs w:val="28"/>
              </w:rPr>
              <w:t>«Развитие с</w:t>
            </w:r>
            <w:r w:rsidRPr="005014B5">
              <w:rPr>
                <w:bCs/>
                <w:sz w:val="24"/>
                <w:szCs w:val="28"/>
              </w:rPr>
              <w:t>и</w:t>
            </w:r>
            <w:r w:rsidRPr="005014B5">
              <w:rPr>
                <w:bCs/>
                <w:sz w:val="24"/>
                <w:szCs w:val="28"/>
              </w:rPr>
              <w:t>стемы муниц</w:t>
            </w:r>
            <w:r w:rsidRPr="005014B5">
              <w:rPr>
                <w:bCs/>
                <w:sz w:val="24"/>
                <w:szCs w:val="28"/>
              </w:rPr>
              <w:t>и</w:t>
            </w:r>
            <w:r w:rsidRPr="005014B5">
              <w:rPr>
                <w:bCs/>
                <w:sz w:val="24"/>
                <w:szCs w:val="28"/>
              </w:rPr>
              <w:t>пальной слу</w:t>
            </w:r>
            <w:r w:rsidRPr="005014B5">
              <w:rPr>
                <w:bCs/>
                <w:sz w:val="24"/>
                <w:szCs w:val="28"/>
              </w:rPr>
              <w:t>ж</w:t>
            </w:r>
            <w:r w:rsidRPr="005014B5">
              <w:rPr>
                <w:bCs/>
                <w:sz w:val="24"/>
                <w:szCs w:val="28"/>
              </w:rPr>
              <w:t>бы»</w:t>
            </w:r>
          </w:p>
        </w:tc>
        <w:tc>
          <w:tcPr>
            <w:tcW w:w="992" w:type="dxa"/>
          </w:tcPr>
          <w:p w14:paraId="49A93D1A" w14:textId="5214C04E" w:rsidR="00120C57" w:rsidRPr="007A104B" w:rsidRDefault="008814F6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732" w:type="dxa"/>
          </w:tcPr>
          <w:p w14:paraId="7C99ED3A" w14:textId="01225771" w:rsidR="00120C57" w:rsidRPr="007A104B" w:rsidRDefault="008814F6" w:rsidP="00120C5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544" w:type="dxa"/>
          </w:tcPr>
          <w:p w14:paraId="382EC1A8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87" w:type="dxa"/>
          </w:tcPr>
          <w:p w14:paraId="74C81FF9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24" w:type="dxa"/>
          </w:tcPr>
          <w:p w14:paraId="3C7F7A69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24" w:type="dxa"/>
          </w:tcPr>
          <w:p w14:paraId="0187D7CE" w14:textId="77777777" w:rsidR="00120C57" w:rsidRDefault="00120C57">
            <w:r w:rsidRPr="004C1DBC">
              <w:rPr>
                <w:sz w:val="24"/>
                <w:szCs w:val="24"/>
              </w:rPr>
              <w:t>0,0</w:t>
            </w:r>
          </w:p>
        </w:tc>
        <w:tc>
          <w:tcPr>
            <w:tcW w:w="742" w:type="dxa"/>
          </w:tcPr>
          <w:p w14:paraId="536E9C27" w14:textId="77777777" w:rsidR="00120C57" w:rsidRDefault="00120C57">
            <w:r w:rsidRPr="004C1DBC">
              <w:rPr>
                <w:sz w:val="24"/>
                <w:szCs w:val="24"/>
              </w:rPr>
              <w:t>0,0</w:t>
            </w:r>
          </w:p>
        </w:tc>
        <w:tc>
          <w:tcPr>
            <w:tcW w:w="732" w:type="dxa"/>
          </w:tcPr>
          <w:p w14:paraId="5569655A" w14:textId="77777777" w:rsidR="00120C57" w:rsidRDefault="00120C57">
            <w:r w:rsidRPr="004C1DBC">
              <w:rPr>
                <w:sz w:val="24"/>
                <w:szCs w:val="24"/>
              </w:rPr>
              <w:t>0,0</w:t>
            </w:r>
          </w:p>
        </w:tc>
        <w:tc>
          <w:tcPr>
            <w:tcW w:w="827" w:type="dxa"/>
          </w:tcPr>
          <w:p w14:paraId="47620330" w14:textId="01C639DC" w:rsidR="00120C57" w:rsidRPr="007A104B" w:rsidRDefault="008814F6" w:rsidP="00120C5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704" w:type="dxa"/>
          </w:tcPr>
          <w:p w14:paraId="16212BF2" w14:textId="60DF4166" w:rsidR="00120C57" w:rsidRPr="007A104B" w:rsidRDefault="008814F6" w:rsidP="008814F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714" w:type="dxa"/>
          </w:tcPr>
          <w:p w14:paraId="119F9EC9" w14:textId="05E6914C" w:rsidR="00120C57" w:rsidRPr="007A104B" w:rsidRDefault="008814F6" w:rsidP="00120C5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850" w:type="dxa"/>
          </w:tcPr>
          <w:p w14:paraId="339B3D84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593C924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1986243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DFE8BAA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940E52E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20C57" w:rsidRPr="007A104B" w14:paraId="6E44E55C" w14:textId="77777777" w:rsidTr="00B50134">
        <w:tc>
          <w:tcPr>
            <w:tcW w:w="1905" w:type="dxa"/>
          </w:tcPr>
          <w:p w14:paraId="069550C3" w14:textId="77777777" w:rsidR="00120C57" w:rsidRPr="007A104B" w:rsidRDefault="00120C57" w:rsidP="007A104B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Подпрограмма</w:t>
            </w:r>
            <w:r w:rsidRPr="005014B5">
              <w:rPr>
                <w:sz w:val="24"/>
                <w:szCs w:val="28"/>
              </w:rPr>
              <w:t xml:space="preserve"> </w:t>
            </w:r>
            <w:r w:rsidRPr="005014B5">
              <w:rPr>
                <w:sz w:val="24"/>
                <w:szCs w:val="28"/>
              </w:rPr>
              <w:lastRenderedPageBreak/>
              <w:t>«Противоде</w:t>
            </w:r>
            <w:r w:rsidRPr="005014B5">
              <w:rPr>
                <w:sz w:val="24"/>
                <w:szCs w:val="28"/>
              </w:rPr>
              <w:t>й</w:t>
            </w:r>
            <w:r w:rsidRPr="005014B5">
              <w:rPr>
                <w:sz w:val="24"/>
                <w:szCs w:val="28"/>
              </w:rPr>
              <w:t>ствие коррупции в Мошенском муниципальном районе»</w:t>
            </w:r>
          </w:p>
        </w:tc>
        <w:tc>
          <w:tcPr>
            <w:tcW w:w="992" w:type="dxa"/>
          </w:tcPr>
          <w:p w14:paraId="2947FCC4" w14:textId="77777777" w:rsidR="00120C57" w:rsidRPr="007A104B" w:rsidRDefault="00120C57" w:rsidP="00C00BA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732" w:type="dxa"/>
          </w:tcPr>
          <w:p w14:paraId="49B8C052" w14:textId="77777777" w:rsidR="00120C57" w:rsidRPr="007A104B" w:rsidRDefault="00120C57" w:rsidP="00C00BA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544" w:type="dxa"/>
          </w:tcPr>
          <w:p w14:paraId="4FB6F0D1" w14:textId="77777777" w:rsidR="00120C57" w:rsidRPr="007A104B" w:rsidRDefault="00120C57" w:rsidP="00C00BA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87" w:type="dxa"/>
          </w:tcPr>
          <w:p w14:paraId="38415266" w14:textId="77777777" w:rsidR="00120C57" w:rsidRPr="007A104B" w:rsidRDefault="00120C57" w:rsidP="00C00BA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24" w:type="dxa"/>
          </w:tcPr>
          <w:p w14:paraId="3D02F00B" w14:textId="77777777" w:rsidR="00120C57" w:rsidRPr="007A104B" w:rsidRDefault="00120C57" w:rsidP="00C00BA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24" w:type="dxa"/>
          </w:tcPr>
          <w:p w14:paraId="34BF996F" w14:textId="77777777" w:rsidR="00120C57" w:rsidRPr="007A104B" w:rsidRDefault="00120C57" w:rsidP="00C00BA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42" w:type="dxa"/>
          </w:tcPr>
          <w:p w14:paraId="356DFD15" w14:textId="77777777" w:rsidR="00120C57" w:rsidRPr="007A104B" w:rsidRDefault="00120C57" w:rsidP="00C00BA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32" w:type="dxa"/>
          </w:tcPr>
          <w:p w14:paraId="5792EC96" w14:textId="77777777" w:rsidR="00120C57" w:rsidRPr="007A104B" w:rsidRDefault="00120C57" w:rsidP="00C00BA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27" w:type="dxa"/>
          </w:tcPr>
          <w:p w14:paraId="3A8B2E27" w14:textId="77777777" w:rsidR="00120C57" w:rsidRPr="007A104B" w:rsidRDefault="00120C57" w:rsidP="00C00BA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4" w:type="dxa"/>
          </w:tcPr>
          <w:p w14:paraId="08766B15" w14:textId="77777777" w:rsidR="00120C57" w:rsidRPr="007A104B" w:rsidRDefault="00120C57" w:rsidP="00C00BA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14" w:type="dxa"/>
          </w:tcPr>
          <w:p w14:paraId="41F6C119" w14:textId="77777777" w:rsidR="00120C57" w:rsidRPr="007A104B" w:rsidRDefault="00120C57" w:rsidP="00C00BA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25AA5F6" w14:textId="77777777" w:rsidR="00120C57" w:rsidRPr="007A104B" w:rsidRDefault="00120C57" w:rsidP="00C00BA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A9DABF4" w14:textId="77777777" w:rsidR="00120C57" w:rsidRPr="007A104B" w:rsidRDefault="00120C57" w:rsidP="00C00BA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DDA8475" w14:textId="77777777" w:rsidR="00120C57" w:rsidRPr="007A104B" w:rsidRDefault="00120C57" w:rsidP="00C00BA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3186E04" w14:textId="77777777" w:rsidR="00120C57" w:rsidRPr="007A104B" w:rsidRDefault="00120C57" w:rsidP="00C00BA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B4196DA" w14:textId="77777777" w:rsidR="00120C57" w:rsidRPr="007A104B" w:rsidRDefault="00120C57" w:rsidP="00C00BA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14:paraId="641FF527" w14:textId="77777777" w:rsidR="007A104B" w:rsidRPr="007A104B" w:rsidRDefault="007A104B" w:rsidP="007A104B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14:paraId="390CC763" w14:textId="77777777" w:rsidR="00C00BA6" w:rsidRPr="00C00BA6" w:rsidRDefault="00C00BA6" w:rsidP="00C00BA6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00BA6">
        <w:rPr>
          <w:rFonts w:ascii="Times New Roman" w:hAnsi="Times New Roman" w:cs="Times New Roman"/>
          <w:b/>
          <w:sz w:val="28"/>
          <w:szCs w:val="28"/>
        </w:rPr>
        <w:t xml:space="preserve">Председатель комитета финансов                                                                                     </w:t>
      </w:r>
      <w:proofErr w:type="spellStart"/>
      <w:r w:rsidR="00EB7CAF">
        <w:rPr>
          <w:rFonts w:ascii="Times New Roman" w:hAnsi="Times New Roman" w:cs="Times New Roman"/>
          <w:b/>
          <w:sz w:val="28"/>
          <w:szCs w:val="28"/>
        </w:rPr>
        <w:t>Л.В.Васильева</w:t>
      </w:r>
      <w:proofErr w:type="spellEnd"/>
    </w:p>
    <w:p w14:paraId="3A4A0239" w14:textId="77777777" w:rsidR="00C00BA6" w:rsidRPr="00C00BA6" w:rsidRDefault="00C00BA6" w:rsidP="00C00BA6">
      <w:pPr>
        <w:pStyle w:val="ConsPlusNonformat"/>
        <w:rPr>
          <w:sz w:val="28"/>
          <w:szCs w:val="28"/>
        </w:rPr>
      </w:pPr>
    </w:p>
    <w:p w14:paraId="444415B4" w14:textId="77777777" w:rsidR="00C00BA6" w:rsidRPr="00C00BA6" w:rsidRDefault="00C00BA6" w:rsidP="00C00BA6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00BA6">
        <w:rPr>
          <w:rFonts w:ascii="Times New Roman" w:hAnsi="Times New Roman" w:cs="Times New Roman"/>
          <w:b/>
          <w:sz w:val="28"/>
          <w:szCs w:val="28"/>
        </w:rPr>
        <w:t>Управляющий Делами,</w:t>
      </w:r>
    </w:p>
    <w:p w14:paraId="030181CC" w14:textId="77777777" w:rsidR="00C00BA6" w:rsidRPr="00C00BA6" w:rsidRDefault="00C00BA6" w:rsidP="00C00BA6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00BA6">
        <w:rPr>
          <w:rFonts w:ascii="Times New Roman" w:hAnsi="Times New Roman" w:cs="Times New Roman"/>
          <w:b/>
          <w:sz w:val="28"/>
          <w:szCs w:val="28"/>
        </w:rPr>
        <w:t>Заведующий организационным отделом                                                                          Т.Е.Спирина</w:t>
      </w:r>
    </w:p>
    <w:p w14:paraId="6BDD15B2" w14:textId="77777777" w:rsidR="007A104B" w:rsidRPr="00C00BA6" w:rsidRDefault="007A104B" w:rsidP="007A104B">
      <w:pPr>
        <w:widowControl w:val="0"/>
        <w:autoSpaceDE w:val="0"/>
        <w:autoSpaceDN w:val="0"/>
        <w:spacing w:line="240" w:lineRule="exact"/>
        <w:jc w:val="both"/>
        <w:rPr>
          <w:sz w:val="28"/>
          <w:szCs w:val="28"/>
        </w:rPr>
      </w:pPr>
    </w:p>
    <w:p w14:paraId="1B963C6A" w14:textId="77777777" w:rsidR="007A104B" w:rsidRDefault="007A104B" w:rsidP="008971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D986487" w14:textId="77777777" w:rsidR="007A104B" w:rsidRDefault="007A104B" w:rsidP="008971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A558DD3" w14:textId="77777777" w:rsidR="007A104B" w:rsidRDefault="007A104B" w:rsidP="008971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F2E9805" w14:textId="77777777" w:rsidR="00C00BA6" w:rsidRDefault="00C00BA6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98AAC6B" w14:textId="77777777" w:rsidR="00C00BA6" w:rsidRDefault="00C00BA6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8054BFB" w14:textId="3F662157" w:rsidR="00C00BA6" w:rsidRDefault="00C00BA6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C19D07C" w14:textId="156002A3" w:rsidR="002527C8" w:rsidRDefault="002527C8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F51D5AC" w14:textId="77777777" w:rsidR="002527C8" w:rsidRDefault="002527C8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960B300" w14:textId="77777777" w:rsidR="008814F6" w:rsidRDefault="008814F6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DBFEF27" w14:textId="77777777" w:rsidR="008814F6" w:rsidRDefault="008814F6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746713B" w14:textId="77777777" w:rsidR="008814F6" w:rsidRDefault="008814F6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472918B" w14:textId="77777777" w:rsidR="008814F6" w:rsidRDefault="008814F6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A46424F" w14:textId="77777777" w:rsidR="008814F6" w:rsidRDefault="008814F6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46AAF1C" w14:textId="77777777" w:rsidR="008814F6" w:rsidRDefault="008814F6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BCC99EA" w14:textId="77777777" w:rsidR="008814F6" w:rsidRDefault="008814F6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339908E" w14:textId="77777777" w:rsidR="008814F6" w:rsidRDefault="008814F6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26B7CD1" w14:textId="77777777" w:rsidR="008814F6" w:rsidRDefault="008814F6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0A020AF" w14:textId="77777777" w:rsidR="008814F6" w:rsidRDefault="008814F6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E409E1E" w14:textId="77777777" w:rsidR="000E04B9" w:rsidRPr="000E04B9" w:rsidRDefault="000E04B9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lastRenderedPageBreak/>
        <w:t>Таблица 2 - Сведения о выполнении мероприятий муниципальной программы</w:t>
      </w:r>
    </w:p>
    <w:p w14:paraId="39C8AF74" w14:textId="77777777" w:rsidR="00E252A7" w:rsidRPr="005014B5" w:rsidRDefault="005014B5" w:rsidP="00E252A7">
      <w:pPr>
        <w:spacing w:line="240" w:lineRule="exact"/>
        <w:jc w:val="center"/>
        <w:rPr>
          <w:b/>
          <w:sz w:val="28"/>
          <w:szCs w:val="24"/>
          <w:lang w:eastAsia="ar-SA"/>
        </w:rPr>
      </w:pPr>
      <w:r w:rsidRPr="005014B5">
        <w:rPr>
          <w:b/>
          <w:sz w:val="28"/>
          <w:szCs w:val="24"/>
        </w:rPr>
        <w:t>«</w:t>
      </w:r>
      <w:r w:rsidR="00E252A7" w:rsidRPr="005014B5">
        <w:rPr>
          <w:b/>
          <w:sz w:val="28"/>
          <w:szCs w:val="24"/>
        </w:rPr>
        <w:t>Реформирование и развитие системы муниципального</w:t>
      </w:r>
      <w:r w:rsidR="00E252A7">
        <w:rPr>
          <w:b/>
          <w:sz w:val="28"/>
          <w:szCs w:val="24"/>
        </w:rPr>
        <w:t xml:space="preserve"> </w:t>
      </w:r>
      <w:r w:rsidR="00E252A7" w:rsidRPr="005014B5">
        <w:rPr>
          <w:b/>
          <w:sz w:val="28"/>
          <w:szCs w:val="24"/>
        </w:rPr>
        <w:t>управления</w:t>
      </w:r>
      <w:r w:rsidR="00E252A7">
        <w:rPr>
          <w:b/>
          <w:sz w:val="28"/>
          <w:szCs w:val="24"/>
        </w:rPr>
        <w:t xml:space="preserve"> </w:t>
      </w:r>
      <w:r w:rsidR="00E252A7" w:rsidRPr="005014B5">
        <w:rPr>
          <w:b/>
          <w:sz w:val="28"/>
          <w:szCs w:val="24"/>
          <w:lang w:eastAsia="ar-SA"/>
        </w:rPr>
        <w:t>Мошенского</w:t>
      </w:r>
    </w:p>
    <w:p w14:paraId="2FC1F28A" w14:textId="7553F6C2" w:rsidR="005014B5" w:rsidRPr="005014B5" w:rsidRDefault="00E252A7" w:rsidP="00E252A7">
      <w:pPr>
        <w:spacing w:line="240" w:lineRule="exact"/>
        <w:jc w:val="center"/>
        <w:rPr>
          <w:sz w:val="28"/>
          <w:szCs w:val="24"/>
        </w:rPr>
      </w:pPr>
      <w:r w:rsidRPr="005014B5">
        <w:rPr>
          <w:b/>
          <w:sz w:val="28"/>
          <w:szCs w:val="24"/>
          <w:lang w:eastAsia="ar-SA"/>
        </w:rPr>
        <w:t>му</w:t>
      </w:r>
      <w:r>
        <w:rPr>
          <w:b/>
          <w:sz w:val="28"/>
          <w:szCs w:val="24"/>
          <w:lang w:eastAsia="ar-SA"/>
        </w:rPr>
        <w:t>ниципального района на 2021-2025</w:t>
      </w:r>
      <w:r w:rsidRPr="005014B5">
        <w:rPr>
          <w:b/>
          <w:sz w:val="28"/>
          <w:szCs w:val="24"/>
          <w:lang w:eastAsia="ar-SA"/>
        </w:rPr>
        <w:t xml:space="preserve"> годы</w:t>
      </w:r>
      <w:r w:rsidR="00DB0FB7">
        <w:rPr>
          <w:b/>
          <w:sz w:val="28"/>
          <w:szCs w:val="24"/>
        </w:rPr>
        <w:t>»</w:t>
      </w:r>
      <w:r w:rsidR="00B50134">
        <w:rPr>
          <w:b/>
          <w:sz w:val="28"/>
          <w:szCs w:val="24"/>
        </w:rPr>
        <w:t xml:space="preserve"> </w:t>
      </w:r>
      <w:r>
        <w:rPr>
          <w:b/>
          <w:sz w:val="28"/>
          <w:szCs w:val="24"/>
        </w:rPr>
        <w:t>за 2021</w:t>
      </w:r>
      <w:r w:rsidR="005014B5" w:rsidRPr="005014B5">
        <w:rPr>
          <w:b/>
          <w:sz w:val="28"/>
          <w:szCs w:val="24"/>
        </w:rPr>
        <w:t xml:space="preserve"> год</w:t>
      </w:r>
    </w:p>
    <w:p w14:paraId="3E8268E8" w14:textId="77777777" w:rsidR="002E7192" w:rsidRPr="00BE112D" w:rsidRDefault="002E7192" w:rsidP="002E71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5387"/>
        <w:gridCol w:w="1560"/>
        <w:gridCol w:w="5811"/>
        <w:gridCol w:w="1559"/>
      </w:tblGrid>
      <w:tr w:rsidR="002E7192" w:rsidRPr="00897125" w14:paraId="26FF10C4" w14:textId="77777777" w:rsidTr="002527C8">
        <w:trPr>
          <w:trHeight w:val="4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312C" w14:textId="77777777" w:rsidR="002527C8" w:rsidRDefault="002E7192" w:rsidP="002E7192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14:paraId="2BFF5EC7" w14:textId="53C1124F" w:rsidR="002E7192" w:rsidRPr="00897125" w:rsidRDefault="002E7192" w:rsidP="002E7192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D19B" w14:textId="77777777" w:rsidR="002E7192" w:rsidRPr="00897125" w:rsidRDefault="002E7192" w:rsidP="002E7192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Наименование   </w:t>
            </w:r>
            <w:r w:rsidRPr="00897125">
              <w:rPr>
                <w:sz w:val="28"/>
                <w:szCs w:val="28"/>
              </w:rPr>
              <w:br/>
              <w:t xml:space="preserve">  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14EF" w14:textId="77777777" w:rsidR="002E7192" w:rsidRPr="00897125" w:rsidRDefault="002E7192" w:rsidP="002E7192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Срок   </w:t>
            </w:r>
            <w:r w:rsidRPr="00897125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BE6A" w14:textId="77777777" w:rsidR="002E7192" w:rsidRPr="00897125" w:rsidRDefault="002E7192" w:rsidP="002E7192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Результа</w:t>
            </w:r>
            <w:r>
              <w:rPr>
                <w:sz w:val="28"/>
                <w:szCs w:val="28"/>
              </w:rPr>
              <w:t xml:space="preserve">ты </w:t>
            </w:r>
            <w:r w:rsidRPr="00897125">
              <w:rPr>
                <w:sz w:val="28"/>
                <w:szCs w:val="28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94B6" w14:textId="77777777" w:rsidR="002E7192" w:rsidRPr="00897125" w:rsidRDefault="002E7192" w:rsidP="002E7192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Проблемы, возникшие в ходе</w:t>
            </w:r>
            <w:r w:rsidRPr="00897125">
              <w:rPr>
                <w:sz w:val="28"/>
                <w:szCs w:val="28"/>
              </w:rPr>
              <w:br/>
              <w:t xml:space="preserve">  реализ</w:t>
            </w:r>
            <w:r w:rsidRPr="00897125">
              <w:rPr>
                <w:sz w:val="28"/>
                <w:szCs w:val="28"/>
              </w:rPr>
              <w:t>а</w:t>
            </w:r>
            <w:r w:rsidRPr="00897125">
              <w:rPr>
                <w:sz w:val="28"/>
                <w:szCs w:val="28"/>
              </w:rPr>
              <w:t>ции мер</w:t>
            </w:r>
            <w:r w:rsidRPr="00897125">
              <w:rPr>
                <w:sz w:val="28"/>
                <w:szCs w:val="28"/>
              </w:rPr>
              <w:t>о</w:t>
            </w:r>
            <w:r w:rsidRPr="00897125">
              <w:rPr>
                <w:sz w:val="28"/>
                <w:szCs w:val="28"/>
              </w:rPr>
              <w:t>приятия</w:t>
            </w:r>
          </w:p>
        </w:tc>
      </w:tr>
      <w:tr w:rsidR="002E7192" w:rsidRPr="00546955" w14:paraId="09167A86" w14:textId="77777777" w:rsidTr="002527C8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F26A" w14:textId="77777777" w:rsidR="002E7192" w:rsidRPr="00546955" w:rsidRDefault="002E7192" w:rsidP="002E7192">
            <w:pPr>
              <w:pStyle w:val="ConsPlusCell"/>
              <w:jc w:val="center"/>
              <w:rPr>
                <w:b/>
                <w:sz w:val="22"/>
                <w:szCs w:val="28"/>
              </w:rPr>
            </w:pPr>
            <w:r w:rsidRPr="00546955">
              <w:rPr>
                <w:b/>
                <w:sz w:val="22"/>
                <w:szCs w:val="28"/>
              </w:rPr>
              <w:t>1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A3BA" w14:textId="77777777" w:rsidR="002E7192" w:rsidRPr="00546955" w:rsidRDefault="002E7192" w:rsidP="002E7192">
            <w:pPr>
              <w:pStyle w:val="ConsPlusCell"/>
              <w:jc w:val="center"/>
              <w:rPr>
                <w:b/>
                <w:sz w:val="22"/>
                <w:szCs w:val="28"/>
              </w:rPr>
            </w:pPr>
            <w:r w:rsidRPr="00546955">
              <w:rPr>
                <w:b/>
                <w:sz w:val="22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DA88" w14:textId="77777777" w:rsidR="002E7192" w:rsidRPr="00546955" w:rsidRDefault="002E7192" w:rsidP="002E7192">
            <w:pPr>
              <w:pStyle w:val="ConsPlusCell"/>
              <w:jc w:val="center"/>
              <w:rPr>
                <w:b/>
                <w:sz w:val="22"/>
                <w:szCs w:val="28"/>
              </w:rPr>
            </w:pPr>
            <w:r w:rsidRPr="00546955">
              <w:rPr>
                <w:b/>
                <w:sz w:val="22"/>
                <w:szCs w:val="28"/>
              </w:rPr>
              <w:t>3</w:t>
            </w:r>
          </w:p>
        </w:tc>
        <w:tc>
          <w:tcPr>
            <w:tcW w:w="5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6394" w14:textId="77777777" w:rsidR="002E7192" w:rsidRPr="00546955" w:rsidRDefault="002E7192" w:rsidP="002E7192">
            <w:pPr>
              <w:pStyle w:val="ConsPlusCell"/>
              <w:jc w:val="center"/>
              <w:rPr>
                <w:b/>
                <w:sz w:val="22"/>
                <w:szCs w:val="28"/>
              </w:rPr>
            </w:pPr>
            <w:r w:rsidRPr="00546955">
              <w:rPr>
                <w:b/>
                <w:sz w:val="22"/>
                <w:szCs w:val="28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0C3D" w14:textId="77777777" w:rsidR="002E7192" w:rsidRPr="00546955" w:rsidRDefault="002E7192" w:rsidP="002E7192">
            <w:pPr>
              <w:pStyle w:val="ConsPlusCell"/>
              <w:jc w:val="center"/>
              <w:rPr>
                <w:b/>
                <w:sz w:val="22"/>
                <w:szCs w:val="28"/>
              </w:rPr>
            </w:pPr>
            <w:r w:rsidRPr="00546955">
              <w:rPr>
                <w:b/>
                <w:sz w:val="22"/>
                <w:szCs w:val="28"/>
              </w:rPr>
              <w:t>5</w:t>
            </w:r>
          </w:p>
        </w:tc>
      </w:tr>
      <w:tr w:rsidR="002E7192" w:rsidRPr="00897125" w14:paraId="2D935F7E" w14:textId="77777777" w:rsidTr="002527C8">
        <w:trPr>
          <w:trHeight w:val="478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0B9F" w14:textId="77777777" w:rsidR="002E7192" w:rsidRPr="00546955" w:rsidRDefault="002E7192" w:rsidP="002E7192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546955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9B4C" w14:textId="77777777" w:rsidR="002E7192" w:rsidRPr="00546955" w:rsidRDefault="002E7192" w:rsidP="002E7192">
            <w:pPr>
              <w:pStyle w:val="ConsPlusCell"/>
              <w:rPr>
                <w:b/>
                <w:sz w:val="28"/>
                <w:szCs w:val="28"/>
              </w:rPr>
            </w:pPr>
            <w:r w:rsidRPr="00546955">
              <w:rPr>
                <w:b/>
                <w:sz w:val="28"/>
                <w:szCs w:val="28"/>
              </w:rPr>
              <w:t xml:space="preserve">Подпрограмма </w:t>
            </w:r>
            <w:r w:rsidRPr="00546955">
              <w:rPr>
                <w:b/>
                <w:bCs/>
                <w:sz w:val="28"/>
                <w:szCs w:val="28"/>
              </w:rPr>
              <w:t>«Содействие  развитию местного самоуправления в Мошенском муниципальном районе»</w:t>
            </w:r>
          </w:p>
        </w:tc>
      </w:tr>
      <w:tr w:rsidR="00936BB2" w:rsidRPr="00897125" w14:paraId="456B4FDE" w14:textId="77777777" w:rsidTr="002527C8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370C" w14:textId="77777777" w:rsidR="00936BB2" w:rsidRPr="00D42DD1" w:rsidRDefault="00936BB2" w:rsidP="00D42DD1">
            <w:pPr>
              <w:spacing w:line="240" w:lineRule="exact"/>
              <w:jc w:val="center"/>
              <w:rPr>
                <w:spacing w:val="-20"/>
                <w:sz w:val="24"/>
                <w:szCs w:val="28"/>
              </w:rPr>
            </w:pPr>
            <w:r w:rsidRPr="00D42DD1">
              <w:rPr>
                <w:spacing w:val="-20"/>
                <w:sz w:val="24"/>
                <w:szCs w:val="28"/>
              </w:rPr>
              <w:t>1.1</w:t>
            </w:r>
            <w:r>
              <w:rPr>
                <w:spacing w:val="-20"/>
                <w:sz w:val="24"/>
                <w:szCs w:val="28"/>
              </w:rPr>
              <w:t>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8BC5" w14:textId="210ADA1F" w:rsidR="00936BB2" w:rsidRPr="00936BB2" w:rsidRDefault="00936BB2" w:rsidP="00D42DD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36BB2">
              <w:rPr>
                <w:sz w:val="24"/>
                <w:szCs w:val="24"/>
              </w:rPr>
              <w:t>Организация и проведение совещаний, семинаров, конференций для выборных должностных лиц местного самоуправления и муниципальных сл</w:t>
            </w:r>
            <w:r w:rsidRPr="00936BB2">
              <w:rPr>
                <w:sz w:val="24"/>
                <w:szCs w:val="24"/>
              </w:rPr>
              <w:t>у</w:t>
            </w:r>
            <w:r w:rsidRPr="00936BB2">
              <w:rPr>
                <w:sz w:val="24"/>
                <w:szCs w:val="24"/>
              </w:rPr>
              <w:t>жащих по актуальным вопросам развития местн</w:t>
            </w:r>
            <w:r w:rsidRPr="00936BB2">
              <w:rPr>
                <w:sz w:val="24"/>
                <w:szCs w:val="24"/>
              </w:rPr>
              <w:t>о</w:t>
            </w:r>
            <w:r w:rsidRPr="00936BB2">
              <w:rPr>
                <w:sz w:val="24"/>
                <w:szCs w:val="24"/>
              </w:rPr>
              <w:t>го самоуправления на территории района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D82F" w14:textId="3C0CEAD0" w:rsidR="00936BB2" w:rsidRPr="00D42DD1" w:rsidRDefault="00936BB2" w:rsidP="002E7192">
            <w:pPr>
              <w:pStyle w:val="ConsPlusCell"/>
              <w:jc w:val="center"/>
              <w:rPr>
                <w:szCs w:val="28"/>
              </w:rPr>
            </w:pPr>
            <w:r w:rsidRPr="00D42DD1">
              <w:rPr>
                <w:szCs w:val="28"/>
              </w:rPr>
              <w:t>20</w:t>
            </w:r>
            <w:r>
              <w:rPr>
                <w:szCs w:val="28"/>
              </w:rPr>
              <w:t>21</w:t>
            </w:r>
            <w:r w:rsidRPr="00D42DD1">
              <w:rPr>
                <w:szCs w:val="28"/>
              </w:rPr>
              <w:t>-202</w:t>
            </w:r>
            <w:r>
              <w:rPr>
                <w:szCs w:val="28"/>
              </w:rPr>
              <w:t>5</w:t>
            </w:r>
          </w:p>
          <w:p w14:paraId="3A337830" w14:textId="77777777" w:rsidR="00936BB2" w:rsidRPr="00D42DD1" w:rsidRDefault="00936BB2" w:rsidP="002E7192">
            <w:pPr>
              <w:pStyle w:val="ConsPlusCell"/>
              <w:jc w:val="center"/>
              <w:rPr>
                <w:szCs w:val="28"/>
              </w:rPr>
            </w:pPr>
            <w:r w:rsidRPr="00D42DD1">
              <w:rPr>
                <w:szCs w:val="28"/>
              </w:rPr>
              <w:t xml:space="preserve"> годы</w:t>
            </w:r>
          </w:p>
        </w:tc>
        <w:tc>
          <w:tcPr>
            <w:tcW w:w="5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9FAE" w14:textId="2673734F" w:rsidR="00936BB2" w:rsidRPr="00936BB2" w:rsidRDefault="00936BB2" w:rsidP="00936BB2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36BB2">
              <w:rPr>
                <w:sz w:val="24"/>
                <w:szCs w:val="24"/>
              </w:rPr>
              <w:t>В 2021 году проведено 8 совещаний- семинаров для выборных должностных лиц местного самоуправл</w:t>
            </w:r>
            <w:r w:rsidRPr="00936BB2">
              <w:rPr>
                <w:sz w:val="24"/>
                <w:szCs w:val="24"/>
              </w:rPr>
              <w:t>е</w:t>
            </w:r>
            <w:r w:rsidRPr="00936BB2">
              <w:rPr>
                <w:sz w:val="24"/>
                <w:szCs w:val="24"/>
              </w:rPr>
              <w:t>ния и муниципальных служащих по актуальным в</w:t>
            </w:r>
            <w:r w:rsidRPr="00936BB2">
              <w:rPr>
                <w:sz w:val="24"/>
                <w:szCs w:val="24"/>
              </w:rPr>
              <w:t>о</w:t>
            </w:r>
            <w:r w:rsidRPr="00936BB2">
              <w:rPr>
                <w:sz w:val="24"/>
                <w:szCs w:val="24"/>
              </w:rPr>
              <w:t>просам развития местного самоуправления на терр</w:t>
            </w:r>
            <w:r w:rsidRPr="00936BB2">
              <w:rPr>
                <w:sz w:val="24"/>
                <w:szCs w:val="24"/>
              </w:rPr>
              <w:t>и</w:t>
            </w:r>
            <w:r w:rsidRPr="00936BB2">
              <w:rPr>
                <w:sz w:val="24"/>
                <w:szCs w:val="24"/>
              </w:rPr>
              <w:t>тории района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B2AD" w14:textId="77777777" w:rsidR="00936BB2" w:rsidRPr="00897125" w:rsidRDefault="00936BB2" w:rsidP="002E7192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936BB2" w:rsidRPr="00897125" w14:paraId="03844A9C" w14:textId="77777777" w:rsidTr="002527C8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DA41" w14:textId="77777777" w:rsidR="00936BB2" w:rsidRPr="00D42DD1" w:rsidRDefault="00936BB2" w:rsidP="00D42DD1">
            <w:pPr>
              <w:spacing w:line="240" w:lineRule="exact"/>
              <w:jc w:val="center"/>
              <w:rPr>
                <w:spacing w:val="-20"/>
                <w:sz w:val="24"/>
                <w:szCs w:val="28"/>
              </w:rPr>
            </w:pPr>
            <w:r w:rsidRPr="00D42DD1">
              <w:rPr>
                <w:spacing w:val="-20"/>
                <w:sz w:val="24"/>
                <w:szCs w:val="28"/>
              </w:rPr>
              <w:t>1.2.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CAF5" w14:textId="385EA078" w:rsidR="00936BB2" w:rsidRPr="00936BB2" w:rsidRDefault="00936BB2" w:rsidP="00D42DD1">
            <w:pPr>
              <w:tabs>
                <w:tab w:val="left" w:pos="1140"/>
              </w:tabs>
              <w:spacing w:line="240" w:lineRule="exact"/>
              <w:jc w:val="both"/>
              <w:rPr>
                <w:sz w:val="24"/>
                <w:szCs w:val="24"/>
              </w:rPr>
            </w:pPr>
            <w:r w:rsidRPr="00936BB2">
              <w:rPr>
                <w:sz w:val="24"/>
                <w:szCs w:val="24"/>
              </w:rPr>
              <w:t>Проведение на территории района "Дня местного самоуправления"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7BF5" w14:textId="77777777" w:rsidR="00936BB2" w:rsidRDefault="00936BB2" w:rsidP="002E7192">
            <w:pPr>
              <w:pStyle w:val="ConsPlusCell"/>
              <w:jc w:val="center"/>
              <w:rPr>
                <w:szCs w:val="28"/>
              </w:rPr>
            </w:pPr>
            <w:r w:rsidRPr="006E38C5">
              <w:rPr>
                <w:szCs w:val="28"/>
              </w:rPr>
              <w:t>2021-2025</w:t>
            </w:r>
          </w:p>
          <w:p w14:paraId="1E31A2C5" w14:textId="0B21502E" w:rsidR="00936BB2" w:rsidRPr="00D42DD1" w:rsidRDefault="00936BB2" w:rsidP="002E7192">
            <w:pPr>
              <w:pStyle w:val="ConsPlusCell"/>
              <w:jc w:val="center"/>
              <w:rPr>
                <w:szCs w:val="28"/>
              </w:rPr>
            </w:pPr>
            <w:r w:rsidRPr="006E38C5">
              <w:rPr>
                <w:szCs w:val="28"/>
              </w:rPr>
              <w:t>годы</w:t>
            </w:r>
          </w:p>
        </w:tc>
        <w:tc>
          <w:tcPr>
            <w:tcW w:w="5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CE18" w14:textId="2DF518DD" w:rsidR="00936BB2" w:rsidRPr="00936BB2" w:rsidRDefault="00936BB2" w:rsidP="00936BB2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936BB2">
              <w:rPr>
                <w:sz w:val="24"/>
                <w:szCs w:val="24"/>
              </w:rPr>
              <w:t xml:space="preserve"> апреля 2021 года в киноконцертном центре «Уверь»  проведено праздничное мероприятие, п</w:t>
            </w:r>
            <w:r w:rsidRPr="00936BB2">
              <w:rPr>
                <w:sz w:val="24"/>
                <w:szCs w:val="24"/>
              </w:rPr>
              <w:t>о</w:t>
            </w:r>
            <w:r w:rsidRPr="00936BB2">
              <w:rPr>
                <w:sz w:val="24"/>
                <w:szCs w:val="24"/>
              </w:rPr>
              <w:t>священное Дню местного самоуправления</w:t>
            </w:r>
          </w:p>
          <w:p w14:paraId="713E1D4E" w14:textId="39C8079C" w:rsidR="00936BB2" w:rsidRPr="00936BB2" w:rsidRDefault="00936BB2" w:rsidP="007508FF">
            <w:pPr>
              <w:pStyle w:val="ConsPlusCell"/>
              <w:jc w:val="both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2CF3" w14:textId="77777777" w:rsidR="00936BB2" w:rsidRPr="00897125" w:rsidRDefault="00936BB2" w:rsidP="002E7192">
            <w:pPr>
              <w:pStyle w:val="ConsPlusCell"/>
              <w:rPr>
                <w:sz w:val="28"/>
                <w:szCs w:val="28"/>
              </w:rPr>
            </w:pPr>
          </w:p>
        </w:tc>
      </w:tr>
      <w:tr w:rsidR="00936BB2" w:rsidRPr="00897125" w14:paraId="4B3C9747" w14:textId="77777777" w:rsidTr="002527C8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FE8B" w14:textId="77777777" w:rsidR="00936BB2" w:rsidRPr="00D42DD1" w:rsidRDefault="00936BB2" w:rsidP="00D42DD1">
            <w:pPr>
              <w:spacing w:line="240" w:lineRule="exact"/>
              <w:jc w:val="center"/>
              <w:rPr>
                <w:spacing w:val="-20"/>
                <w:sz w:val="24"/>
                <w:szCs w:val="28"/>
              </w:rPr>
            </w:pPr>
            <w:r w:rsidRPr="00D42DD1">
              <w:rPr>
                <w:spacing w:val="-20"/>
                <w:sz w:val="24"/>
                <w:szCs w:val="28"/>
              </w:rPr>
              <w:t>1.3.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D2FD" w14:textId="213EE0D4" w:rsidR="00936BB2" w:rsidRPr="00936BB2" w:rsidRDefault="00936BB2" w:rsidP="00D42DD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36BB2">
              <w:rPr>
                <w:sz w:val="24"/>
                <w:szCs w:val="24"/>
              </w:rPr>
              <w:t>Организация и обеспечение взаимодействия орг</w:t>
            </w:r>
            <w:r w:rsidRPr="00936BB2">
              <w:rPr>
                <w:sz w:val="24"/>
                <w:szCs w:val="24"/>
              </w:rPr>
              <w:t>а</w:t>
            </w:r>
            <w:r w:rsidRPr="00936BB2">
              <w:rPr>
                <w:sz w:val="24"/>
                <w:szCs w:val="24"/>
              </w:rPr>
              <w:t>нов местного самоуправления Мошенского мун</w:t>
            </w:r>
            <w:r w:rsidRPr="00936BB2">
              <w:rPr>
                <w:sz w:val="24"/>
                <w:szCs w:val="24"/>
              </w:rPr>
              <w:t>и</w:t>
            </w:r>
            <w:r w:rsidRPr="00936BB2">
              <w:rPr>
                <w:sz w:val="24"/>
                <w:szCs w:val="24"/>
              </w:rPr>
              <w:t>ципального района с Ассоциацией "Совет мун</w:t>
            </w:r>
            <w:r w:rsidRPr="00936BB2">
              <w:rPr>
                <w:sz w:val="24"/>
                <w:szCs w:val="24"/>
              </w:rPr>
              <w:t>и</w:t>
            </w:r>
            <w:r w:rsidRPr="00936BB2">
              <w:rPr>
                <w:sz w:val="24"/>
                <w:szCs w:val="24"/>
              </w:rPr>
              <w:t>ципальных образований Новгородской области"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0CB6" w14:textId="77777777" w:rsidR="00936BB2" w:rsidRPr="00D42DD1" w:rsidRDefault="00936BB2" w:rsidP="00936BB2">
            <w:pPr>
              <w:pStyle w:val="ConsPlusCell"/>
              <w:jc w:val="center"/>
              <w:rPr>
                <w:szCs w:val="28"/>
              </w:rPr>
            </w:pPr>
            <w:r w:rsidRPr="00D42DD1">
              <w:rPr>
                <w:szCs w:val="28"/>
              </w:rPr>
              <w:t>20</w:t>
            </w:r>
            <w:r>
              <w:rPr>
                <w:szCs w:val="28"/>
              </w:rPr>
              <w:t>21</w:t>
            </w:r>
            <w:r w:rsidRPr="00D42DD1">
              <w:rPr>
                <w:szCs w:val="28"/>
              </w:rPr>
              <w:t>-202</w:t>
            </w:r>
            <w:r>
              <w:rPr>
                <w:szCs w:val="28"/>
              </w:rPr>
              <w:t>5</w:t>
            </w:r>
          </w:p>
          <w:p w14:paraId="3B1AD121" w14:textId="6E907A0F" w:rsidR="00936BB2" w:rsidRPr="00D42DD1" w:rsidRDefault="00936BB2" w:rsidP="00936BB2">
            <w:pPr>
              <w:pStyle w:val="ConsPlusCell"/>
              <w:jc w:val="center"/>
              <w:rPr>
                <w:szCs w:val="28"/>
              </w:rPr>
            </w:pPr>
            <w:r w:rsidRPr="00D42DD1">
              <w:rPr>
                <w:szCs w:val="28"/>
              </w:rPr>
              <w:t xml:space="preserve"> </w:t>
            </w:r>
            <w:r w:rsidRPr="006E38C5">
              <w:rPr>
                <w:szCs w:val="28"/>
              </w:rPr>
              <w:t>годы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6D99" w14:textId="5CE7B9A8" w:rsidR="00936BB2" w:rsidRPr="00936BB2" w:rsidRDefault="00936BB2" w:rsidP="00936BB2">
            <w:pPr>
              <w:jc w:val="both"/>
              <w:rPr>
                <w:sz w:val="24"/>
                <w:szCs w:val="24"/>
              </w:rPr>
            </w:pPr>
            <w:r w:rsidRPr="00936BB2">
              <w:rPr>
                <w:sz w:val="24"/>
                <w:szCs w:val="24"/>
              </w:rPr>
              <w:t>Организовано  взаимодействие органов местного с</w:t>
            </w:r>
            <w:r w:rsidRPr="00936BB2">
              <w:rPr>
                <w:sz w:val="24"/>
                <w:szCs w:val="24"/>
              </w:rPr>
              <w:t>а</w:t>
            </w:r>
            <w:r w:rsidRPr="00936BB2">
              <w:rPr>
                <w:sz w:val="24"/>
                <w:szCs w:val="24"/>
              </w:rPr>
              <w:t>моуправления Мошенского муниципального района с Ассоциацией «Совет муниципальных образований Новгородской области»  на основании соглашения о взаимодействии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5375" w14:textId="77777777" w:rsidR="00936BB2" w:rsidRPr="00897125" w:rsidRDefault="00936BB2" w:rsidP="002E7192">
            <w:pPr>
              <w:pStyle w:val="ConsPlusCell"/>
              <w:rPr>
                <w:sz w:val="28"/>
                <w:szCs w:val="28"/>
              </w:rPr>
            </w:pPr>
          </w:p>
        </w:tc>
      </w:tr>
      <w:tr w:rsidR="00936BB2" w:rsidRPr="00897125" w14:paraId="084E14B2" w14:textId="77777777" w:rsidTr="002527C8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6E95" w14:textId="77777777" w:rsidR="00936BB2" w:rsidRPr="00D42DD1" w:rsidRDefault="00936BB2" w:rsidP="00D42DD1">
            <w:pPr>
              <w:spacing w:line="240" w:lineRule="exact"/>
              <w:jc w:val="center"/>
              <w:rPr>
                <w:spacing w:val="-20"/>
                <w:sz w:val="24"/>
                <w:szCs w:val="28"/>
              </w:rPr>
            </w:pPr>
            <w:r w:rsidRPr="00D42DD1">
              <w:rPr>
                <w:spacing w:val="-20"/>
                <w:sz w:val="24"/>
                <w:szCs w:val="28"/>
              </w:rPr>
              <w:t>1.4.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4AA1" w14:textId="0443F891" w:rsidR="00936BB2" w:rsidRPr="00936BB2" w:rsidRDefault="00936BB2" w:rsidP="00D42DD1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36BB2">
              <w:rPr>
                <w:sz w:val="24"/>
                <w:szCs w:val="24"/>
              </w:rPr>
              <w:t>Опубликование официальных нормативных пр</w:t>
            </w:r>
            <w:r w:rsidRPr="00936BB2">
              <w:rPr>
                <w:sz w:val="24"/>
                <w:szCs w:val="24"/>
              </w:rPr>
              <w:t>а</w:t>
            </w:r>
            <w:r w:rsidRPr="00936BB2">
              <w:rPr>
                <w:sz w:val="24"/>
                <w:szCs w:val="24"/>
              </w:rPr>
              <w:t>вовых актов органов местного самоуправления, опубликование документов (объявлений, извещ</w:t>
            </w:r>
            <w:r w:rsidRPr="00936BB2">
              <w:rPr>
                <w:sz w:val="24"/>
                <w:szCs w:val="24"/>
              </w:rPr>
              <w:t>е</w:t>
            </w:r>
            <w:r w:rsidRPr="00936BB2">
              <w:rPr>
                <w:sz w:val="24"/>
                <w:szCs w:val="24"/>
              </w:rPr>
              <w:t>ний), опубликование которых необходимо в соо</w:t>
            </w:r>
            <w:r w:rsidRPr="00936BB2">
              <w:rPr>
                <w:sz w:val="24"/>
                <w:szCs w:val="24"/>
              </w:rPr>
              <w:t>т</w:t>
            </w:r>
            <w:r w:rsidRPr="00936BB2">
              <w:rPr>
                <w:sz w:val="24"/>
                <w:szCs w:val="24"/>
              </w:rPr>
              <w:t>ветствии с законодательством Российской Фед</w:t>
            </w:r>
            <w:r w:rsidRPr="00936BB2">
              <w:rPr>
                <w:sz w:val="24"/>
                <w:szCs w:val="24"/>
              </w:rPr>
              <w:t>е</w:t>
            </w:r>
            <w:r w:rsidRPr="00936BB2">
              <w:rPr>
                <w:sz w:val="24"/>
                <w:szCs w:val="24"/>
              </w:rPr>
              <w:t>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B6F3" w14:textId="77777777" w:rsidR="00936BB2" w:rsidRDefault="00936BB2" w:rsidP="002E7192">
            <w:pPr>
              <w:pStyle w:val="ConsPlusCell"/>
              <w:jc w:val="center"/>
              <w:rPr>
                <w:szCs w:val="28"/>
              </w:rPr>
            </w:pPr>
            <w:r w:rsidRPr="006E38C5">
              <w:rPr>
                <w:szCs w:val="28"/>
              </w:rPr>
              <w:t>2021-2025</w:t>
            </w:r>
          </w:p>
          <w:p w14:paraId="4FE2320B" w14:textId="613051A1" w:rsidR="00936BB2" w:rsidRPr="00D42DD1" w:rsidRDefault="00936BB2" w:rsidP="002E7192">
            <w:pPr>
              <w:pStyle w:val="ConsPlusCell"/>
              <w:jc w:val="center"/>
              <w:rPr>
                <w:szCs w:val="28"/>
              </w:rPr>
            </w:pPr>
            <w:r w:rsidRPr="006E38C5">
              <w:rPr>
                <w:szCs w:val="28"/>
              </w:rPr>
              <w:t>годы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C1F7" w14:textId="3423643E" w:rsidR="00936BB2" w:rsidRPr="00E7244B" w:rsidRDefault="00936BB2" w:rsidP="002E7192">
            <w:pPr>
              <w:pStyle w:val="ConsPlusCell"/>
              <w:jc w:val="both"/>
            </w:pPr>
            <w:r w:rsidRPr="00E7244B">
              <w:t xml:space="preserve">Опубликование официальных нормативных правовых актов органов местного самоуправления проводилось через размещение их </w:t>
            </w:r>
            <w:r w:rsidRPr="00D86A0E">
              <w:t xml:space="preserve">текстов в </w:t>
            </w:r>
            <w:r w:rsidRPr="00513618">
              <w:rPr>
                <w:bCs/>
              </w:rPr>
              <w:t xml:space="preserve">53 </w:t>
            </w:r>
            <w:r w:rsidRPr="00D86A0E">
              <w:t>выпусках</w:t>
            </w:r>
            <w:r w:rsidRPr="00E7244B">
              <w:t xml:space="preserve"> бюллетеня «Официальный вестник Мошенского муниципального района»</w:t>
            </w:r>
            <w:r>
              <w:t xml:space="preserve">, в </w:t>
            </w:r>
            <w:r w:rsidRPr="00513618">
              <w:rPr>
                <w:bCs/>
              </w:rPr>
              <w:t>2</w:t>
            </w:r>
            <w:r>
              <w:rPr>
                <w:bCs/>
              </w:rPr>
              <w:t>0</w:t>
            </w:r>
            <w:r w:rsidRPr="00C72398">
              <w:t xml:space="preserve">  номерах</w:t>
            </w:r>
            <w:r>
              <w:t xml:space="preserve"> районной газеты «Уверские зори» опубликованы направленные письмами Адм</w:t>
            </w:r>
            <w:r>
              <w:t>и</w:t>
            </w:r>
            <w:r>
              <w:t>нистрации муниципального района объявления, и</w:t>
            </w:r>
            <w:r>
              <w:t>н</w:t>
            </w:r>
            <w:r>
              <w:t>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DEC6" w14:textId="77777777" w:rsidR="00936BB2" w:rsidRPr="00897125" w:rsidRDefault="00936BB2" w:rsidP="002E7192">
            <w:pPr>
              <w:pStyle w:val="ConsPlusCell"/>
              <w:rPr>
                <w:sz w:val="28"/>
                <w:szCs w:val="28"/>
              </w:rPr>
            </w:pPr>
          </w:p>
        </w:tc>
      </w:tr>
      <w:tr w:rsidR="002E7192" w:rsidRPr="00897125" w14:paraId="7C9E1C52" w14:textId="77777777" w:rsidTr="002527C8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00CF" w14:textId="77777777" w:rsidR="002E7192" w:rsidRPr="00546955" w:rsidRDefault="002E7192" w:rsidP="002E7192">
            <w:pPr>
              <w:spacing w:line="260" w:lineRule="exact"/>
              <w:jc w:val="center"/>
              <w:rPr>
                <w:b/>
                <w:sz w:val="28"/>
                <w:szCs w:val="28"/>
              </w:rPr>
            </w:pPr>
            <w:r w:rsidRPr="00546955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DA65" w14:textId="77777777" w:rsidR="002E7192" w:rsidRPr="00546955" w:rsidRDefault="002E7192" w:rsidP="002E7192">
            <w:pPr>
              <w:pStyle w:val="ConsPlusCell"/>
              <w:rPr>
                <w:b/>
                <w:sz w:val="28"/>
                <w:szCs w:val="28"/>
              </w:rPr>
            </w:pPr>
            <w:r w:rsidRPr="002527C8">
              <w:rPr>
                <w:b/>
                <w:sz w:val="28"/>
                <w:szCs w:val="28"/>
              </w:rPr>
              <w:t>Подпрограмма  "Обеспечение хранения архивного фонда муниципального района"</w:t>
            </w:r>
          </w:p>
        </w:tc>
      </w:tr>
      <w:tr w:rsidR="009F1258" w:rsidRPr="00897125" w14:paraId="6C2D8A0D" w14:textId="77777777" w:rsidTr="002527C8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6881" w14:textId="77777777" w:rsidR="009F1258" w:rsidRDefault="009F1258" w:rsidP="002E7192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D42DD1">
              <w:rPr>
                <w:sz w:val="24"/>
                <w:szCs w:val="28"/>
              </w:rPr>
              <w:t>3.1.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FA4D" w14:textId="77777777" w:rsidR="009F1258" w:rsidRPr="00D42DD1" w:rsidRDefault="009F1258" w:rsidP="00D42DD1">
            <w:pPr>
              <w:spacing w:line="240" w:lineRule="exact"/>
              <w:jc w:val="both"/>
              <w:rPr>
                <w:sz w:val="24"/>
                <w:szCs w:val="28"/>
              </w:rPr>
            </w:pPr>
            <w:r w:rsidRPr="00D42DD1">
              <w:rPr>
                <w:rFonts w:eastAsia="Calibri"/>
                <w:sz w:val="24"/>
                <w:szCs w:val="28"/>
                <w:lang w:eastAsia="en-US"/>
              </w:rPr>
              <w:t>Выполнение комплекса мер по противопожарной безопасности, в том числе:</w:t>
            </w:r>
          </w:p>
          <w:p w14:paraId="724922DA" w14:textId="2268907C" w:rsidR="00197285" w:rsidRPr="00815288" w:rsidRDefault="009F1258" w:rsidP="00197285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-</w:t>
            </w:r>
            <w:r w:rsidR="00502C71">
              <w:t xml:space="preserve"> </w:t>
            </w:r>
            <w:r w:rsidR="00502C71" w:rsidRPr="00502C71">
              <w:rPr>
                <w:rFonts w:eastAsia="Calibri"/>
                <w:sz w:val="24"/>
                <w:szCs w:val="28"/>
                <w:lang w:eastAsia="en-US"/>
              </w:rPr>
              <w:t>обивка металлом дверей в хранилищах</w:t>
            </w:r>
          </w:p>
          <w:p w14:paraId="7ACAFEF3" w14:textId="77777777" w:rsidR="009F1258" w:rsidRPr="00815288" w:rsidRDefault="009F1258" w:rsidP="00D42DD1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B6EC" w14:textId="60D56602" w:rsidR="009F1258" w:rsidRPr="00D42DD1" w:rsidRDefault="009F1258" w:rsidP="00D42DD1">
            <w:pPr>
              <w:pStyle w:val="ConsPlusCell"/>
              <w:jc w:val="center"/>
              <w:rPr>
                <w:szCs w:val="28"/>
              </w:rPr>
            </w:pPr>
            <w:r w:rsidRPr="00D42DD1">
              <w:rPr>
                <w:szCs w:val="28"/>
              </w:rPr>
              <w:t>20</w:t>
            </w:r>
            <w:r w:rsidR="00936BB2">
              <w:rPr>
                <w:szCs w:val="28"/>
              </w:rPr>
              <w:t>21</w:t>
            </w:r>
            <w:r w:rsidRPr="00D42DD1">
              <w:rPr>
                <w:szCs w:val="28"/>
              </w:rPr>
              <w:t>-202</w:t>
            </w:r>
            <w:r w:rsidR="00936BB2">
              <w:rPr>
                <w:szCs w:val="28"/>
              </w:rPr>
              <w:t>5</w:t>
            </w:r>
          </w:p>
          <w:p w14:paraId="1BAD6550" w14:textId="77777777" w:rsidR="009F1258" w:rsidRDefault="009F1258" w:rsidP="00D42DD1">
            <w:pPr>
              <w:pStyle w:val="ConsPlusCell"/>
              <w:jc w:val="center"/>
              <w:rPr>
                <w:sz w:val="28"/>
                <w:szCs w:val="28"/>
              </w:rPr>
            </w:pPr>
            <w:r w:rsidRPr="00D42DD1">
              <w:rPr>
                <w:szCs w:val="28"/>
              </w:rPr>
              <w:t>годы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5EEA" w14:textId="39EFF123" w:rsidR="009F1258" w:rsidRPr="009F1258" w:rsidRDefault="00502C71" w:rsidP="00E066BB">
            <w:pPr>
              <w:pStyle w:val="ConsPlusCell"/>
              <w:jc w:val="both"/>
            </w:pPr>
            <w:r>
              <w:t xml:space="preserve">закуплены листы оцинкованного железа и проведена </w:t>
            </w:r>
            <w:r w:rsidRPr="00502C71">
              <w:t>обивка металлом дверей в хранилищах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2155" w14:textId="77777777" w:rsidR="009F1258" w:rsidRPr="009F1258" w:rsidRDefault="00E066BB" w:rsidP="002707F6">
            <w:pPr>
              <w:pStyle w:val="ConsPlusCell"/>
            </w:pPr>
            <w:r>
              <w:t>нет</w:t>
            </w:r>
          </w:p>
        </w:tc>
      </w:tr>
      <w:tr w:rsidR="009F1258" w:rsidRPr="00897125" w14:paraId="45AF53E8" w14:textId="77777777" w:rsidTr="002527C8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FC33" w14:textId="77777777" w:rsidR="009F1258" w:rsidRPr="00546955" w:rsidRDefault="009F1258" w:rsidP="00D42DD1">
            <w:pPr>
              <w:spacing w:line="260" w:lineRule="exact"/>
              <w:jc w:val="center"/>
              <w:rPr>
                <w:b/>
                <w:sz w:val="28"/>
                <w:szCs w:val="28"/>
              </w:rPr>
            </w:pPr>
            <w:r w:rsidRPr="00546955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0486" w14:textId="0AFD4AD4" w:rsidR="009F1258" w:rsidRPr="00513618" w:rsidRDefault="009F1258" w:rsidP="00936BB2">
            <w:pPr>
              <w:pStyle w:val="ConsPlusCell"/>
              <w:rPr>
                <w:b/>
                <w:sz w:val="28"/>
                <w:szCs w:val="28"/>
                <w:highlight w:val="yellow"/>
              </w:rPr>
            </w:pPr>
            <w:r w:rsidRPr="002527C8">
              <w:rPr>
                <w:b/>
                <w:sz w:val="28"/>
                <w:szCs w:val="28"/>
              </w:rPr>
              <w:t>Подпрограмма «</w:t>
            </w:r>
            <w:r w:rsidRPr="002527C8">
              <w:rPr>
                <w:b/>
                <w:sz w:val="28"/>
              </w:rPr>
              <w:t>Развитие информационного общества и формирование электронного муниципалитета в М</w:t>
            </w:r>
            <w:r w:rsidRPr="002527C8">
              <w:rPr>
                <w:b/>
                <w:sz w:val="28"/>
              </w:rPr>
              <w:t>о</w:t>
            </w:r>
            <w:r w:rsidRPr="002527C8">
              <w:rPr>
                <w:b/>
                <w:sz w:val="28"/>
              </w:rPr>
              <w:t>шенском муни</w:t>
            </w:r>
            <w:r w:rsidR="00355C76" w:rsidRPr="002527C8">
              <w:rPr>
                <w:b/>
                <w:sz w:val="28"/>
              </w:rPr>
              <w:t>ципальном районе на 20</w:t>
            </w:r>
            <w:r w:rsidR="00936BB2">
              <w:rPr>
                <w:b/>
                <w:sz w:val="28"/>
              </w:rPr>
              <w:t>21</w:t>
            </w:r>
            <w:r w:rsidR="00355C76" w:rsidRPr="002527C8">
              <w:rPr>
                <w:b/>
                <w:sz w:val="28"/>
              </w:rPr>
              <w:t>-202</w:t>
            </w:r>
            <w:r w:rsidR="007B5E23" w:rsidRPr="002527C8">
              <w:rPr>
                <w:b/>
                <w:sz w:val="28"/>
              </w:rPr>
              <w:t>2</w:t>
            </w:r>
            <w:r w:rsidR="00936BB2">
              <w:rPr>
                <w:b/>
                <w:sz w:val="28"/>
              </w:rPr>
              <w:t>5</w:t>
            </w:r>
            <w:r w:rsidRPr="002527C8">
              <w:rPr>
                <w:b/>
                <w:sz w:val="28"/>
              </w:rPr>
              <w:t xml:space="preserve"> годы</w:t>
            </w:r>
            <w:r w:rsidRPr="002527C8">
              <w:rPr>
                <w:b/>
                <w:sz w:val="28"/>
                <w:szCs w:val="28"/>
              </w:rPr>
              <w:t>»</w:t>
            </w:r>
          </w:p>
        </w:tc>
      </w:tr>
      <w:tr w:rsidR="009F1258" w:rsidRPr="00897125" w14:paraId="208B440D" w14:textId="77777777" w:rsidTr="002527C8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D334" w14:textId="77777777" w:rsidR="009F1258" w:rsidRDefault="009F1258" w:rsidP="002E7192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D42DD1">
              <w:rPr>
                <w:sz w:val="24"/>
                <w:szCs w:val="28"/>
              </w:rPr>
              <w:t>4.</w:t>
            </w:r>
            <w:r>
              <w:rPr>
                <w:sz w:val="24"/>
                <w:szCs w:val="28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6F9F" w14:textId="77777777" w:rsidR="009F1258" w:rsidRPr="00D42DD1" w:rsidRDefault="009F1258" w:rsidP="00D42DD1">
            <w:pPr>
              <w:spacing w:line="240" w:lineRule="exact"/>
              <w:jc w:val="both"/>
              <w:rPr>
                <w:rFonts w:eastAsia="Calibri"/>
                <w:bCs/>
                <w:sz w:val="24"/>
                <w:szCs w:val="28"/>
                <w:lang w:eastAsia="en-US"/>
              </w:rPr>
            </w:pPr>
            <w:r w:rsidRPr="00D42DD1">
              <w:rPr>
                <w:rFonts w:eastAsia="Calibri"/>
                <w:bCs/>
                <w:sz w:val="24"/>
                <w:szCs w:val="28"/>
                <w:lang w:eastAsia="en-US"/>
              </w:rPr>
              <w:t>Организация развития электронного документ</w:t>
            </w:r>
            <w:r w:rsidRPr="00D42DD1">
              <w:rPr>
                <w:rFonts w:eastAsia="Calibri"/>
                <w:bCs/>
                <w:sz w:val="24"/>
                <w:szCs w:val="28"/>
                <w:lang w:eastAsia="en-US"/>
              </w:rPr>
              <w:t>о</w:t>
            </w:r>
            <w:r w:rsidRPr="00D42DD1">
              <w:rPr>
                <w:rFonts w:eastAsia="Calibri"/>
                <w:bCs/>
                <w:sz w:val="24"/>
                <w:szCs w:val="28"/>
                <w:lang w:eastAsia="en-US"/>
              </w:rPr>
              <w:t>оборота в  органах местного самоуправления М</w:t>
            </w:r>
            <w:r w:rsidRPr="00D42DD1">
              <w:rPr>
                <w:rFonts w:eastAsia="Calibri"/>
                <w:bCs/>
                <w:sz w:val="24"/>
                <w:szCs w:val="28"/>
                <w:lang w:eastAsia="en-US"/>
              </w:rPr>
              <w:t>о</w:t>
            </w:r>
            <w:r w:rsidRPr="00D42DD1">
              <w:rPr>
                <w:rFonts w:eastAsia="Calibri"/>
                <w:bCs/>
                <w:sz w:val="24"/>
                <w:szCs w:val="28"/>
                <w:lang w:eastAsia="en-US"/>
              </w:rPr>
              <w:t>шенского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F8CF" w14:textId="0368E8C9" w:rsidR="009F1258" w:rsidRPr="00D42DD1" w:rsidRDefault="009F1258" w:rsidP="00D42DD1">
            <w:pPr>
              <w:pStyle w:val="ConsPlusCell"/>
              <w:jc w:val="center"/>
              <w:rPr>
                <w:szCs w:val="28"/>
              </w:rPr>
            </w:pPr>
            <w:r w:rsidRPr="00D42DD1">
              <w:rPr>
                <w:szCs w:val="28"/>
              </w:rPr>
              <w:t>20</w:t>
            </w:r>
            <w:r w:rsidR="00936BB2">
              <w:rPr>
                <w:szCs w:val="28"/>
              </w:rPr>
              <w:t>21</w:t>
            </w:r>
            <w:r w:rsidRPr="00D42DD1">
              <w:rPr>
                <w:szCs w:val="28"/>
              </w:rPr>
              <w:t>-202</w:t>
            </w:r>
            <w:r w:rsidR="00936BB2">
              <w:rPr>
                <w:szCs w:val="28"/>
              </w:rPr>
              <w:t>5</w:t>
            </w:r>
          </w:p>
          <w:p w14:paraId="13C8F312" w14:textId="77777777" w:rsidR="009F1258" w:rsidRDefault="009F1258" w:rsidP="00D42DD1">
            <w:pPr>
              <w:pStyle w:val="ConsPlusCell"/>
              <w:jc w:val="center"/>
              <w:rPr>
                <w:sz w:val="28"/>
                <w:szCs w:val="28"/>
              </w:rPr>
            </w:pPr>
            <w:r w:rsidRPr="00D42DD1">
              <w:rPr>
                <w:szCs w:val="28"/>
              </w:rPr>
              <w:t>годы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B329" w14:textId="5CA660BF" w:rsidR="009F1258" w:rsidRDefault="008735DA" w:rsidP="00B67E47">
            <w:pPr>
              <w:pStyle w:val="ConsPlusCell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Cs w:val="28"/>
              </w:rPr>
              <w:t>Сотрудники</w:t>
            </w:r>
            <w:proofErr w:type="gramEnd"/>
            <w:r>
              <w:rPr>
                <w:szCs w:val="28"/>
              </w:rPr>
              <w:t xml:space="preserve"> оказывающие государственные 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ципальные услуги </w:t>
            </w:r>
            <w:r w:rsidR="009F1258" w:rsidRPr="00B67E47">
              <w:rPr>
                <w:szCs w:val="28"/>
              </w:rPr>
              <w:t xml:space="preserve">подключены к  системам </w:t>
            </w:r>
            <w:r>
              <w:rPr>
                <w:szCs w:val="28"/>
              </w:rPr>
              <w:t>«Дело-</w:t>
            </w:r>
            <w:r>
              <w:rPr>
                <w:szCs w:val="28"/>
                <w:lang w:val="en-US"/>
              </w:rPr>
              <w:t>WEB</w:t>
            </w:r>
            <w:r>
              <w:rPr>
                <w:szCs w:val="28"/>
              </w:rPr>
              <w:t>»,</w:t>
            </w:r>
            <w:r w:rsidR="009F1258" w:rsidRPr="00B67E47">
              <w:rPr>
                <w:szCs w:val="28"/>
              </w:rPr>
              <w:t>«</w:t>
            </w:r>
            <w:proofErr w:type="spellStart"/>
            <w:r w:rsidR="009F1258" w:rsidRPr="00B67E47">
              <w:rPr>
                <w:szCs w:val="28"/>
                <w:lang w:val="en-US"/>
              </w:rPr>
              <w:t>SmartRoute</w:t>
            </w:r>
            <w:proofErr w:type="spellEnd"/>
            <w:r w:rsidR="009F1258" w:rsidRPr="00B67E47">
              <w:rPr>
                <w:szCs w:val="28"/>
              </w:rPr>
              <w:t>» и АИС МФЦ</w:t>
            </w:r>
            <w:r w:rsidR="00B341A9">
              <w:rPr>
                <w:szCs w:val="28"/>
              </w:rPr>
              <w:t>, Росреестр.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F985" w14:textId="77777777" w:rsidR="009F1258" w:rsidRDefault="009F1258" w:rsidP="002E7192">
            <w:pPr>
              <w:pStyle w:val="ConsPlusCell"/>
              <w:rPr>
                <w:sz w:val="28"/>
                <w:szCs w:val="28"/>
              </w:rPr>
            </w:pPr>
          </w:p>
        </w:tc>
      </w:tr>
      <w:tr w:rsidR="009F1258" w:rsidRPr="00897125" w14:paraId="6DF26EC4" w14:textId="77777777" w:rsidTr="002527C8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6D62" w14:textId="77777777" w:rsidR="009F1258" w:rsidRDefault="009F1258" w:rsidP="002E7192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D42DD1">
              <w:rPr>
                <w:sz w:val="24"/>
                <w:szCs w:val="28"/>
              </w:rPr>
              <w:t>4.</w:t>
            </w:r>
            <w:r>
              <w:rPr>
                <w:sz w:val="24"/>
                <w:szCs w:val="28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0718" w14:textId="77777777" w:rsidR="009F1258" w:rsidRPr="00D42DD1" w:rsidRDefault="009F1258" w:rsidP="00D42DD1">
            <w:pPr>
              <w:spacing w:line="240" w:lineRule="exact"/>
              <w:jc w:val="both"/>
              <w:rPr>
                <w:rFonts w:eastAsia="Calibri"/>
                <w:bCs/>
                <w:sz w:val="24"/>
                <w:szCs w:val="28"/>
                <w:lang w:eastAsia="en-US"/>
              </w:rPr>
            </w:pPr>
            <w:r w:rsidRPr="00D42DD1">
              <w:rPr>
                <w:rFonts w:eastAsia="Calibri"/>
                <w:bCs/>
                <w:sz w:val="24"/>
                <w:szCs w:val="28"/>
                <w:lang w:eastAsia="en-US"/>
              </w:rPr>
              <w:t xml:space="preserve">Организация взаимодействия  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информационных систем органов местного самоуправления Моше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н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 xml:space="preserve">ского района с </w:t>
            </w:r>
            <w:r w:rsidRPr="00D42DD1">
              <w:rPr>
                <w:rFonts w:eastAsia="Calibri"/>
                <w:bCs/>
                <w:sz w:val="24"/>
                <w:szCs w:val="28"/>
                <w:lang w:eastAsia="en-US"/>
              </w:rPr>
              <w:t>региональными и федеральными информационными системами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E047" w14:textId="77777777" w:rsidR="00936BB2" w:rsidRPr="00D42DD1" w:rsidRDefault="00936BB2" w:rsidP="00936BB2">
            <w:pPr>
              <w:pStyle w:val="ConsPlusCell"/>
              <w:jc w:val="center"/>
              <w:rPr>
                <w:szCs w:val="28"/>
              </w:rPr>
            </w:pPr>
            <w:r w:rsidRPr="00D42DD1">
              <w:rPr>
                <w:szCs w:val="28"/>
              </w:rPr>
              <w:t>20</w:t>
            </w:r>
            <w:r>
              <w:rPr>
                <w:szCs w:val="28"/>
              </w:rPr>
              <w:t>21</w:t>
            </w:r>
            <w:r w:rsidRPr="00D42DD1">
              <w:rPr>
                <w:szCs w:val="28"/>
              </w:rPr>
              <w:t>-202</w:t>
            </w:r>
            <w:r>
              <w:rPr>
                <w:szCs w:val="28"/>
              </w:rPr>
              <w:t>5</w:t>
            </w:r>
          </w:p>
          <w:p w14:paraId="15B60A82" w14:textId="6960D9BC" w:rsidR="009F1258" w:rsidRDefault="00936BB2" w:rsidP="00936BB2">
            <w:pPr>
              <w:pStyle w:val="ConsPlusCell"/>
              <w:jc w:val="center"/>
              <w:rPr>
                <w:sz w:val="28"/>
                <w:szCs w:val="28"/>
              </w:rPr>
            </w:pPr>
            <w:r w:rsidRPr="00D42DD1">
              <w:rPr>
                <w:szCs w:val="28"/>
              </w:rPr>
              <w:t>годы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D5CD" w14:textId="3928636B" w:rsidR="009F1258" w:rsidRDefault="009F1258" w:rsidP="005746AE">
            <w:pPr>
              <w:pStyle w:val="ConsPlusCell"/>
              <w:jc w:val="both"/>
              <w:rPr>
                <w:sz w:val="28"/>
                <w:szCs w:val="28"/>
              </w:rPr>
            </w:pPr>
            <w:r w:rsidRPr="00B67E47">
              <w:rPr>
                <w:szCs w:val="28"/>
              </w:rPr>
              <w:t>Организован</w:t>
            </w:r>
            <w:r w:rsidR="005746AE">
              <w:rPr>
                <w:szCs w:val="28"/>
              </w:rPr>
              <w:t xml:space="preserve">о </w:t>
            </w:r>
            <w:r>
              <w:rPr>
                <w:szCs w:val="28"/>
              </w:rPr>
              <w:t xml:space="preserve">получение </w:t>
            </w:r>
            <w:r w:rsidRPr="00B67E47">
              <w:rPr>
                <w:szCs w:val="28"/>
              </w:rPr>
              <w:t>запросов</w:t>
            </w:r>
            <w:r w:rsidR="00BA0017">
              <w:rPr>
                <w:szCs w:val="28"/>
              </w:rPr>
              <w:t xml:space="preserve"> </w:t>
            </w:r>
            <w:r w:rsidRPr="00B67E47">
              <w:rPr>
                <w:szCs w:val="28"/>
              </w:rPr>
              <w:t>в электронном виде через информационную систему «</w:t>
            </w:r>
            <w:proofErr w:type="spellStart"/>
            <w:r w:rsidRPr="00B67E47">
              <w:rPr>
                <w:szCs w:val="28"/>
                <w:lang w:val="en-US"/>
              </w:rPr>
              <w:t>SmartRoute</w:t>
            </w:r>
            <w:proofErr w:type="spellEnd"/>
            <w:r w:rsidRPr="00B67E47">
              <w:rPr>
                <w:szCs w:val="28"/>
              </w:rPr>
              <w:t>»</w:t>
            </w:r>
            <w:r w:rsidR="00EC75E8">
              <w:rPr>
                <w:szCs w:val="28"/>
              </w:rPr>
              <w:t xml:space="preserve"> </w:t>
            </w:r>
            <w:r w:rsidR="00EC75E8" w:rsidRPr="00B67E47">
              <w:rPr>
                <w:szCs w:val="28"/>
              </w:rPr>
              <w:t>и АИС МФЦ</w:t>
            </w:r>
            <w:r w:rsidRPr="00B67E47">
              <w:rPr>
                <w:szCs w:val="28"/>
              </w:rPr>
              <w:t>.</w:t>
            </w:r>
            <w:r w:rsidR="00E626B5">
              <w:rPr>
                <w:szCs w:val="28"/>
              </w:rPr>
              <w:t xml:space="preserve"> Заключен контакт с ГУ НИАЦ.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D245" w14:textId="77777777" w:rsidR="009F1258" w:rsidRDefault="009F1258" w:rsidP="002E7192">
            <w:pPr>
              <w:pStyle w:val="ConsPlusCell"/>
              <w:rPr>
                <w:sz w:val="28"/>
                <w:szCs w:val="28"/>
              </w:rPr>
            </w:pPr>
          </w:p>
        </w:tc>
      </w:tr>
      <w:tr w:rsidR="009F1258" w:rsidRPr="00897125" w14:paraId="5248E531" w14:textId="77777777" w:rsidTr="002527C8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3CE8" w14:textId="77777777" w:rsidR="009F1258" w:rsidRDefault="009F1258" w:rsidP="002E7192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D42DD1">
              <w:rPr>
                <w:sz w:val="24"/>
                <w:szCs w:val="28"/>
              </w:rPr>
              <w:t>4.</w:t>
            </w:r>
            <w:r>
              <w:rPr>
                <w:sz w:val="24"/>
                <w:szCs w:val="28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52BF" w14:textId="77777777" w:rsidR="009F1258" w:rsidRPr="00D42DD1" w:rsidRDefault="009F1258" w:rsidP="00D42DD1">
            <w:pPr>
              <w:spacing w:line="240" w:lineRule="exact"/>
              <w:ind w:left="-79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D42DD1">
              <w:rPr>
                <w:rFonts w:eastAsia="Calibri"/>
                <w:sz w:val="24"/>
                <w:szCs w:val="28"/>
                <w:lang w:eastAsia="en-US"/>
              </w:rPr>
              <w:t>Модернизация муниципальных информационных систем и автоматизированных рабочих мест, обе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с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печивающих межведомственное электронное вз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а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имодействие при предоставлении государственных и муниципальных услуг в электронном виде орг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а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нами местного самоуправления и подведомстве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н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 xml:space="preserve">ными им учреждениями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E840" w14:textId="77777777" w:rsidR="00936BB2" w:rsidRPr="00D42DD1" w:rsidRDefault="00936BB2" w:rsidP="00936BB2">
            <w:pPr>
              <w:pStyle w:val="ConsPlusCell"/>
              <w:jc w:val="center"/>
              <w:rPr>
                <w:szCs w:val="28"/>
              </w:rPr>
            </w:pPr>
            <w:r w:rsidRPr="00D42DD1">
              <w:rPr>
                <w:szCs w:val="28"/>
              </w:rPr>
              <w:t>20</w:t>
            </w:r>
            <w:r>
              <w:rPr>
                <w:szCs w:val="28"/>
              </w:rPr>
              <w:t>21</w:t>
            </w:r>
            <w:r w:rsidRPr="00D42DD1">
              <w:rPr>
                <w:szCs w:val="28"/>
              </w:rPr>
              <w:t>-202</w:t>
            </w:r>
            <w:r>
              <w:rPr>
                <w:szCs w:val="28"/>
              </w:rPr>
              <w:t>5</w:t>
            </w:r>
          </w:p>
          <w:p w14:paraId="51F5B453" w14:textId="3613A8C1" w:rsidR="009F1258" w:rsidRDefault="00936BB2" w:rsidP="00936BB2">
            <w:pPr>
              <w:pStyle w:val="ConsPlusCell"/>
              <w:jc w:val="center"/>
              <w:rPr>
                <w:sz w:val="28"/>
                <w:szCs w:val="28"/>
              </w:rPr>
            </w:pPr>
            <w:r w:rsidRPr="00D42DD1">
              <w:rPr>
                <w:szCs w:val="28"/>
              </w:rPr>
              <w:t>годы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C6F2" w14:textId="5D7AD8BC" w:rsidR="009F1258" w:rsidRDefault="008735DA" w:rsidP="006F3DCC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Cs w:val="28"/>
              </w:rPr>
              <w:t>Приобретение расходных запчастей для персональных компьютеров.</w:t>
            </w:r>
            <w:r w:rsidR="0039495C">
              <w:rPr>
                <w:szCs w:val="28"/>
              </w:rPr>
              <w:t xml:space="preserve"> Приобретена техника: 2 монитора</w:t>
            </w:r>
            <w:r w:rsidR="00B341A9">
              <w:rPr>
                <w:szCs w:val="28"/>
              </w:rPr>
              <w:t>, р</w:t>
            </w:r>
            <w:r w:rsidR="00B341A9">
              <w:rPr>
                <w:szCs w:val="28"/>
              </w:rPr>
              <w:t>о</w:t>
            </w:r>
            <w:r w:rsidR="00B341A9">
              <w:rPr>
                <w:szCs w:val="28"/>
              </w:rPr>
              <w:t>утер,</w:t>
            </w:r>
            <w:r w:rsidR="00EC75E8">
              <w:rPr>
                <w:szCs w:val="28"/>
              </w:rPr>
              <w:t xml:space="preserve"> </w:t>
            </w:r>
            <w:r w:rsidR="00747116">
              <w:rPr>
                <w:szCs w:val="28"/>
                <w:lang w:val="en-US"/>
              </w:rPr>
              <w:t>web</w:t>
            </w:r>
            <w:r w:rsidR="00747116" w:rsidRPr="00747116">
              <w:rPr>
                <w:szCs w:val="28"/>
              </w:rPr>
              <w:t xml:space="preserve"> -</w:t>
            </w:r>
            <w:r w:rsidR="00747116">
              <w:rPr>
                <w:szCs w:val="28"/>
              </w:rPr>
              <w:t>камера.</w:t>
            </w:r>
            <w:r w:rsidR="0039495C">
              <w:rPr>
                <w:szCs w:val="28"/>
              </w:rPr>
              <w:t xml:space="preserve"> </w:t>
            </w:r>
            <w:r w:rsidR="006F3DCC">
              <w:rPr>
                <w:szCs w:val="28"/>
              </w:rPr>
              <w:t>12</w:t>
            </w:r>
            <w:r w:rsidR="009F1258" w:rsidRPr="00B67E47">
              <w:rPr>
                <w:szCs w:val="28"/>
              </w:rPr>
              <w:t xml:space="preserve"> сотрудников  Администрации Мошенского муниципального района пользуются ЭП (электронной подписью) при оказании государстве</w:t>
            </w:r>
            <w:r w:rsidR="009F1258" w:rsidRPr="00B67E47">
              <w:rPr>
                <w:szCs w:val="28"/>
              </w:rPr>
              <w:t>н</w:t>
            </w:r>
            <w:r w:rsidR="009F1258" w:rsidRPr="00B67E47">
              <w:rPr>
                <w:szCs w:val="28"/>
              </w:rPr>
              <w:t>ных и муниципальных услуг.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06E2" w14:textId="77777777" w:rsidR="009F1258" w:rsidRDefault="009F1258" w:rsidP="002E7192">
            <w:pPr>
              <w:pStyle w:val="ConsPlusCell"/>
              <w:rPr>
                <w:sz w:val="28"/>
                <w:szCs w:val="28"/>
              </w:rPr>
            </w:pPr>
          </w:p>
        </w:tc>
      </w:tr>
      <w:tr w:rsidR="009F1258" w:rsidRPr="00897125" w14:paraId="3BC3A7F2" w14:textId="77777777" w:rsidTr="002527C8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6184" w14:textId="77777777" w:rsidR="009F1258" w:rsidRDefault="009F1258" w:rsidP="002E7192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D42DD1">
              <w:rPr>
                <w:sz w:val="24"/>
                <w:szCs w:val="28"/>
              </w:rPr>
              <w:t>4. 4.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E131" w14:textId="77777777" w:rsidR="009F1258" w:rsidRPr="00D42DD1" w:rsidRDefault="009F1258" w:rsidP="00D42D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79" w:right="-108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D42DD1">
              <w:rPr>
                <w:rFonts w:eastAsia="Calibri"/>
                <w:sz w:val="24"/>
                <w:szCs w:val="28"/>
                <w:lang w:eastAsia="en-US"/>
              </w:rPr>
              <w:t>Организация приобретения и внедрения лицензио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н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ного программного обеспечения для  автоматизир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о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ванных рабочих мест в Администрации Мошенск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о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го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D539" w14:textId="77777777" w:rsidR="00936BB2" w:rsidRPr="00D42DD1" w:rsidRDefault="00936BB2" w:rsidP="00936BB2">
            <w:pPr>
              <w:pStyle w:val="ConsPlusCell"/>
              <w:jc w:val="center"/>
              <w:rPr>
                <w:szCs w:val="28"/>
              </w:rPr>
            </w:pPr>
            <w:r w:rsidRPr="00D42DD1">
              <w:rPr>
                <w:szCs w:val="28"/>
              </w:rPr>
              <w:t>20</w:t>
            </w:r>
            <w:r>
              <w:rPr>
                <w:szCs w:val="28"/>
              </w:rPr>
              <w:t>21</w:t>
            </w:r>
            <w:r w:rsidRPr="00D42DD1">
              <w:rPr>
                <w:szCs w:val="28"/>
              </w:rPr>
              <w:t>-202</w:t>
            </w:r>
            <w:r>
              <w:rPr>
                <w:szCs w:val="28"/>
              </w:rPr>
              <w:t>5</w:t>
            </w:r>
          </w:p>
          <w:p w14:paraId="2EB395C3" w14:textId="7E29AEC4" w:rsidR="009F1258" w:rsidRDefault="00936BB2" w:rsidP="00936BB2">
            <w:pPr>
              <w:pStyle w:val="ConsPlusCell"/>
              <w:jc w:val="center"/>
              <w:rPr>
                <w:sz w:val="28"/>
                <w:szCs w:val="28"/>
              </w:rPr>
            </w:pPr>
            <w:r w:rsidRPr="00D42DD1">
              <w:rPr>
                <w:szCs w:val="28"/>
              </w:rPr>
              <w:t>годы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340E" w14:textId="77777777" w:rsidR="009F1258" w:rsidRDefault="009F1258" w:rsidP="002E7192">
            <w:pPr>
              <w:pStyle w:val="ConsPlusCell"/>
              <w:jc w:val="both"/>
              <w:rPr>
                <w:sz w:val="28"/>
                <w:szCs w:val="28"/>
              </w:rPr>
            </w:pPr>
            <w:r w:rsidRPr="00B67E47">
              <w:rPr>
                <w:szCs w:val="28"/>
              </w:rPr>
              <w:t>Доля АРМ с лицензионным программным обес</w:t>
            </w:r>
            <w:r w:rsidR="008735DA">
              <w:rPr>
                <w:szCs w:val="28"/>
              </w:rPr>
              <w:t>печ</w:t>
            </w:r>
            <w:r w:rsidR="008735DA">
              <w:rPr>
                <w:szCs w:val="28"/>
              </w:rPr>
              <w:t>е</w:t>
            </w:r>
            <w:r w:rsidR="008735DA">
              <w:rPr>
                <w:szCs w:val="28"/>
              </w:rPr>
              <w:t>нием доведена до 9</w:t>
            </w:r>
            <w:r w:rsidRPr="00B67E47">
              <w:rPr>
                <w:szCs w:val="28"/>
              </w:rPr>
              <w:t>0,0%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CB3D" w14:textId="77777777" w:rsidR="009F1258" w:rsidRDefault="009F1258" w:rsidP="002E7192">
            <w:pPr>
              <w:pStyle w:val="ConsPlusCell"/>
              <w:rPr>
                <w:sz w:val="28"/>
                <w:szCs w:val="28"/>
              </w:rPr>
            </w:pPr>
          </w:p>
        </w:tc>
      </w:tr>
      <w:tr w:rsidR="009F1258" w:rsidRPr="00897125" w14:paraId="4DA64F00" w14:textId="77777777" w:rsidTr="002527C8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BF03" w14:textId="77777777" w:rsidR="009F1258" w:rsidRDefault="009F1258" w:rsidP="002E7192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D42DD1">
              <w:rPr>
                <w:sz w:val="24"/>
                <w:szCs w:val="28"/>
              </w:rPr>
              <w:t>4.</w:t>
            </w:r>
            <w:r>
              <w:rPr>
                <w:sz w:val="24"/>
                <w:szCs w:val="28"/>
              </w:rPr>
              <w:t>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B699" w14:textId="77777777" w:rsidR="009F1258" w:rsidRPr="005B599B" w:rsidRDefault="009F1258" w:rsidP="002E7192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D42DD1">
              <w:rPr>
                <w:rFonts w:eastAsia="Calibri"/>
                <w:sz w:val="24"/>
                <w:szCs w:val="28"/>
                <w:lang w:eastAsia="en-US"/>
              </w:rPr>
              <w:t>Обеспечение публикации информации о деятел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ь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ности органов местного самоуправления на оф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и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циальном сайте Мошенского  муниципального района  в информационно - телекоммуникацио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н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ной сети «Интернет», расширение функционал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ь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ности официального сайта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84D9" w14:textId="77777777" w:rsidR="00936BB2" w:rsidRPr="00D42DD1" w:rsidRDefault="00936BB2" w:rsidP="00936BB2">
            <w:pPr>
              <w:pStyle w:val="ConsPlusCell"/>
              <w:jc w:val="center"/>
              <w:rPr>
                <w:szCs w:val="28"/>
              </w:rPr>
            </w:pPr>
            <w:r w:rsidRPr="00D42DD1">
              <w:rPr>
                <w:szCs w:val="28"/>
              </w:rPr>
              <w:t>20</w:t>
            </w:r>
            <w:r>
              <w:rPr>
                <w:szCs w:val="28"/>
              </w:rPr>
              <w:t>21</w:t>
            </w:r>
            <w:r w:rsidRPr="00D42DD1">
              <w:rPr>
                <w:szCs w:val="28"/>
              </w:rPr>
              <w:t>-202</w:t>
            </w:r>
            <w:r>
              <w:rPr>
                <w:szCs w:val="28"/>
              </w:rPr>
              <w:t>5</w:t>
            </w:r>
          </w:p>
          <w:p w14:paraId="05A03504" w14:textId="674F452F" w:rsidR="009F1258" w:rsidRDefault="00936BB2" w:rsidP="00936BB2">
            <w:pPr>
              <w:pStyle w:val="ConsPlusCell"/>
              <w:jc w:val="center"/>
              <w:rPr>
                <w:sz w:val="28"/>
                <w:szCs w:val="28"/>
              </w:rPr>
            </w:pPr>
            <w:r w:rsidRPr="00D42DD1">
              <w:rPr>
                <w:szCs w:val="28"/>
              </w:rPr>
              <w:t>годы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7D4B" w14:textId="620EB6C3" w:rsidR="009F1258" w:rsidRDefault="009F1258" w:rsidP="00B67E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  <w:r w:rsidRPr="00B67E47">
              <w:rPr>
                <w:sz w:val="24"/>
                <w:szCs w:val="28"/>
              </w:rPr>
              <w:t>Созданы разделы сайта:</w:t>
            </w:r>
          </w:p>
          <w:p w14:paraId="698644E8" w14:textId="4F9CC95B" w:rsidR="00403318" w:rsidRDefault="00403318" w:rsidP="00B67E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Разделы сайта разбиты по годам (нормативно прав</w:t>
            </w: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8"/>
              </w:rPr>
              <w:t>вые акты думы и администрации района, экономич</w:t>
            </w:r>
            <w:r>
              <w:rPr>
                <w:sz w:val="24"/>
                <w:szCs w:val="28"/>
              </w:rPr>
              <w:t>е</w:t>
            </w:r>
            <w:r>
              <w:rPr>
                <w:sz w:val="24"/>
                <w:szCs w:val="28"/>
              </w:rPr>
              <w:t>ская сфера);</w:t>
            </w:r>
          </w:p>
          <w:p w14:paraId="5A6957CF" w14:textId="7DA58552" w:rsidR="008B6C29" w:rsidRDefault="00B4125E" w:rsidP="008B6C29">
            <w:pPr>
              <w:pStyle w:val="ConsPlusCell"/>
              <w:tabs>
                <w:tab w:val="left" w:pos="349"/>
              </w:tabs>
              <w:ind w:left="66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="008B6C29" w:rsidRPr="008B6C29">
              <w:rPr>
                <w:bCs/>
              </w:rPr>
              <w:t>Экологическая информация</w:t>
            </w:r>
          </w:p>
          <w:p w14:paraId="51F884F6" w14:textId="05D60696" w:rsidR="008B6C29" w:rsidRDefault="008B6C29" w:rsidP="008B6C29">
            <w:pPr>
              <w:pStyle w:val="ConsPlusCell"/>
              <w:tabs>
                <w:tab w:val="left" w:pos="349"/>
              </w:tabs>
              <w:ind w:left="66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8B6C29">
              <w:rPr>
                <w:bCs/>
              </w:rPr>
              <w:t>Районная газета «Уверские ЗОРИ»</w:t>
            </w:r>
          </w:p>
          <w:p w14:paraId="6761EFAD" w14:textId="171ED1B7" w:rsidR="008B6C29" w:rsidRDefault="008B6C29" w:rsidP="008B6C29">
            <w:pPr>
              <w:pStyle w:val="ConsPlusCell"/>
              <w:tabs>
                <w:tab w:val="left" w:pos="349"/>
              </w:tabs>
              <w:ind w:left="66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8B6C29">
              <w:rPr>
                <w:bCs/>
              </w:rPr>
              <w:t>Инициативное    бюджетирование</w:t>
            </w:r>
          </w:p>
          <w:p w14:paraId="0C02BE62" w14:textId="77777777" w:rsidR="008B6C29" w:rsidRPr="008B6C29" w:rsidRDefault="008B6C29" w:rsidP="008B6C29">
            <w:pPr>
              <w:pStyle w:val="ConsPlusCell"/>
              <w:tabs>
                <w:tab w:val="left" w:pos="349"/>
              </w:tabs>
              <w:ind w:left="66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8B6C29">
              <w:rPr>
                <w:bCs/>
              </w:rPr>
              <w:t xml:space="preserve"> Профилактика    нарушений</w:t>
            </w:r>
          </w:p>
          <w:p w14:paraId="14600491" w14:textId="3E8EAE7E" w:rsidR="008B6C29" w:rsidRDefault="008B6C29" w:rsidP="008B6C29">
            <w:pPr>
              <w:pStyle w:val="ConsPlusCell"/>
              <w:tabs>
                <w:tab w:val="left" w:pos="349"/>
              </w:tabs>
              <w:ind w:left="66"/>
              <w:jc w:val="both"/>
              <w:rPr>
                <w:bCs/>
              </w:rPr>
            </w:pPr>
            <w:r w:rsidRPr="008B6C29">
              <w:rPr>
                <w:bCs/>
              </w:rPr>
              <w:t>обязательных требований</w:t>
            </w:r>
          </w:p>
          <w:p w14:paraId="02C8FA3C" w14:textId="3254294B" w:rsidR="008B6C29" w:rsidRDefault="008B6C29" w:rsidP="008B6C29">
            <w:pPr>
              <w:pStyle w:val="ConsPlusCell"/>
              <w:tabs>
                <w:tab w:val="left" w:pos="349"/>
              </w:tabs>
              <w:ind w:left="66"/>
              <w:jc w:val="both"/>
              <w:rPr>
                <w:sz w:val="28"/>
                <w:szCs w:val="28"/>
              </w:rPr>
            </w:pPr>
            <w:r>
              <w:rPr>
                <w:bCs/>
              </w:rPr>
              <w:t xml:space="preserve">- </w:t>
            </w:r>
            <w:r w:rsidRPr="008B6C29">
              <w:rPr>
                <w:bCs/>
              </w:rPr>
              <w:t>Народный бюджет</w:t>
            </w:r>
          </w:p>
          <w:p w14:paraId="5CF61D1C" w14:textId="32207DDB" w:rsidR="00403318" w:rsidRDefault="00403318" w:rsidP="00B4125E">
            <w:pPr>
              <w:pStyle w:val="ConsPlusCell"/>
              <w:tabs>
                <w:tab w:val="left" w:pos="349"/>
              </w:tabs>
              <w:ind w:left="66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A232" w14:textId="77777777" w:rsidR="009F1258" w:rsidRDefault="009F1258" w:rsidP="002E7192">
            <w:pPr>
              <w:pStyle w:val="ConsPlusCell"/>
              <w:rPr>
                <w:sz w:val="28"/>
                <w:szCs w:val="28"/>
              </w:rPr>
            </w:pPr>
          </w:p>
        </w:tc>
      </w:tr>
      <w:tr w:rsidR="009F1258" w:rsidRPr="00897125" w14:paraId="003808DC" w14:textId="77777777" w:rsidTr="002527C8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8FFD" w14:textId="77777777" w:rsidR="009F1258" w:rsidRDefault="009F1258" w:rsidP="002E7192">
            <w:pPr>
              <w:spacing w:line="260" w:lineRule="exact"/>
              <w:jc w:val="center"/>
              <w:rPr>
                <w:sz w:val="28"/>
                <w:szCs w:val="28"/>
              </w:rPr>
            </w:pPr>
            <w:r w:rsidRPr="00D42DD1">
              <w:rPr>
                <w:sz w:val="24"/>
                <w:szCs w:val="28"/>
              </w:rPr>
              <w:t>4.</w:t>
            </w:r>
            <w:r>
              <w:rPr>
                <w:sz w:val="24"/>
                <w:szCs w:val="28"/>
              </w:rPr>
              <w:t>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A059" w14:textId="77777777" w:rsidR="009F1258" w:rsidRPr="00D42DD1" w:rsidRDefault="009F1258" w:rsidP="00D42DD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3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D42DD1">
              <w:rPr>
                <w:rFonts w:eastAsia="Calibri"/>
                <w:sz w:val="24"/>
                <w:szCs w:val="28"/>
                <w:lang w:eastAsia="en-US"/>
              </w:rPr>
              <w:t>Организация приобретения, внедрения и сопр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о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вождения специального лицензионного пр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о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граммного обеспечения и информационных с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и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 xml:space="preserve">стем для органов местного самоуправления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F96F" w14:textId="77777777" w:rsidR="00936BB2" w:rsidRPr="00D42DD1" w:rsidRDefault="00936BB2" w:rsidP="00936BB2">
            <w:pPr>
              <w:pStyle w:val="ConsPlusCell"/>
              <w:jc w:val="center"/>
              <w:rPr>
                <w:szCs w:val="28"/>
              </w:rPr>
            </w:pPr>
            <w:r w:rsidRPr="00D42DD1">
              <w:rPr>
                <w:szCs w:val="28"/>
              </w:rPr>
              <w:t>20</w:t>
            </w:r>
            <w:r>
              <w:rPr>
                <w:szCs w:val="28"/>
              </w:rPr>
              <w:t>21</w:t>
            </w:r>
            <w:r w:rsidRPr="00D42DD1">
              <w:rPr>
                <w:szCs w:val="28"/>
              </w:rPr>
              <w:t>-202</w:t>
            </w:r>
            <w:r>
              <w:rPr>
                <w:szCs w:val="28"/>
              </w:rPr>
              <w:t>5</w:t>
            </w:r>
          </w:p>
          <w:p w14:paraId="40E72AB1" w14:textId="03F6FD9B" w:rsidR="009F1258" w:rsidRDefault="00936BB2" w:rsidP="00936BB2">
            <w:pPr>
              <w:pStyle w:val="ConsPlusCell"/>
              <w:jc w:val="center"/>
              <w:rPr>
                <w:sz w:val="28"/>
                <w:szCs w:val="28"/>
              </w:rPr>
            </w:pPr>
            <w:r w:rsidRPr="00D42DD1">
              <w:rPr>
                <w:szCs w:val="28"/>
              </w:rPr>
              <w:t>годы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AC07" w14:textId="77777777" w:rsidR="009F1258" w:rsidRDefault="009F1258" w:rsidP="008735DA">
            <w:pPr>
              <w:pStyle w:val="ConsPlusCell"/>
              <w:jc w:val="both"/>
              <w:rPr>
                <w:sz w:val="28"/>
                <w:szCs w:val="28"/>
              </w:rPr>
            </w:pPr>
            <w:r w:rsidRPr="00EF00DD">
              <w:rPr>
                <w:szCs w:val="28"/>
              </w:rPr>
              <w:t>Доля АРМ с лицензионным программным обеспеч</w:t>
            </w:r>
            <w:r w:rsidRPr="00EF00DD">
              <w:rPr>
                <w:szCs w:val="28"/>
              </w:rPr>
              <w:t>е</w:t>
            </w:r>
            <w:r w:rsidRPr="00EF00DD">
              <w:rPr>
                <w:szCs w:val="28"/>
              </w:rPr>
              <w:t xml:space="preserve">нием доведена до </w:t>
            </w:r>
            <w:r w:rsidR="008735DA">
              <w:rPr>
                <w:szCs w:val="28"/>
              </w:rPr>
              <w:t>9</w:t>
            </w:r>
            <w:r w:rsidRPr="00EF00DD">
              <w:rPr>
                <w:szCs w:val="28"/>
              </w:rPr>
              <w:t>0,0%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7FAE" w14:textId="77777777" w:rsidR="009F1258" w:rsidRDefault="009F1258" w:rsidP="002E7192">
            <w:pPr>
              <w:pStyle w:val="ConsPlusCell"/>
              <w:rPr>
                <w:sz w:val="28"/>
                <w:szCs w:val="28"/>
              </w:rPr>
            </w:pPr>
          </w:p>
        </w:tc>
      </w:tr>
      <w:tr w:rsidR="009F1258" w:rsidRPr="00897125" w14:paraId="4A7F4C00" w14:textId="77777777" w:rsidTr="002527C8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5703" w14:textId="6217CF1C" w:rsidR="009F1258" w:rsidRPr="00D42DD1" w:rsidRDefault="009F1258" w:rsidP="00D42DD1">
            <w:pPr>
              <w:spacing w:line="260" w:lineRule="exact"/>
              <w:jc w:val="center"/>
              <w:rPr>
                <w:sz w:val="24"/>
                <w:szCs w:val="28"/>
              </w:rPr>
            </w:pPr>
            <w:r w:rsidRPr="00D42DD1">
              <w:rPr>
                <w:sz w:val="24"/>
                <w:szCs w:val="28"/>
              </w:rPr>
              <w:t>4.</w:t>
            </w:r>
            <w:r w:rsidR="00C1298B">
              <w:rPr>
                <w:sz w:val="24"/>
                <w:szCs w:val="28"/>
              </w:rPr>
              <w:t>7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DCFE" w14:textId="77777777" w:rsidR="009F1258" w:rsidRPr="00253087" w:rsidRDefault="009F1258" w:rsidP="002E7192">
            <w:pPr>
              <w:spacing w:line="260" w:lineRule="exact"/>
              <w:ind w:left="-79"/>
              <w:jc w:val="both"/>
              <w:rPr>
                <w:sz w:val="28"/>
                <w:szCs w:val="28"/>
              </w:rPr>
            </w:pPr>
            <w:r w:rsidRPr="00D42DD1">
              <w:rPr>
                <w:rFonts w:eastAsia="Calibri"/>
                <w:sz w:val="24"/>
                <w:szCs w:val="28"/>
                <w:lang w:eastAsia="en-US"/>
              </w:rPr>
              <w:t>Обеспечение электронными подписями,   работн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и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ков органов местного самоуправления, имеющих право подписи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D476" w14:textId="77777777" w:rsidR="00936BB2" w:rsidRPr="00D42DD1" w:rsidRDefault="00936BB2" w:rsidP="00936BB2">
            <w:pPr>
              <w:pStyle w:val="ConsPlusCell"/>
              <w:jc w:val="center"/>
              <w:rPr>
                <w:szCs w:val="28"/>
              </w:rPr>
            </w:pPr>
            <w:r w:rsidRPr="00D42DD1">
              <w:rPr>
                <w:szCs w:val="28"/>
              </w:rPr>
              <w:t>20</w:t>
            </w:r>
            <w:r>
              <w:rPr>
                <w:szCs w:val="28"/>
              </w:rPr>
              <w:t>21</w:t>
            </w:r>
            <w:r w:rsidRPr="00D42DD1">
              <w:rPr>
                <w:szCs w:val="28"/>
              </w:rPr>
              <w:t>-202</w:t>
            </w:r>
            <w:r>
              <w:rPr>
                <w:szCs w:val="28"/>
              </w:rPr>
              <w:t>5</w:t>
            </w:r>
          </w:p>
          <w:p w14:paraId="0D16F8B5" w14:textId="04C292B4" w:rsidR="009F1258" w:rsidRDefault="00936BB2" w:rsidP="00936BB2">
            <w:pPr>
              <w:pStyle w:val="ConsPlusCell"/>
              <w:jc w:val="center"/>
              <w:rPr>
                <w:sz w:val="28"/>
                <w:szCs w:val="28"/>
              </w:rPr>
            </w:pPr>
            <w:r w:rsidRPr="00D42DD1">
              <w:rPr>
                <w:szCs w:val="28"/>
              </w:rPr>
              <w:t>годы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F5A5" w14:textId="0F887989" w:rsidR="009F1258" w:rsidRPr="005746AE" w:rsidRDefault="006F3DCC" w:rsidP="008735DA">
            <w:pPr>
              <w:pStyle w:val="ConsPlusCell"/>
              <w:jc w:val="both"/>
            </w:pPr>
            <w:r>
              <w:t>12</w:t>
            </w:r>
            <w:r w:rsidR="00B4125E">
              <w:t xml:space="preserve"> </w:t>
            </w:r>
            <w:r w:rsidR="005746AE" w:rsidRPr="005746AE">
              <w:t>сотрудников обеспечены</w:t>
            </w:r>
            <w:r w:rsidR="00BA0017">
              <w:t xml:space="preserve"> </w:t>
            </w:r>
            <w:r w:rsidR="005746AE" w:rsidRPr="005746AE">
              <w:rPr>
                <w:rFonts w:eastAsia="Calibri"/>
                <w:lang w:eastAsia="en-US"/>
              </w:rPr>
              <w:t>электронными подписями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9622" w14:textId="77777777" w:rsidR="009F1258" w:rsidRDefault="009F1258" w:rsidP="002E7192">
            <w:pPr>
              <w:pStyle w:val="ConsPlusCell"/>
              <w:rPr>
                <w:sz w:val="28"/>
                <w:szCs w:val="28"/>
              </w:rPr>
            </w:pPr>
          </w:p>
        </w:tc>
      </w:tr>
      <w:tr w:rsidR="009F1258" w:rsidRPr="00897125" w14:paraId="65B8629E" w14:textId="77777777" w:rsidTr="002527C8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77F1" w14:textId="77777777" w:rsidR="009F1258" w:rsidRPr="00546955" w:rsidRDefault="009F1258" w:rsidP="002E7192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546955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0729" w14:textId="77777777" w:rsidR="009F1258" w:rsidRPr="00546955" w:rsidRDefault="009F1258" w:rsidP="002E7192">
            <w:pPr>
              <w:keepNext/>
              <w:keepLines/>
              <w:spacing w:line="240" w:lineRule="exact"/>
              <w:jc w:val="both"/>
              <w:outlineLvl w:val="3"/>
              <w:rPr>
                <w:b/>
                <w:sz w:val="28"/>
                <w:szCs w:val="28"/>
              </w:rPr>
            </w:pPr>
            <w:r w:rsidRPr="00E5601C">
              <w:rPr>
                <w:b/>
                <w:sz w:val="28"/>
                <w:szCs w:val="28"/>
              </w:rPr>
              <w:t>Подпрограмма «Развитие системы муниципальной службы</w:t>
            </w:r>
            <w:r w:rsidRPr="00E5601C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9F1258" w:rsidRPr="00897125" w14:paraId="5CA5B42C" w14:textId="77777777" w:rsidTr="002527C8">
        <w:trPr>
          <w:trHeight w:val="158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4679" w14:textId="77777777" w:rsidR="009F1258" w:rsidRPr="00253087" w:rsidRDefault="009F1258" w:rsidP="002E7192">
            <w:pPr>
              <w:spacing w:line="260" w:lineRule="exact"/>
              <w:jc w:val="center"/>
              <w:rPr>
                <w:bCs/>
                <w:sz w:val="28"/>
                <w:szCs w:val="28"/>
              </w:rPr>
            </w:pPr>
            <w:r w:rsidRPr="00D42DD1">
              <w:rPr>
                <w:bCs/>
                <w:sz w:val="24"/>
                <w:szCs w:val="28"/>
              </w:rPr>
              <w:t>5.1.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9290" w14:textId="77777777" w:rsidR="009F1258" w:rsidRPr="00253087" w:rsidRDefault="009F1258" w:rsidP="002E7192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D42DD1">
              <w:rPr>
                <w:rFonts w:eastAsia="Calibri"/>
                <w:sz w:val="24"/>
                <w:szCs w:val="28"/>
                <w:lang w:eastAsia="en-US"/>
              </w:rPr>
              <w:t>Организация профессионального образования и дополнительного профессионального образования служащих, муниципальных служащих органов местного самоуправления Мошенского муниц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и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пального района (в том числе по вопросам прот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и</w:t>
            </w:r>
            <w:r w:rsidRPr="00D42DD1">
              <w:rPr>
                <w:rFonts w:eastAsia="Calibri"/>
                <w:sz w:val="24"/>
                <w:szCs w:val="28"/>
                <w:lang w:eastAsia="en-US"/>
              </w:rPr>
              <w:t>водействия коррупции)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4281" w14:textId="34B20EA7" w:rsidR="009F1258" w:rsidRPr="00D42DD1" w:rsidRDefault="0034028B" w:rsidP="00D42DD1">
            <w:pPr>
              <w:pStyle w:val="ConsPlusCell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D01B9A">
              <w:rPr>
                <w:szCs w:val="28"/>
              </w:rPr>
              <w:t>21</w:t>
            </w:r>
            <w:r>
              <w:rPr>
                <w:szCs w:val="28"/>
              </w:rPr>
              <w:t>-202</w:t>
            </w:r>
            <w:r w:rsidR="00D01B9A">
              <w:rPr>
                <w:szCs w:val="28"/>
              </w:rPr>
              <w:t>5</w:t>
            </w:r>
          </w:p>
          <w:p w14:paraId="1CF31E71" w14:textId="77777777" w:rsidR="009F1258" w:rsidRDefault="009F1258" w:rsidP="00D42DD1">
            <w:pPr>
              <w:pStyle w:val="ConsPlusCell"/>
              <w:jc w:val="center"/>
              <w:rPr>
                <w:sz w:val="28"/>
                <w:szCs w:val="28"/>
              </w:rPr>
            </w:pPr>
            <w:r w:rsidRPr="00D42DD1">
              <w:rPr>
                <w:szCs w:val="28"/>
              </w:rPr>
              <w:t>годы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84C8" w14:textId="44B54A4A" w:rsidR="009F1258" w:rsidRDefault="00C43632" w:rsidP="000A1028">
            <w:pPr>
              <w:pStyle w:val="ConsPlusCell"/>
              <w:ind w:left="66"/>
              <w:jc w:val="both"/>
              <w:rPr>
                <w:szCs w:val="28"/>
              </w:rPr>
            </w:pPr>
            <w:r w:rsidRPr="00B562FF">
              <w:rPr>
                <w:szCs w:val="28"/>
              </w:rPr>
              <w:t>В течение 20</w:t>
            </w:r>
            <w:r w:rsidR="00AC4343">
              <w:rPr>
                <w:szCs w:val="28"/>
              </w:rPr>
              <w:t>2</w:t>
            </w:r>
            <w:r w:rsidR="00D01B9A">
              <w:rPr>
                <w:szCs w:val="28"/>
              </w:rPr>
              <w:t>1</w:t>
            </w:r>
            <w:r w:rsidRPr="00B562FF">
              <w:rPr>
                <w:szCs w:val="28"/>
              </w:rPr>
              <w:t xml:space="preserve"> года курсы повышения квалификации и переподготовку прошли </w:t>
            </w:r>
            <w:r w:rsidR="00AC4343">
              <w:rPr>
                <w:szCs w:val="28"/>
              </w:rPr>
              <w:t>1</w:t>
            </w:r>
            <w:r w:rsidR="00D01B9A">
              <w:rPr>
                <w:szCs w:val="28"/>
              </w:rPr>
              <w:t>4</w:t>
            </w:r>
            <w:r w:rsidRPr="00B562FF">
              <w:rPr>
                <w:szCs w:val="28"/>
              </w:rPr>
              <w:t xml:space="preserve"> муниципальных служ</w:t>
            </w:r>
            <w:r w:rsidRPr="00B562FF">
              <w:rPr>
                <w:szCs w:val="28"/>
              </w:rPr>
              <w:t>а</w:t>
            </w:r>
            <w:r w:rsidRPr="00B562FF">
              <w:rPr>
                <w:szCs w:val="28"/>
              </w:rPr>
              <w:t xml:space="preserve">щих </w:t>
            </w:r>
            <w:r w:rsidR="00AC4343">
              <w:rPr>
                <w:szCs w:val="28"/>
              </w:rPr>
              <w:t xml:space="preserve">и </w:t>
            </w:r>
            <w:r w:rsidR="00D01B9A">
              <w:rPr>
                <w:szCs w:val="28"/>
              </w:rPr>
              <w:t>4</w:t>
            </w:r>
            <w:r w:rsidR="00AC4343">
              <w:rPr>
                <w:szCs w:val="28"/>
              </w:rPr>
              <w:t xml:space="preserve"> служащих </w:t>
            </w:r>
            <w:r w:rsidRPr="00B562FF">
              <w:rPr>
                <w:szCs w:val="28"/>
              </w:rPr>
              <w:t xml:space="preserve">Администрации муниципального района </w:t>
            </w:r>
            <w:r w:rsidR="00AC4343">
              <w:rPr>
                <w:szCs w:val="28"/>
              </w:rPr>
              <w:t xml:space="preserve">(всего </w:t>
            </w:r>
            <w:r w:rsidR="00D01B9A">
              <w:rPr>
                <w:szCs w:val="28"/>
              </w:rPr>
              <w:t>18</w:t>
            </w:r>
            <w:r w:rsidR="00AC4343">
              <w:rPr>
                <w:szCs w:val="28"/>
              </w:rPr>
              <w:t xml:space="preserve"> специалист</w:t>
            </w:r>
            <w:r w:rsidR="00D01B9A">
              <w:rPr>
                <w:szCs w:val="28"/>
              </w:rPr>
              <w:t>ов</w:t>
            </w:r>
            <w:r w:rsidR="00AC4343">
              <w:rPr>
                <w:szCs w:val="28"/>
              </w:rPr>
              <w:t>)</w:t>
            </w:r>
          </w:p>
          <w:p w14:paraId="7469BB2E" w14:textId="0BBB0B8B" w:rsidR="00980713" w:rsidRDefault="00980713" w:rsidP="00D01B9A">
            <w:pPr>
              <w:pStyle w:val="ConsPlusCell"/>
              <w:ind w:left="66"/>
              <w:jc w:val="both"/>
              <w:rPr>
                <w:sz w:val="28"/>
                <w:szCs w:val="28"/>
              </w:rPr>
            </w:pPr>
            <w:r w:rsidRPr="00D42DD1">
              <w:rPr>
                <w:rFonts w:eastAsia="Calibri"/>
                <w:szCs w:val="28"/>
                <w:lang w:eastAsia="en-US"/>
              </w:rPr>
              <w:t>(в том числе по вопросам противодействия коррупции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="00D01B9A">
              <w:rPr>
                <w:rFonts w:eastAsia="Calibri"/>
                <w:szCs w:val="28"/>
                <w:lang w:eastAsia="en-US"/>
              </w:rPr>
              <w:t>3</w:t>
            </w:r>
            <w:r>
              <w:rPr>
                <w:rFonts w:eastAsia="Calibri"/>
                <w:szCs w:val="28"/>
                <w:lang w:eastAsia="en-US"/>
              </w:rPr>
              <w:t xml:space="preserve"> муниципальны</w:t>
            </w:r>
            <w:r w:rsidR="00D01B9A">
              <w:rPr>
                <w:rFonts w:eastAsia="Calibri"/>
                <w:szCs w:val="28"/>
                <w:lang w:eastAsia="en-US"/>
              </w:rPr>
              <w:t>х</w:t>
            </w:r>
            <w:r>
              <w:rPr>
                <w:rFonts w:eastAsia="Calibri"/>
                <w:szCs w:val="28"/>
                <w:lang w:eastAsia="en-US"/>
              </w:rPr>
              <w:t xml:space="preserve"> служащи</w:t>
            </w:r>
            <w:r w:rsidR="00D01B9A">
              <w:rPr>
                <w:rFonts w:eastAsia="Calibri"/>
                <w:szCs w:val="28"/>
                <w:lang w:eastAsia="en-US"/>
              </w:rPr>
              <w:t>х</w:t>
            </w:r>
            <w:r w:rsidRPr="00D42DD1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BB57" w14:textId="77777777" w:rsidR="009F1258" w:rsidRPr="00897125" w:rsidRDefault="009F1258" w:rsidP="00877B98">
            <w:pPr>
              <w:pStyle w:val="ConsPlusCell"/>
              <w:rPr>
                <w:sz w:val="28"/>
                <w:szCs w:val="28"/>
              </w:rPr>
            </w:pPr>
          </w:p>
        </w:tc>
      </w:tr>
      <w:tr w:rsidR="000F7F1D" w:rsidRPr="00897125" w14:paraId="495AD5E9" w14:textId="77777777" w:rsidTr="002527C8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E555" w14:textId="77777777" w:rsidR="000F7F1D" w:rsidRPr="00546955" w:rsidRDefault="000F7F1D" w:rsidP="000F7F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46955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D68E" w14:textId="77777777" w:rsidR="000F7F1D" w:rsidRPr="00546955" w:rsidRDefault="000F7F1D" w:rsidP="000F7F1D">
            <w:pPr>
              <w:pStyle w:val="ConsPlusCell"/>
              <w:rPr>
                <w:b/>
                <w:sz w:val="28"/>
                <w:szCs w:val="28"/>
              </w:rPr>
            </w:pPr>
            <w:r w:rsidRPr="00546955">
              <w:rPr>
                <w:b/>
                <w:sz w:val="28"/>
                <w:szCs w:val="28"/>
                <w:lang w:eastAsia="en-US"/>
              </w:rPr>
              <w:t xml:space="preserve">Подпрограмма </w:t>
            </w:r>
            <w:r w:rsidRPr="00546955">
              <w:rPr>
                <w:b/>
                <w:bCs/>
                <w:sz w:val="28"/>
                <w:szCs w:val="28"/>
              </w:rPr>
              <w:t>«Противодействие коррупции в Мошенском муниципальном районе»</w:t>
            </w:r>
          </w:p>
        </w:tc>
      </w:tr>
      <w:tr w:rsidR="004F463B" w14:paraId="58105B1D" w14:textId="77777777" w:rsidTr="002527C8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1AB2" w14:textId="77777777" w:rsidR="004F463B" w:rsidRPr="00546955" w:rsidRDefault="004F463B" w:rsidP="000F7F1D">
            <w:pPr>
              <w:spacing w:line="24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  <w:r w:rsidRPr="00546955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EA58" w14:textId="01B08472" w:rsidR="004F463B" w:rsidRPr="00E252A7" w:rsidRDefault="00E252A7" w:rsidP="000F7F1D">
            <w:pPr>
              <w:spacing w:line="240" w:lineRule="exac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252A7">
              <w:rPr>
                <w:sz w:val="24"/>
                <w:szCs w:val="24"/>
              </w:rPr>
              <w:t>Размещение информации о противодействии ко</w:t>
            </w:r>
            <w:r w:rsidRPr="00E252A7">
              <w:rPr>
                <w:sz w:val="24"/>
                <w:szCs w:val="24"/>
              </w:rPr>
              <w:t>р</w:t>
            </w:r>
            <w:r w:rsidRPr="00E252A7">
              <w:rPr>
                <w:sz w:val="24"/>
                <w:szCs w:val="24"/>
              </w:rPr>
              <w:t>рупции в средствах массовой информации и на официальном сайте Мошенского муниципального района в информационно - телекоммуникацио</w:t>
            </w:r>
            <w:r w:rsidRPr="00E252A7">
              <w:rPr>
                <w:sz w:val="24"/>
                <w:szCs w:val="24"/>
              </w:rPr>
              <w:t>н</w:t>
            </w:r>
            <w:r w:rsidRPr="00E252A7">
              <w:rPr>
                <w:sz w:val="24"/>
                <w:szCs w:val="24"/>
              </w:rPr>
              <w:t>ной сети "Интернет"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C2A8" w14:textId="77777777" w:rsidR="00E252A7" w:rsidRPr="00E252A7" w:rsidRDefault="00E252A7" w:rsidP="00E252A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252A7">
              <w:rPr>
                <w:sz w:val="24"/>
                <w:szCs w:val="24"/>
              </w:rPr>
              <w:t>2021-2025</w:t>
            </w:r>
          </w:p>
          <w:p w14:paraId="25BEB9D3" w14:textId="6B1A91BA" w:rsidR="004F463B" w:rsidRPr="00E252A7" w:rsidRDefault="00E252A7" w:rsidP="00E252A7">
            <w:pPr>
              <w:jc w:val="center"/>
              <w:rPr>
                <w:sz w:val="24"/>
                <w:szCs w:val="24"/>
              </w:rPr>
            </w:pPr>
            <w:r w:rsidRPr="00E252A7">
              <w:rPr>
                <w:sz w:val="24"/>
                <w:szCs w:val="24"/>
              </w:rPr>
              <w:t>годы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E315" w14:textId="77777777" w:rsidR="00E252A7" w:rsidRPr="00E252A7" w:rsidRDefault="00E252A7" w:rsidP="00E252A7">
            <w:pPr>
              <w:pStyle w:val="ConsPlusCell"/>
              <w:jc w:val="both"/>
            </w:pPr>
            <w:r w:rsidRPr="00E252A7">
              <w:t>в 2021 году на официальном сайте Мошенского мун</w:t>
            </w:r>
            <w:r w:rsidRPr="00E252A7">
              <w:t>и</w:t>
            </w:r>
            <w:r w:rsidRPr="00E252A7">
              <w:t>ципального района размещены:</w:t>
            </w:r>
          </w:p>
          <w:p w14:paraId="7C4A4E61" w14:textId="77777777" w:rsidR="00E252A7" w:rsidRPr="00E252A7" w:rsidRDefault="00E252A7" w:rsidP="00E252A7">
            <w:pPr>
              <w:pStyle w:val="ConsPlusCell"/>
              <w:jc w:val="both"/>
            </w:pPr>
            <w:r w:rsidRPr="00E252A7">
              <w:t>- отчет о проведении антикоррупционного монитори</w:t>
            </w:r>
            <w:r w:rsidRPr="00E252A7">
              <w:t>н</w:t>
            </w:r>
            <w:r w:rsidRPr="00E252A7">
              <w:t>га;</w:t>
            </w:r>
          </w:p>
          <w:p w14:paraId="49ADD074" w14:textId="77777777" w:rsidR="00E252A7" w:rsidRPr="00E252A7" w:rsidRDefault="00E252A7" w:rsidP="00E252A7">
            <w:pPr>
              <w:pStyle w:val="ConsPlusCell"/>
              <w:jc w:val="both"/>
            </w:pPr>
            <w:r w:rsidRPr="00E252A7">
              <w:t>- отчет о выполнении плана противодействия корру</w:t>
            </w:r>
            <w:r w:rsidRPr="00E252A7">
              <w:t>п</w:t>
            </w:r>
            <w:r w:rsidRPr="00E252A7">
              <w:t>ции;</w:t>
            </w:r>
          </w:p>
          <w:p w14:paraId="2C22DDAA" w14:textId="77777777" w:rsidR="00E252A7" w:rsidRPr="00E252A7" w:rsidRDefault="00E252A7" w:rsidP="00E252A7">
            <w:pPr>
              <w:pStyle w:val="ConsPlusCell"/>
              <w:jc w:val="both"/>
            </w:pPr>
            <w:r w:rsidRPr="00E252A7">
              <w:t>- отчет о деятельности комиссии по соблюдению тр</w:t>
            </w:r>
            <w:r w:rsidRPr="00E252A7">
              <w:t>е</w:t>
            </w:r>
            <w:r w:rsidRPr="00E252A7">
              <w:t>бований к служебному поведению муниципальных служащих и урегулированию конфликта интересов;</w:t>
            </w:r>
          </w:p>
          <w:p w14:paraId="509E8F55" w14:textId="77777777" w:rsidR="00E252A7" w:rsidRPr="00E252A7" w:rsidRDefault="00E252A7" w:rsidP="00E252A7">
            <w:pPr>
              <w:pStyle w:val="ConsPlusCell"/>
              <w:jc w:val="both"/>
            </w:pPr>
            <w:r w:rsidRPr="00E252A7">
              <w:t>- сведения о доходах, расходах, об имуществе и обяз</w:t>
            </w:r>
            <w:r w:rsidRPr="00E252A7">
              <w:t>а</w:t>
            </w:r>
            <w:r w:rsidRPr="00E252A7">
              <w:t>тельствах имущественного характера;</w:t>
            </w:r>
          </w:p>
          <w:p w14:paraId="6DEDA224" w14:textId="77777777" w:rsidR="00E252A7" w:rsidRPr="00E252A7" w:rsidRDefault="00E252A7" w:rsidP="00E252A7">
            <w:pPr>
              <w:pStyle w:val="ConsPlusCell"/>
              <w:jc w:val="both"/>
            </w:pPr>
            <w:r w:rsidRPr="00E252A7">
              <w:t xml:space="preserve"> - протоколы заседаний и решения комиссии по пр</w:t>
            </w:r>
            <w:r w:rsidRPr="00E252A7">
              <w:t>о</w:t>
            </w:r>
            <w:r w:rsidRPr="00E252A7">
              <w:t>тиводействию коррупции.</w:t>
            </w:r>
          </w:p>
          <w:p w14:paraId="20EBA7CD" w14:textId="50723F5B" w:rsidR="004F463B" w:rsidRPr="00E252A7" w:rsidRDefault="00E252A7" w:rsidP="00E252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52A7">
              <w:rPr>
                <w:sz w:val="24"/>
                <w:szCs w:val="24"/>
              </w:rPr>
              <w:t>Ежеквартально в СМИ публикуется информация о численности муниципальных служащих в органе местного самоуправления и затратах на их содерж</w:t>
            </w:r>
            <w:r w:rsidRPr="00E252A7">
              <w:rPr>
                <w:sz w:val="24"/>
                <w:szCs w:val="24"/>
              </w:rPr>
              <w:t>а</w:t>
            </w:r>
            <w:r w:rsidRPr="00E252A7">
              <w:rPr>
                <w:sz w:val="24"/>
                <w:szCs w:val="24"/>
              </w:rPr>
              <w:t>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1647" w14:textId="77777777" w:rsidR="004F463B" w:rsidRDefault="004F463B" w:rsidP="000F7F1D">
            <w:pPr>
              <w:pStyle w:val="ConsPlusCell"/>
              <w:rPr>
                <w:sz w:val="28"/>
                <w:szCs w:val="28"/>
              </w:rPr>
            </w:pPr>
          </w:p>
        </w:tc>
      </w:tr>
      <w:tr w:rsidR="004F463B" w14:paraId="36AEA657" w14:textId="77777777" w:rsidTr="002527C8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3FA8" w14:textId="77777777" w:rsidR="004F463B" w:rsidRPr="00546955" w:rsidRDefault="004F463B" w:rsidP="000F7F1D">
            <w:pPr>
              <w:spacing w:line="24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  <w:r w:rsidRPr="00546955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B486" w14:textId="14244C98" w:rsidR="004F463B" w:rsidRPr="00E252A7" w:rsidRDefault="00E252A7" w:rsidP="000F7F1D">
            <w:pPr>
              <w:spacing w:line="240" w:lineRule="exac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252A7">
              <w:rPr>
                <w:sz w:val="24"/>
                <w:szCs w:val="24"/>
              </w:rPr>
              <w:t>Проведение и ведение учета результатов антико</w:t>
            </w:r>
            <w:r w:rsidRPr="00E252A7">
              <w:rPr>
                <w:sz w:val="24"/>
                <w:szCs w:val="24"/>
              </w:rPr>
              <w:t>р</w:t>
            </w:r>
            <w:r w:rsidRPr="00E252A7">
              <w:rPr>
                <w:sz w:val="24"/>
                <w:szCs w:val="24"/>
              </w:rPr>
              <w:t>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3DC3" w14:textId="77777777" w:rsidR="004F463B" w:rsidRPr="00E252A7" w:rsidRDefault="004F463B" w:rsidP="000F7F1D">
            <w:pPr>
              <w:jc w:val="center"/>
              <w:rPr>
                <w:sz w:val="24"/>
                <w:szCs w:val="24"/>
              </w:rPr>
            </w:pPr>
          </w:p>
          <w:p w14:paraId="01AA0318" w14:textId="77777777" w:rsidR="00E252A7" w:rsidRPr="00E252A7" w:rsidRDefault="00E252A7" w:rsidP="00E252A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252A7">
              <w:rPr>
                <w:sz w:val="24"/>
                <w:szCs w:val="24"/>
              </w:rPr>
              <w:t>2021-2025</w:t>
            </w:r>
          </w:p>
          <w:p w14:paraId="6C27F495" w14:textId="7245667D" w:rsidR="004F463B" w:rsidRPr="00E252A7" w:rsidRDefault="00E252A7" w:rsidP="00E252A7">
            <w:pPr>
              <w:jc w:val="center"/>
              <w:rPr>
                <w:sz w:val="24"/>
                <w:szCs w:val="24"/>
              </w:rPr>
            </w:pPr>
            <w:r w:rsidRPr="00E252A7">
              <w:rPr>
                <w:sz w:val="24"/>
                <w:szCs w:val="24"/>
              </w:rPr>
              <w:t>годы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2725" w14:textId="7F26FFC9" w:rsidR="004F463B" w:rsidRPr="00E252A7" w:rsidRDefault="00E252A7" w:rsidP="00C723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52A7">
              <w:rPr>
                <w:sz w:val="24"/>
                <w:szCs w:val="24"/>
              </w:rPr>
              <w:t>антикоррупционная экспертиза муниципальных но</w:t>
            </w:r>
            <w:r w:rsidRPr="00E252A7">
              <w:rPr>
                <w:sz w:val="24"/>
                <w:szCs w:val="24"/>
              </w:rPr>
              <w:t>р</w:t>
            </w:r>
            <w:r w:rsidRPr="00E252A7">
              <w:rPr>
                <w:sz w:val="24"/>
                <w:szCs w:val="24"/>
              </w:rPr>
              <w:t>мативных актов и их проектов проводится в соотве</w:t>
            </w:r>
            <w:r w:rsidRPr="00E252A7">
              <w:rPr>
                <w:sz w:val="24"/>
                <w:szCs w:val="24"/>
              </w:rPr>
              <w:t>т</w:t>
            </w:r>
            <w:r w:rsidRPr="00E252A7">
              <w:rPr>
                <w:sz w:val="24"/>
                <w:szCs w:val="24"/>
              </w:rPr>
              <w:t>ствии с действующим законодательством. В 2021 году экспертиза проведена в отношении 160 проектов но</w:t>
            </w:r>
            <w:r w:rsidRPr="00E252A7">
              <w:rPr>
                <w:sz w:val="24"/>
                <w:szCs w:val="24"/>
              </w:rPr>
              <w:t>р</w:t>
            </w:r>
            <w:r w:rsidRPr="00E252A7">
              <w:rPr>
                <w:sz w:val="24"/>
                <w:szCs w:val="24"/>
              </w:rPr>
              <w:t>мативных правовых актов.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80ED" w14:textId="77777777" w:rsidR="004F463B" w:rsidRDefault="004F463B" w:rsidP="000F7F1D">
            <w:pPr>
              <w:pStyle w:val="ConsPlusCell"/>
              <w:rPr>
                <w:sz w:val="28"/>
                <w:szCs w:val="28"/>
              </w:rPr>
            </w:pPr>
          </w:p>
        </w:tc>
      </w:tr>
      <w:tr w:rsidR="004F463B" w14:paraId="61C63CEE" w14:textId="77777777" w:rsidTr="002527C8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31D1" w14:textId="77777777" w:rsidR="004F463B" w:rsidRPr="00546955" w:rsidRDefault="004F463B" w:rsidP="000F7F1D">
            <w:pPr>
              <w:spacing w:line="240" w:lineRule="exact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  <w:r w:rsidRPr="00546955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1371" w14:textId="7EC21A9D" w:rsidR="004F463B" w:rsidRPr="00E252A7" w:rsidRDefault="00E252A7" w:rsidP="000F7F1D">
            <w:pPr>
              <w:spacing w:line="240" w:lineRule="exac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252A7">
              <w:rPr>
                <w:sz w:val="24"/>
                <w:szCs w:val="24"/>
              </w:rPr>
              <w:t>Организация и проведение семинаров, тренингов для специалистов кадровых служб отраслевых о</w:t>
            </w:r>
            <w:r w:rsidRPr="00E252A7">
              <w:rPr>
                <w:sz w:val="24"/>
                <w:szCs w:val="24"/>
              </w:rPr>
              <w:t>р</w:t>
            </w:r>
            <w:r w:rsidRPr="00E252A7">
              <w:rPr>
                <w:sz w:val="24"/>
                <w:szCs w:val="24"/>
              </w:rPr>
              <w:t>ганов, муниципальных служащих по вопросам противодействия коррупции, соблюдения огран</w:t>
            </w:r>
            <w:r w:rsidRPr="00E252A7">
              <w:rPr>
                <w:sz w:val="24"/>
                <w:szCs w:val="24"/>
              </w:rPr>
              <w:t>и</w:t>
            </w:r>
            <w:r w:rsidRPr="00E252A7">
              <w:rPr>
                <w:sz w:val="24"/>
                <w:szCs w:val="24"/>
              </w:rPr>
              <w:t>чений и запретов, связанных с прохождением  м</w:t>
            </w:r>
            <w:r w:rsidRPr="00E252A7">
              <w:rPr>
                <w:sz w:val="24"/>
                <w:szCs w:val="24"/>
              </w:rPr>
              <w:t>у</w:t>
            </w:r>
            <w:r w:rsidRPr="00E252A7">
              <w:rPr>
                <w:sz w:val="24"/>
                <w:szCs w:val="24"/>
              </w:rPr>
              <w:t>ниципальной службы, предотвращения конфликта интересов, соблюдения служебного поведения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9AD6" w14:textId="77777777" w:rsidR="004F463B" w:rsidRPr="00E252A7" w:rsidRDefault="004F463B" w:rsidP="000F7F1D">
            <w:pPr>
              <w:jc w:val="center"/>
              <w:rPr>
                <w:sz w:val="24"/>
                <w:szCs w:val="24"/>
              </w:rPr>
            </w:pPr>
          </w:p>
          <w:p w14:paraId="6881D5D8" w14:textId="77777777" w:rsidR="00E252A7" w:rsidRPr="00E252A7" w:rsidRDefault="00E252A7" w:rsidP="00E252A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252A7">
              <w:rPr>
                <w:sz w:val="24"/>
                <w:szCs w:val="24"/>
              </w:rPr>
              <w:t>2021-2025</w:t>
            </w:r>
          </w:p>
          <w:p w14:paraId="58F5BF9D" w14:textId="57F5A4D8" w:rsidR="004F463B" w:rsidRPr="00E252A7" w:rsidRDefault="00E252A7" w:rsidP="00E252A7">
            <w:pPr>
              <w:jc w:val="center"/>
              <w:rPr>
                <w:sz w:val="24"/>
                <w:szCs w:val="24"/>
              </w:rPr>
            </w:pPr>
            <w:r w:rsidRPr="00E252A7">
              <w:rPr>
                <w:sz w:val="24"/>
                <w:szCs w:val="24"/>
              </w:rPr>
              <w:t>годы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36B5" w14:textId="77777777" w:rsidR="00E252A7" w:rsidRPr="00E252A7" w:rsidRDefault="00E252A7" w:rsidP="00E252A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color w:val="FF0000"/>
                <w:sz w:val="24"/>
                <w:szCs w:val="24"/>
              </w:rPr>
            </w:pPr>
            <w:r w:rsidRPr="00E252A7">
              <w:rPr>
                <w:sz w:val="24"/>
                <w:szCs w:val="24"/>
              </w:rPr>
              <w:t xml:space="preserve">в течение 2021 года проведены:  </w:t>
            </w:r>
          </w:p>
          <w:p w14:paraId="7ADFAA3F" w14:textId="77777777" w:rsidR="00E252A7" w:rsidRPr="00E252A7" w:rsidRDefault="00E252A7" w:rsidP="00E252A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E252A7">
              <w:rPr>
                <w:sz w:val="24"/>
                <w:szCs w:val="24"/>
              </w:rPr>
              <w:t>1 совещание с Главами сельских поселений по вопр</w:t>
            </w:r>
            <w:r w:rsidRPr="00E252A7">
              <w:rPr>
                <w:sz w:val="24"/>
                <w:szCs w:val="24"/>
              </w:rPr>
              <w:t>о</w:t>
            </w:r>
            <w:r w:rsidRPr="00E252A7">
              <w:rPr>
                <w:sz w:val="24"/>
                <w:szCs w:val="24"/>
              </w:rPr>
              <w:t>сам заполнения сведений о доходах, расходах, об имуществе и обязательствах имущественного характ</w:t>
            </w:r>
            <w:r w:rsidRPr="00E252A7">
              <w:rPr>
                <w:sz w:val="24"/>
                <w:szCs w:val="24"/>
              </w:rPr>
              <w:t>е</w:t>
            </w:r>
            <w:r w:rsidRPr="00E252A7">
              <w:rPr>
                <w:sz w:val="24"/>
                <w:szCs w:val="24"/>
              </w:rPr>
              <w:t xml:space="preserve">ра; об ограничениях, и обязанностях, налагаемых на лиц, замещающих муниципальные должности; </w:t>
            </w:r>
          </w:p>
          <w:p w14:paraId="719333B0" w14:textId="77777777" w:rsidR="00E252A7" w:rsidRPr="00E252A7" w:rsidRDefault="00E252A7" w:rsidP="00E252A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E252A7">
              <w:rPr>
                <w:sz w:val="24"/>
                <w:szCs w:val="24"/>
              </w:rPr>
              <w:t>5 аппаратных совещаний с муниципальными служ</w:t>
            </w:r>
            <w:r w:rsidRPr="00E252A7">
              <w:rPr>
                <w:sz w:val="24"/>
                <w:szCs w:val="24"/>
              </w:rPr>
              <w:t>а</w:t>
            </w:r>
            <w:r w:rsidRPr="00E252A7">
              <w:rPr>
                <w:sz w:val="24"/>
                <w:szCs w:val="24"/>
              </w:rPr>
              <w:t>щими по вопросам:</w:t>
            </w:r>
          </w:p>
          <w:p w14:paraId="3732CA12" w14:textId="77777777" w:rsidR="00E252A7" w:rsidRPr="00E252A7" w:rsidRDefault="00E252A7" w:rsidP="00E252A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E252A7">
              <w:rPr>
                <w:sz w:val="24"/>
                <w:szCs w:val="24"/>
              </w:rPr>
              <w:t xml:space="preserve"> заполнения сведений о доходах, расходах, об имущ</w:t>
            </w:r>
            <w:r w:rsidRPr="00E252A7">
              <w:rPr>
                <w:sz w:val="24"/>
                <w:szCs w:val="24"/>
              </w:rPr>
              <w:t>е</w:t>
            </w:r>
            <w:r w:rsidRPr="00E252A7">
              <w:rPr>
                <w:sz w:val="24"/>
                <w:szCs w:val="24"/>
              </w:rPr>
              <w:t xml:space="preserve">стве и обязательствах имущественного характера; </w:t>
            </w:r>
          </w:p>
          <w:p w14:paraId="327ED401" w14:textId="77777777" w:rsidR="00E252A7" w:rsidRPr="00E252A7" w:rsidRDefault="00E252A7" w:rsidP="00E252A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E252A7">
              <w:rPr>
                <w:sz w:val="24"/>
                <w:szCs w:val="24"/>
              </w:rPr>
              <w:t>заполнения сведений об адресах сайтов, на которых муниципальные служащие размещали общедоступную информацию, а также данные, позволяющие их иде</w:t>
            </w:r>
            <w:r w:rsidRPr="00E252A7">
              <w:rPr>
                <w:sz w:val="24"/>
                <w:szCs w:val="24"/>
              </w:rPr>
              <w:t>н</w:t>
            </w:r>
            <w:r w:rsidRPr="00E252A7">
              <w:rPr>
                <w:sz w:val="24"/>
                <w:szCs w:val="24"/>
              </w:rPr>
              <w:t>тифицировать;</w:t>
            </w:r>
          </w:p>
          <w:p w14:paraId="4697FE6F" w14:textId="77777777" w:rsidR="00E252A7" w:rsidRPr="00E252A7" w:rsidRDefault="00E252A7" w:rsidP="00E252A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 w:rsidRPr="00E252A7">
              <w:rPr>
                <w:sz w:val="24"/>
                <w:szCs w:val="24"/>
              </w:rPr>
              <w:t>об ограничениях и запретах, связанных с муниципал</w:t>
            </w:r>
            <w:r w:rsidRPr="00E252A7">
              <w:rPr>
                <w:sz w:val="24"/>
                <w:szCs w:val="24"/>
              </w:rPr>
              <w:t>ь</w:t>
            </w:r>
            <w:r w:rsidRPr="00E252A7">
              <w:rPr>
                <w:sz w:val="24"/>
                <w:szCs w:val="24"/>
              </w:rPr>
              <w:t>ной службой;</w:t>
            </w:r>
          </w:p>
          <w:p w14:paraId="5008BA85" w14:textId="77777777" w:rsidR="00E252A7" w:rsidRPr="00E252A7" w:rsidRDefault="00E252A7" w:rsidP="00E252A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  <w:lang w:eastAsia="en-US"/>
              </w:rPr>
            </w:pPr>
            <w:r w:rsidRPr="00E252A7">
              <w:rPr>
                <w:sz w:val="24"/>
                <w:szCs w:val="24"/>
                <w:lang w:eastAsia="en-US"/>
              </w:rPr>
              <w:t>о действиях, муниципальных служащих при склон</w:t>
            </w:r>
            <w:r w:rsidRPr="00E252A7">
              <w:rPr>
                <w:sz w:val="24"/>
                <w:szCs w:val="24"/>
                <w:lang w:eastAsia="en-US"/>
              </w:rPr>
              <w:t>е</w:t>
            </w:r>
            <w:r w:rsidRPr="00E252A7">
              <w:rPr>
                <w:sz w:val="24"/>
                <w:szCs w:val="24"/>
                <w:lang w:eastAsia="en-US"/>
              </w:rPr>
              <w:t>нии их в рамках трудовых правоотношений к сове</w:t>
            </w:r>
            <w:r w:rsidRPr="00E252A7">
              <w:rPr>
                <w:sz w:val="24"/>
                <w:szCs w:val="24"/>
                <w:lang w:eastAsia="en-US"/>
              </w:rPr>
              <w:t>р</w:t>
            </w:r>
            <w:r w:rsidRPr="00E252A7">
              <w:rPr>
                <w:sz w:val="24"/>
                <w:szCs w:val="24"/>
                <w:lang w:eastAsia="en-US"/>
              </w:rPr>
              <w:t>шению коррупционных правонарушений;</w:t>
            </w:r>
          </w:p>
          <w:p w14:paraId="79E8641E" w14:textId="77777777" w:rsidR="00E252A7" w:rsidRPr="00E252A7" w:rsidRDefault="00E252A7" w:rsidP="00E252A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  <w:lang w:eastAsia="en-US"/>
              </w:rPr>
            </w:pPr>
            <w:r w:rsidRPr="00E252A7">
              <w:rPr>
                <w:sz w:val="24"/>
                <w:szCs w:val="24"/>
                <w:lang w:eastAsia="en-US"/>
              </w:rPr>
              <w:t>об оценке знаний муниципальными служащими зак</w:t>
            </w:r>
            <w:r w:rsidRPr="00E252A7">
              <w:rPr>
                <w:sz w:val="24"/>
                <w:szCs w:val="24"/>
                <w:lang w:eastAsia="en-US"/>
              </w:rPr>
              <w:t>о</w:t>
            </w:r>
            <w:r w:rsidRPr="00E252A7">
              <w:rPr>
                <w:sz w:val="24"/>
                <w:szCs w:val="24"/>
                <w:lang w:eastAsia="en-US"/>
              </w:rPr>
              <w:t>нодательства о муниципальной службе и противоде</w:t>
            </w:r>
            <w:r w:rsidRPr="00E252A7">
              <w:rPr>
                <w:sz w:val="24"/>
                <w:szCs w:val="24"/>
                <w:lang w:eastAsia="en-US"/>
              </w:rPr>
              <w:t>й</w:t>
            </w:r>
            <w:r w:rsidRPr="00E252A7">
              <w:rPr>
                <w:sz w:val="24"/>
                <w:szCs w:val="24"/>
                <w:lang w:eastAsia="en-US"/>
              </w:rPr>
              <w:t>ствии коррупции;</w:t>
            </w:r>
          </w:p>
          <w:p w14:paraId="4D9E2590" w14:textId="6355D100" w:rsidR="004F463B" w:rsidRPr="00E252A7" w:rsidRDefault="00E252A7" w:rsidP="00E252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52A7">
              <w:rPr>
                <w:sz w:val="24"/>
                <w:szCs w:val="24"/>
                <w:lang w:eastAsia="en-US"/>
              </w:rPr>
              <w:t>об итогах проведения тестирования по вопросам с</w:t>
            </w:r>
            <w:r w:rsidRPr="00E252A7">
              <w:rPr>
                <w:sz w:val="24"/>
                <w:szCs w:val="24"/>
                <w:lang w:eastAsia="en-US"/>
              </w:rPr>
              <w:t>о</w:t>
            </w:r>
            <w:r w:rsidRPr="00E252A7">
              <w:rPr>
                <w:sz w:val="24"/>
                <w:szCs w:val="24"/>
                <w:lang w:eastAsia="en-US"/>
              </w:rPr>
              <w:t>блюдения ограничений и запретов, налагаемых на м</w:t>
            </w:r>
            <w:r w:rsidRPr="00E252A7">
              <w:rPr>
                <w:sz w:val="24"/>
                <w:szCs w:val="24"/>
                <w:lang w:eastAsia="en-US"/>
              </w:rPr>
              <w:t>у</w:t>
            </w:r>
            <w:r w:rsidRPr="00E252A7">
              <w:rPr>
                <w:sz w:val="24"/>
                <w:szCs w:val="24"/>
                <w:lang w:eastAsia="en-US"/>
              </w:rPr>
              <w:t>ниципальных служащих законодательством о мун</w:t>
            </w:r>
            <w:r w:rsidRPr="00E252A7">
              <w:rPr>
                <w:sz w:val="24"/>
                <w:szCs w:val="24"/>
                <w:lang w:eastAsia="en-US"/>
              </w:rPr>
              <w:t>и</w:t>
            </w:r>
            <w:r w:rsidRPr="00E252A7">
              <w:rPr>
                <w:sz w:val="24"/>
                <w:szCs w:val="24"/>
                <w:lang w:eastAsia="en-US"/>
              </w:rPr>
              <w:t>ципальной службе и противодействии коррупции.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E85E" w14:textId="77777777" w:rsidR="004F463B" w:rsidRDefault="004F463B" w:rsidP="000F7F1D">
            <w:pPr>
              <w:pStyle w:val="ConsPlusCell"/>
              <w:rPr>
                <w:sz w:val="28"/>
                <w:szCs w:val="28"/>
              </w:rPr>
            </w:pPr>
          </w:p>
        </w:tc>
      </w:tr>
      <w:tr w:rsidR="004F463B" w:rsidRPr="00D7638C" w14:paraId="706A6B9F" w14:textId="77777777" w:rsidTr="002527C8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71F6" w14:textId="77777777" w:rsidR="004F463B" w:rsidRPr="00D7638C" w:rsidRDefault="004F463B" w:rsidP="004F463B">
            <w:pPr>
              <w:widowControl w:val="0"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D7638C">
              <w:rPr>
                <w:sz w:val="24"/>
                <w:szCs w:val="24"/>
              </w:rPr>
              <w:t>6.5.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9DEC" w14:textId="50757C79" w:rsidR="004F463B" w:rsidRPr="00D7638C" w:rsidRDefault="00E252A7" w:rsidP="000F7F1D">
            <w:pPr>
              <w:spacing w:line="240" w:lineRule="exac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7638C">
              <w:rPr>
                <w:sz w:val="24"/>
                <w:szCs w:val="24"/>
              </w:rPr>
              <w:t>Проведение внутреннего мониторинга полноты и достоверности сведений о доходах, об имуществе и обязательствах имущественного характера, представленных муниципальными служащими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1904" w14:textId="77777777" w:rsidR="004F463B" w:rsidRPr="00D7638C" w:rsidRDefault="004F463B" w:rsidP="000F7F1D">
            <w:pPr>
              <w:jc w:val="center"/>
              <w:rPr>
                <w:sz w:val="24"/>
                <w:szCs w:val="24"/>
              </w:rPr>
            </w:pPr>
          </w:p>
          <w:p w14:paraId="7CCD789D" w14:textId="77777777" w:rsidR="00E252A7" w:rsidRPr="00D7638C" w:rsidRDefault="00E252A7" w:rsidP="00E252A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7638C">
              <w:rPr>
                <w:sz w:val="24"/>
                <w:szCs w:val="24"/>
              </w:rPr>
              <w:t>2021-2025</w:t>
            </w:r>
          </w:p>
          <w:p w14:paraId="14856106" w14:textId="71991A11" w:rsidR="004F463B" w:rsidRPr="00D7638C" w:rsidRDefault="00E252A7" w:rsidP="00E252A7">
            <w:pPr>
              <w:jc w:val="center"/>
              <w:rPr>
                <w:sz w:val="24"/>
                <w:szCs w:val="24"/>
              </w:rPr>
            </w:pPr>
            <w:r w:rsidRPr="00D7638C">
              <w:rPr>
                <w:sz w:val="24"/>
                <w:szCs w:val="24"/>
              </w:rPr>
              <w:t>годы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B7EE" w14:textId="77777777" w:rsidR="00D7638C" w:rsidRPr="00D7638C" w:rsidRDefault="00D7638C" w:rsidP="00D7638C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7638C">
              <w:rPr>
                <w:sz w:val="24"/>
                <w:szCs w:val="24"/>
              </w:rPr>
              <w:t xml:space="preserve">в 2021 году </w:t>
            </w:r>
            <w:r w:rsidRPr="00D7638C">
              <w:rPr>
                <w:rFonts w:eastAsia="Calibri"/>
                <w:sz w:val="24"/>
                <w:szCs w:val="24"/>
                <w:lang w:eastAsia="en-US"/>
              </w:rPr>
              <w:t>проведен внутренний мониторинг полн</w:t>
            </w:r>
            <w:r w:rsidRPr="00D7638C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D7638C">
              <w:rPr>
                <w:rFonts w:eastAsia="Calibri"/>
                <w:sz w:val="24"/>
                <w:szCs w:val="24"/>
                <w:lang w:eastAsia="en-US"/>
              </w:rPr>
              <w:t>ты и достоверности сведений о доходах, об имуществе и обязательствах имущественного характера, пре</w:t>
            </w:r>
            <w:r w:rsidRPr="00D7638C"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Pr="00D7638C">
              <w:rPr>
                <w:rFonts w:eastAsia="Calibri"/>
                <w:sz w:val="24"/>
                <w:szCs w:val="24"/>
                <w:lang w:eastAsia="en-US"/>
              </w:rPr>
              <w:t>ставленных 25 муниципальными служащими. По р</w:t>
            </w:r>
            <w:r w:rsidRPr="00D7638C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7638C">
              <w:rPr>
                <w:rFonts w:eastAsia="Calibri"/>
                <w:sz w:val="24"/>
                <w:szCs w:val="24"/>
                <w:lang w:eastAsia="en-US"/>
              </w:rPr>
              <w:t>зультатам мониторинга нарушений не выявлено, св</w:t>
            </w:r>
            <w:r w:rsidRPr="00D7638C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7638C">
              <w:rPr>
                <w:rFonts w:eastAsia="Calibri"/>
                <w:sz w:val="24"/>
                <w:szCs w:val="24"/>
                <w:lang w:eastAsia="en-US"/>
              </w:rPr>
              <w:t>дения представлены полные и в сроки, установленные законодательством.</w:t>
            </w:r>
          </w:p>
          <w:p w14:paraId="76044766" w14:textId="6EAF37B9" w:rsidR="004F463B" w:rsidRPr="00D7638C" w:rsidRDefault="004F463B" w:rsidP="0034028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09D8" w14:textId="77777777" w:rsidR="004F463B" w:rsidRPr="00D7638C" w:rsidRDefault="004F463B" w:rsidP="000F7F1D">
            <w:pPr>
              <w:pStyle w:val="ConsPlusCell"/>
            </w:pPr>
          </w:p>
        </w:tc>
      </w:tr>
    </w:tbl>
    <w:p w14:paraId="4D4A8C5D" w14:textId="217EF2A4" w:rsidR="000E04B9" w:rsidRDefault="000E04B9" w:rsidP="000E04B9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14:paraId="1E2F382D" w14:textId="148ACB7A" w:rsidR="002527C8" w:rsidRDefault="002527C8" w:rsidP="000E04B9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14:paraId="2BACB27B" w14:textId="77777777" w:rsidR="002527C8" w:rsidRDefault="002527C8" w:rsidP="000E04B9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14:paraId="1CE5275C" w14:textId="77777777" w:rsidR="00936BB2" w:rsidRDefault="00936BB2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E23C7F8" w14:textId="77777777" w:rsidR="00936BB2" w:rsidRDefault="00936BB2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DBB3CE0" w14:textId="77777777" w:rsidR="00936BB2" w:rsidRDefault="00936BB2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31B37A9" w14:textId="77777777" w:rsidR="00936BB2" w:rsidRDefault="00936BB2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FF7ABB2" w14:textId="77777777" w:rsidR="000E04B9" w:rsidRDefault="000E04B9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Таблица 3  -  Сведения о достижении значений целевых показателей муниципальной программы</w:t>
      </w:r>
    </w:p>
    <w:p w14:paraId="1B829253" w14:textId="77777777" w:rsidR="00541D09" w:rsidRPr="000E04B9" w:rsidRDefault="00541D09" w:rsidP="000E04B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6B5265A" w14:textId="2EEB88A0" w:rsidR="00D7638C" w:rsidRPr="005014B5" w:rsidRDefault="00936BB2" w:rsidP="00D7638C">
      <w:pPr>
        <w:spacing w:line="240" w:lineRule="exact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</w:rPr>
        <w:t>Р</w:t>
      </w:r>
      <w:r w:rsidR="00D7638C" w:rsidRPr="005014B5">
        <w:rPr>
          <w:b/>
          <w:sz w:val="28"/>
          <w:szCs w:val="24"/>
        </w:rPr>
        <w:t>еформирование и развитие системы муниципального</w:t>
      </w:r>
      <w:r w:rsidR="00D7638C">
        <w:rPr>
          <w:b/>
          <w:sz w:val="28"/>
          <w:szCs w:val="24"/>
        </w:rPr>
        <w:t xml:space="preserve"> </w:t>
      </w:r>
      <w:r w:rsidR="00D7638C" w:rsidRPr="005014B5">
        <w:rPr>
          <w:b/>
          <w:sz w:val="28"/>
          <w:szCs w:val="24"/>
        </w:rPr>
        <w:t>управления</w:t>
      </w:r>
      <w:r w:rsidR="00D7638C">
        <w:rPr>
          <w:b/>
          <w:sz w:val="28"/>
          <w:szCs w:val="24"/>
        </w:rPr>
        <w:t xml:space="preserve"> </w:t>
      </w:r>
      <w:r w:rsidR="00D7638C" w:rsidRPr="005014B5">
        <w:rPr>
          <w:b/>
          <w:sz w:val="28"/>
          <w:szCs w:val="24"/>
          <w:lang w:eastAsia="ar-SA"/>
        </w:rPr>
        <w:t>Мошенского</w:t>
      </w:r>
    </w:p>
    <w:p w14:paraId="5E8D26C8" w14:textId="77777777" w:rsidR="00D7638C" w:rsidRPr="005014B5" w:rsidRDefault="00D7638C" w:rsidP="00D7638C">
      <w:pPr>
        <w:spacing w:line="240" w:lineRule="exact"/>
        <w:jc w:val="center"/>
        <w:rPr>
          <w:sz w:val="28"/>
          <w:szCs w:val="24"/>
        </w:rPr>
      </w:pPr>
      <w:r w:rsidRPr="005014B5">
        <w:rPr>
          <w:b/>
          <w:sz w:val="28"/>
          <w:szCs w:val="24"/>
          <w:lang w:eastAsia="ar-SA"/>
        </w:rPr>
        <w:t>му</w:t>
      </w:r>
      <w:r>
        <w:rPr>
          <w:b/>
          <w:sz w:val="28"/>
          <w:szCs w:val="24"/>
          <w:lang w:eastAsia="ar-SA"/>
        </w:rPr>
        <w:t>ниципального района на 2021-2025</w:t>
      </w:r>
      <w:r w:rsidRPr="005014B5">
        <w:rPr>
          <w:b/>
          <w:sz w:val="28"/>
          <w:szCs w:val="24"/>
          <w:lang w:eastAsia="ar-SA"/>
        </w:rPr>
        <w:t xml:space="preserve"> годы</w:t>
      </w:r>
      <w:r>
        <w:rPr>
          <w:b/>
          <w:sz w:val="28"/>
          <w:szCs w:val="24"/>
        </w:rPr>
        <w:t>» за 2021</w:t>
      </w:r>
      <w:r w:rsidRPr="005014B5">
        <w:rPr>
          <w:b/>
          <w:sz w:val="28"/>
          <w:szCs w:val="24"/>
        </w:rPr>
        <w:t xml:space="preserve"> год</w:t>
      </w:r>
    </w:p>
    <w:p w14:paraId="1A0A0B4A" w14:textId="77777777" w:rsidR="00546955" w:rsidRDefault="00546955" w:rsidP="00546955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14:paraId="0E5FD56D" w14:textId="03C3B141" w:rsidR="00546955" w:rsidRDefault="00546955" w:rsidP="00546955">
      <w:pPr>
        <w:keepNext/>
        <w:keepLines/>
        <w:ind w:firstLine="709"/>
        <w:jc w:val="both"/>
        <w:outlineLvl w:val="3"/>
        <w:rPr>
          <w:bCs/>
          <w:sz w:val="28"/>
          <w:szCs w:val="28"/>
        </w:rPr>
      </w:pPr>
      <w:r w:rsidRPr="00DF6F8D">
        <w:rPr>
          <w:b/>
          <w:sz w:val="28"/>
          <w:szCs w:val="28"/>
        </w:rPr>
        <w:t>Подпрограмма</w:t>
      </w:r>
      <w:r w:rsidR="002527C8">
        <w:rPr>
          <w:b/>
          <w:sz w:val="28"/>
          <w:szCs w:val="28"/>
        </w:rPr>
        <w:t xml:space="preserve"> </w:t>
      </w:r>
      <w:r w:rsidRPr="00301D4F">
        <w:rPr>
          <w:bCs/>
          <w:sz w:val="28"/>
          <w:szCs w:val="28"/>
        </w:rPr>
        <w:t>«</w:t>
      </w:r>
      <w:r w:rsidR="002527C8" w:rsidRPr="00301D4F">
        <w:rPr>
          <w:bCs/>
          <w:sz w:val="28"/>
          <w:szCs w:val="28"/>
        </w:rPr>
        <w:t>Содействие развитию</w:t>
      </w:r>
      <w:r w:rsidRPr="00301D4F">
        <w:rPr>
          <w:bCs/>
          <w:sz w:val="28"/>
          <w:szCs w:val="28"/>
        </w:rPr>
        <w:t xml:space="preserve"> местного самоуправления в Мошенском муни</w:t>
      </w:r>
      <w:r>
        <w:rPr>
          <w:bCs/>
          <w:sz w:val="28"/>
          <w:szCs w:val="28"/>
        </w:rPr>
        <w:t>ципальном районе»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065"/>
        <w:gridCol w:w="2451"/>
        <w:gridCol w:w="2454"/>
        <w:gridCol w:w="5954"/>
      </w:tblGrid>
      <w:tr w:rsidR="00546955" w:rsidRPr="000E04B9" w14:paraId="44C1031D" w14:textId="77777777" w:rsidTr="00546955">
        <w:tc>
          <w:tcPr>
            <w:tcW w:w="262" w:type="pct"/>
            <w:vMerge w:val="restart"/>
          </w:tcPr>
          <w:p w14:paraId="0D8B6B47" w14:textId="79A7F4D3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№</w:t>
            </w:r>
            <w:r w:rsidR="002527C8">
              <w:rPr>
                <w:sz w:val="28"/>
                <w:szCs w:val="28"/>
              </w:rPr>
              <w:t xml:space="preserve"> </w:t>
            </w:r>
            <w:r w:rsidRPr="000E04B9">
              <w:rPr>
                <w:sz w:val="28"/>
                <w:szCs w:val="28"/>
              </w:rPr>
              <w:t>п/п</w:t>
            </w:r>
          </w:p>
        </w:tc>
        <w:tc>
          <w:tcPr>
            <w:tcW w:w="1043" w:type="pct"/>
            <w:vMerge w:val="restart"/>
          </w:tcPr>
          <w:p w14:paraId="389F2A81" w14:textId="0FD50185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 xml:space="preserve">Наименование целевого показателя, единица </w:t>
            </w:r>
            <w:r w:rsidR="002527C8">
              <w:rPr>
                <w:sz w:val="28"/>
                <w:szCs w:val="28"/>
              </w:rPr>
              <w:t xml:space="preserve">    </w:t>
            </w:r>
            <w:r w:rsidRPr="000E04B9">
              <w:rPr>
                <w:sz w:val="28"/>
                <w:szCs w:val="28"/>
              </w:rPr>
              <w:t>измерения</w:t>
            </w:r>
          </w:p>
        </w:tc>
        <w:tc>
          <w:tcPr>
            <w:tcW w:w="1669" w:type="pct"/>
            <w:gridSpan w:val="2"/>
          </w:tcPr>
          <w:p w14:paraId="4D2E7B0B" w14:textId="77777777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2026" w:type="pct"/>
            <w:vMerge w:val="restart"/>
          </w:tcPr>
          <w:p w14:paraId="0B332938" w14:textId="77777777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Обоснование отклонений значений целевого показателя на конец отчетного периода (при наличии)</w:t>
            </w:r>
          </w:p>
        </w:tc>
      </w:tr>
      <w:tr w:rsidR="00546955" w:rsidRPr="000E04B9" w14:paraId="43FF65BA" w14:textId="77777777" w:rsidTr="002527C8">
        <w:trPr>
          <w:trHeight w:val="473"/>
        </w:trPr>
        <w:tc>
          <w:tcPr>
            <w:tcW w:w="262" w:type="pct"/>
            <w:vMerge/>
          </w:tcPr>
          <w:p w14:paraId="3BA14B19" w14:textId="77777777" w:rsidR="00546955" w:rsidRPr="000E04B9" w:rsidRDefault="00546955" w:rsidP="005469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pct"/>
            <w:vMerge/>
          </w:tcPr>
          <w:p w14:paraId="35CAD693" w14:textId="77777777" w:rsidR="00546955" w:rsidRPr="000E04B9" w:rsidRDefault="00546955" w:rsidP="005469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</w:tcPr>
          <w:p w14:paraId="41968CBC" w14:textId="77777777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план на текущий год</w:t>
            </w:r>
          </w:p>
        </w:tc>
        <w:tc>
          <w:tcPr>
            <w:tcW w:w="835" w:type="pct"/>
          </w:tcPr>
          <w:p w14:paraId="47A1DF23" w14:textId="77777777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факт за отчетный период</w:t>
            </w:r>
          </w:p>
        </w:tc>
        <w:tc>
          <w:tcPr>
            <w:tcW w:w="2026" w:type="pct"/>
            <w:vMerge/>
          </w:tcPr>
          <w:p w14:paraId="27FA2F90" w14:textId="77777777" w:rsidR="00546955" w:rsidRPr="000E04B9" w:rsidRDefault="00546955" w:rsidP="00546955">
            <w:pPr>
              <w:jc w:val="center"/>
              <w:rPr>
                <w:sz w:val="28"/>
                <w:szCs w:val="28"/>
              </w:rPr>
            </w:pPr>
          </w:p>
        </w:tc>
      </w:tr>
      <w:tr w:rsidR="00936BB2" w:rsidRPr="000E04B9" w14:paraId="1E4E9C86" w14:textId="77777777" w:rsidTr="00546955">
        <w:tc>
          <w:tcPr>
            <w:tcW w:w="262" w:type="pct"/>
          </w:tcPr>
          <w:p w14:paraId="37EE762D" w14:textId="77777777" w:rsidR="00936BB2" w:rsidRPr="000E04B9" w:rsidRDefault="00936BB2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1.</w:t>
            </w:r>
          </w:p>
        </w:tc>
        <w:tc>
          <w:tcPr>
            <w:tcW w:w="1043" w:type="pct"/>
          </w:tcPr>
          <w:p w14:paraId="52385B83" w14:textId="6C6CD424" w:rsidR="00936BB2" w:rsidRPr="00546955" w:rsidRDefault="00936BB2" w:rsidP="00546955">
            <w:pPr>
              <w:tabs>
                <w:tab w:val="left" w:pos="1140"/>
              </w:tabs>
              <w:spacing w:line="235" w:lineRule="exact"/>
              <w:ind w:firstLine="34"/>
              <w:jc w:val="both"/>
              <w:rPr>
                <w:rFonts w:eastAsia="Arial Unicode MS"/>
                <w:sz w:val="24"/>
                <w:szCs w:val="28"/>
              </w:rPr>
            </w:pPr>
            <w:r w:rsidRPr="00BA449D">
              <w:t>Количество проведенных сов</w:t>
            </w:r>
            <w:r w:rsidRPr="00BA449D">
              <w:t>е</w:t>
            </w:r>
            <w:r w:rsidRPr="00BA449D">
              <w:t xml:space="preserve">щаний, семинаров  конференций для выборных должностных лиц местного самоуправления района и сельских поселений, </w:t>
            </w:r>
            <w:proofErr w:type="spellStart"/>
            <w:proofErr w:type="gramStart"/>
            <w:r w:rsidRPr="00BA449D">
              <w:t>муници-пальных</w:t>
            </w:r>
            <w:proofErr w:type="spellEnd"/>
            <w:proofErr w:type="gramEnd"/>
            <w:r w:rsidRPr="00BA449D">
              <w:t xml:space="preserve"> служащих, в том числе сельских поселений по актуал</w:t>
            </w:r>
            <w:r w:rsidRPr="00BA449D">
              <w:t>ь</w:t>
            </w:r>
            <w:r w:rsidRPr="00BA449D">
              <w:t xml:space="preserve">ным </w:t>
            </w:r>
            <w:r w:rsidR="00393E8F">
              <w:t>вопросам развития местного само</w:t>
            </w:r>
            <w:r w:rsidRPr="00BA449D">
              <w:t>управления в районе (ед.)</w:t>
            </w:r>
          </w:p>
        </w:tc>
        <w:tc>
          <w:tcPr>
            <w:tcW w:w="834" w:type="pct"/>
          </w:tcPr>
          <w:p w14:paraId="571B8F26" w14:textId="60A62164" w:rsidR="00936BB2" w:rsidRPr="000E04B9" w:rsidRDefault="00393E8F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835" w:type="pct"/>
          </w:tcPr>
          <w:p w14:paraId="574F877C" w14:textId="3EC95E65" w:rsidR="00936BB2" w:rsidRPr="000E04B9" w:rsidRDefault="00393E8F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2026" w:type="pct"/>
          </w:tcPr>
          <w:p w14:paraId="210D825B" w14:textId="77777777" w:rsidR="00936BB2" w:rsidRPr="00AF7BA2" w:rsidRDefault="00936BB2" w:rsidP="0017575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393E8F" w:rsidRPr="000E04B9" w14:paraId="27166E36" w14:textId="77777777" w:rsidTr="00546955">
        <w:tc>
          <w:tcPr>
            <w:tcW w:w="262" w:type="pct"/>
          </w:tcPr>
          <w:p w14:paraId="48D794C0" w14:textId="77777777" w:rsidR="00393E8F" w:rsidRPr="000E04B9" w:rsidRDefault="00393E8F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2.</w:t>
            </w:r>
          </w:p>
        </w:tc>
        <w:tc>
          <w:tcPr>
            <w:tcW w:w="1043" w:type="pct"/>
          </w:tcPr>
          <w:p w14:paraId="11725BF3" w14:textId="375233EE" w:rsidR="00393E8F" w:rsidRPr="00546955" w:rsidRDefault="00393E8F" w:rsidP="00546955">
            <w:pPr>
              <w:spacing w:line="245" w:lineRule="exact"/>
              <w:ind w:firstLine="34"/>
              <w:jc w:val="both"/>
              <w:rPr>
                <w:rFonts w:eastAsia="Arial Unicode MS"/>
                <w:sz w:val="24"/>
                <w:szCs w:val="28"/>
              </w:rPr>
            </w:pPr>
            <w:r w:rsidRPr="00BA449D">
              <w:t>Количество соглашений  о вза</w:t>
            </w:r>
            <w:r w:rsidRPr="00BA449D">
              <w:t>и</w:t>
            </w:r>
            <w:r w:rsidRPr="00BA449D">
              <w:t>модействии  в рамках межмун</w:t>
            </w:r>
            <w:r w:rsidRPr="00BA449D">
              <w:t>и</w:t>
            </w:r>
            <w:r w:rsidRPr="00BA449D">
              <w:t>ципального сотрудничества в ц</w:t>
            </w:r>
            <w:r w:rsidRPr="00BA449D">
              <w:t>е</w:t>
            </w:r>
            <w:r w:rsidRPr="00BA449D">
              <w:t>лях защиты общих интересов м</w:t>
            </w:r>
            <w:r w:rsidRPr="00BA449D">
              <w:t>у</w:t>
            </w:r>
            <w:r w:rsidRPr="00BA449D">
              <w:t>ниципальных образований (ед.)</w:t>
            </w:r>
          </w:p>
        </w:tc>
        <w:tc>
          <w:tcPr>
            <w:tcW w:w="834" w:type="pct"/>
          </w:tcPr>
          <w:p w14:paraId="6B3E36B7" w14:textId="0CB2B001" w:rsidR="00393E8F" w:rsidRPr="000E04B9" w:rsidRDefault="00393E8F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835" w:type="pct"/>
          </w:tcPr>
          <w:p w14:paraId="4CC60896" w14:textId="3E16D946" w:rsidR="00393E8F" w:rsidRPr="000E04B9" w:rsidRDefault="00393E8F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2026" w:type="pct"/>
          </w:tcPr>
          <w:p w14:paraId="644430F1" w14:textId="77777777" w:rsidR="00393E8F" w:rsidRPr="00677417" w:rsidRDefault="00393E8F" w:rsidP="00677417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936BB2" w:rsidRPr="000E04B9" w14:paraId="5858AF11" w14:textId="77777777" w:rsidTr="00546955">
        <w:tc>
          <w:tcPr>
            <w:tcW w:w="262" w:type="pct"/>
          </w:tcPr>
          <w:p w14:paraId="228ECD3C" w14:textId="77777777" w:rsidR="00936BB2" w:rsidRPr="000E04B9" w:rsidRDefault="00936BB2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043" w:type="pct"/>
          </w:tcPr>
          <w:p w14:paraId="5B643270" w14:textId="679F0F45" w:rsidR="00936BB2" w:rsidRPr="00546955" w:rsidRDefault="00936BB2" w:rsidP="00546955">
            <w:pPr>
              <w:tabs>
                <w:tab w:val="left" w:pos="1140"/>
              </w:tabs>
              <w:spacing w:line="235" w:lineRule="exact"/>
              <w:ind w:left="35"/>
              <w:jc w:val="both"/>
              <w:rPr>
                <w:sz w:val="24"/>
                <w:lang w:eastAsia="ar-SA"/>
              </w:rPr>
            </w:pPr>
            <w:r w:rsidRPr="00BA449D">
              <w:t>Количество выпусков бюллетеня "Официальный вестник Моше</w:t>
            </w:r>
            <w:r w:rsidRPr="00BA449D">
              <w:t>н</w:t>
            </w:r>
            <w:r w:rsidRPr="00BA449D">
              <w:t>ского муниципального района" (ед.)</w:t>
            </w:r>
          </w:p>
        </w:tc>
        <w:tc>
          <w:tcPr>
            <w:tcW w:w="834" w:type="pct"/>
          </w:tcPr>
          <w:p w14:paraId="2DEFE302" w14:textId="72E6AE21" w:rsidR="00936BB2" w:rsidRPr="000E04B9" w:rsidRDefault="00393E8F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835" w:type="pct"/>
          </w:tcPr>
          <w:p w14:paraId="66E481EA" w14:textId="71AC7676" w:rsidR="00936BB2" w:rsidRPr="000E04B9" w:rsidRDefault="00393E8F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110%</w:t>
            </w:r>
          </w:p>
        </w:tc>
        <w:tc>
          <w:tcPr>
            <w:tcW w:w="2026" w:type="pct"/>
          </w:tcPr>
          <w:p w14:paraId="6758E511" w14:textId="12EB9B97" w:rsidR="00936BB2" w:rsidRPr="000E04B9" w:rsidRDefault="00936BB2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F7BA2">
              <w:rPr>
                <w:sz w:val="24"/>
                <w:szCs w:val="24"/>
              </w:rPr>
              <w:t>увеличился объем документов, поступающих на опу</w:t>
            </w:r>
            <w:r w:rsidRPr="00AF7BA2">
              <w:rPr>
                <w:sz w:val="24"/>
                <w:szCs w:val="24"/>
              </w:rPr>
              <w:t>б</w:t>
            </w:r>
            <w:r w:rsidRPr="00AF7BA2">
              <w:rPr>
                <w:sz w:val="24"/>
                <w:szCs w:val="24"/>
              </w:rPr>
              <w:t>ликование</w:t>
            </w:r>
            <w:r>
              <w:rPr>
                <w:sz w:val="24"/>
                <w:szCs w:val="24"/>
              </w:rPr>
              <w:t>,</w:t>
            </w:r>
            <w:r w:rsidRPr="00AF7BA2">
              <w:rPr>
                <w:sz w:val="24"/>
                <w:szCs w:val="24"/>
              </w:rPr>
              <w:t xml:space="preserve"> и сократились сроки опубликования МПА, вследствие чего периодичность выпусков бюллетеня увеличилась</w:t>
            </w:r>
          </w:p>
        </w:tc>
      </w:tr>
      <w:tr w:rsidR="00393E8F" w:rsidRPr="000E04B9" w14:paraId="4145F94B" w14:textId="77777777" w:rsidTr="00546955">
        <w:tc>
          <w:tcPr>
            <w:tcW w:w="262" w:type="pct"/>
          </w:tcPr>
          <w:p w14:paraId="5D40FC9C" w14:textId="77777777" w:rsidR="00393E8F" w:rsidRDefault="00393E8F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043" w:type="pct"/>
          </w:tcPr>
          <w:p w14:paraId="2127D9EB" w14:textId="5C19B3CA" w:rsidR="00393E8F" w:rsidRPr="00546955" w:rsidRDefault="00393E8F" w:rsidP="00546955">
            <w:pPr>
              <w:tabs>
                <w:tab w:val="left" w:pos="1140"/>
              </w:tabs>
              <w:spacing w:line="240" w:lineRule="exact"/>
              <w:ind w:left="35"/>
              <w:jc w:val="both"/>
              <w:rPr>
                <w:sz w:val="24"/>
                <w:lang w:eastAsia="ar-SA"/>
              </w:rPr>
            </w:pPr>
            <w:r w:rsidRPr="00BA449D">
              <w:t>Количество проведенных райо</w:t>
            </w:r>
            <w:r w:rsidRPr="00BA449D">
              <w:t>н</w:t>
            </w:r>
            <w:r w:rsidRPr="00BA449D">
              <w:t>ных торжественных меропри</w:t>
            </w:r>
            <w:r w:rsidRPr="00BA449D">
              <w:t>я</w:t>
            </w:r>
            <w:r w:rsidRPr="00BA449D">
              <w:t>тий, посвященных Дню местного самоуправления (ед.)</w:t>
            </w:r>
          </w:p>
        </w:tc>
        <w:tc>
          <w:tcPr>
            <w:tcW w:w="834" w:type="pct"/>
          </w:tcPr>
          <w:p w14:paraId="10DFDFC5" w14:textId="4886BC22" w:rsidR="00393E8F" w:rsidRPr="00393E8F" w:rsidRDefault="00393E8F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93E8F">
              <w:rPr>
                <w:sz w:val="28"/>
                <w:szCs w:val="28"/>
              </w:rPr>
              <w:t>100%</w:t>
            </w:r>
          </w:p>
        </w:tc>
        <w:tc>
          <w:tcPr>
            <w:tcW w:w="835" w:type="pct"/>
          </w:tcPr>
          <w:p w14:paraId="77984268" w14:textId="73EC39B1" w:rsidR="00393E8F" w:rsidRPr="00393E8F" w:rsidRDefault="00393E8F" w:rsidP="00175753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93E8F">
              <w:rPr>
                <w:sz w:val="28"/>
                <w:szCs w:val="28"/>
              </w:rPr>
              <w:t>100%</w:t>
            </w:r>
          </w:p>
        </w:tc>
        <w:tc>
          <w:tcPr>
            <w:tcW w:w="2026" w:type="pct"/>
          </w:tcPr>
          <w:p w14:paraId="273898AD" w14:textId="32E83FFD" w:rsidR="00393E8F" w:rsidRPr="00AF7BA2" w:rsidRDefault="00393E8F" w:rsidP="002162B5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</w:tbl>
    <w:p w14:paraId="3EE58304" w14:textId="77777777" w:rsidR="00C5419D" w:rsidRDefault="00C5419D" w:rsidP="00546955">
      <w:pPr>
        <w:keepNext/>
        <w:keepLines/>
        <w:ind w:firstLine="709"/>
        <w:jc w:val="both"/>
        <w:outlineLvl w:val="3"/>
        <w:rPr>
          <w:b/>
          <w:sz w:val="28"/>
          <w:szCs w:val="28"/>
        </w:rPr>
      </w:pPr>
    </w:p>
    <w:p w14:paraId="05E003C7" w14:textId="77777777" w:rsidR="00546955" w:rsidRDefault="00546955" w:rsidP="00546955">
      <w:pPr>
        <w:keepNext/>
        <w:keepLines/>
        <w:ind w:firstLine="709"/>
        <w:jc w:val="both"/>
        <w:outlineLvl w:val="3"/>
        <w:rPr>
          <w:sz w:val="28"/>
          <w:szCs w:val="28"/>
        </w:rPr>
      </w:pPr>
      <w:r w:rsidRPr="002527C8">
        <w:rPr>
          <w:b/>
          <w:sz w:val="28"/>
          <w:szCs w:val="28"/>
        </w:rPr>
        <w:t>Подпрограмма</w:t>
      </w:r>
      <w:r w:rsidR="00B50134" w:rsidRPr="002527C8">
        <w:rPr>
          <w:b/>
          <w:sz w:val="28"/>
          <w:szCs w:val="28"/>
        </w:rPr>
        <w:t xml:space="preserve"> </w:t>
      </w:r>
      <w:r w:rsidRPr="002527C8">
        <w:rPr>
          <w:sz w:val="28"/>
          <w:szCs w:val="28"/>
        </w:rPr>
        <w:t>«Обеспечение хранения архивного фонда муниципального района»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0"/>
        <w:gridCol w:w="3544"/>
        <w:gridCol w:w="1972"/>
        <w:gridCol w:w="2140"/>
        <w:gridCol w:w="6269"/>
      </w:tblGrid>
      <w:tr w:rsidR="00546955" w:rsidRPr="000E04B9" w14:paraId="211AA75D" w14:textId="77777777" w:rsidTr="004F3141">
        <w:tc>
          <w:tcPr>
            <w:tcW w:w="262" w:type="pct"/>
            <w:vMerge w:val="restart"/>
          </w:tcPr>
          <w:p w14:paraId="7DFD9C2A" w14:textId="77777777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№п/п</w:t>
            </w:r>
          </w:p>
        </w:tc>
        <w:tc>
          <w:tcPr>
            <w:tcW w:w="1206" w:type="pct"/>
            <w:vMerge w:val="restart"/>
          </w:tcPr>
          <w:p w14:paraId="055D0447" w14:textId="77777777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Наименование целевого п</w:t>
            </w:r>
            <w:r w:rsidRPr="000E04B9">
              <w:rPr>
                <w:sz w:val="28"/>
                <w:szCs w:val="28"/>
              </w:rPr>
              <w:t>о</w:t>
            </w:r>
            <w:r w:rsidRPr="000E04B9">
              <w:rPr>
                <w:sz w:val="28"/>
                <w:szCs w:val="28"/>
              </w:rPr>
              <w:t>казателя, единица измер</w:t>
            </w:r>
            <w:r w:rsidRPr="000E04B9">
              <w:rPr>
                <w:sz w:val="28"/>
                <w:szCs w:val="28"/>
              </w:rPr>
              <w:t>е</w:t>
            </w:r>
            <w:r w:rsidRPr="000E04B9">
              <w:rPr>
                <w:sz w:val="28"/>
                <w:szCs w:val="28"/>
              </w:rPr>
              <w:t>ния</w:t>
            </w:r>
          </w:p>
        </w:tc>
        <w:tc>
          <w:tcPr>
            <w:tcW w:w="1399" w:type="pct"/>
            <w:gridSpan w:val="2"/>
          </w:tcPr>
          <w:p w14:paraId="5C79C593" w14:textId="77777777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2133" w:type="pct"/>
            <w:vMerge w:val="restart"/>
          </w:tcPr>
          <w:p w14:paraId="469D7191" w14:textId="77777777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Обоснование отклонений значений целевого пок</w:t>
            </w:r>
            <w:r w:rsidRPr="000E04B9">
              <w:rPr>
                <w:sz w:val="28"/>
                <w:szCs w:val="28"/>
              </w:rPr>
              <w:t>а</w:t>
            </w:r>
            <w:r w:rsidRPr="000E04B9">
              <w:rPr>
                <w:sz w:val="28"/>
                <w:szCs w:val="28"/>
              </w:rPr>
              <w:t>зателя на конец отчетного периода (при наличии)</w:t>
            </w:r>
          </w:p>
        </w:tc>
      </w:tr>
      <w:tr w:rsidR="00546955" w:rsidRPr="000E04B9" w14:paraId="248E9A30" w14:textId="77777777" w:rsidTr="004F3141">
        <w:tc>
          <w:tcPr>
            <w:tcW w:w="262" w:type="pct"/>
            <w:vMerge/>
          </w:tcPr>
          <w:p w14:paraId="16934C8A" w14:textId="77777777" w:rsidR="00546955" w:rsidRPr="000E04B9" w:rsidRDefault="00546955" w:rsidP="005469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6" w:type="pct"/>
            <w:vMerge/>
          </w:tcPr>
          <w:p w14:paraId="2BEC14FD" w14:textId="77777777" w:rsidR="00546955" w:rsidRPr="000E04B9" w:rsidRDefault="00546955" w:rsidP="005469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1" w:type="pct"/>
          </w:tcPr>
          <w:p w14:paraId="1AEDF2FF" w14:textId="77777777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план на тек</w:t>
            </w:r>
            <w:r w:rsidRPr="000E04B9">
              <w:rPr>
                <w:sz w:val="28"/>
                <w:szCs w:val="28"/>
              </w:rPr>
              <w:t>у</w:t>
            </w:r>
            <w:r w:rsidRPr="000E04B9">
              <w:rPr>
                <w:sz w:val="28"/>
                <w:szCs w:val="28"/>
              </w:rPr>
              <w:t>щий год</w:t>
            </w:r>
          </w:p>
        </w:tc>
        <w:tc>
          <w:tcPr>
            <w:tcW w:w="728" w:type="pct"/>
          </w:tcPr>
          <w:p w14:paraId="358FE63F" w14:textId="77777777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факт за отче</w:t>
            </w:r>
            <w:r w:rsidRPr="000E04B9">
              <w:rPr>
                <w:sz w:val="28"/>
                <w:szCs w:val="28"/>
              </w:rPr>
              <w:t>т</w:t>
            </w:r>
            <w:r w:rsidRPr="000E04B9">
              <w:rPr>
                <w:sz w:val="28"/>
                <w:szCs w:val="28"/>
              </w:rPr>
              <w:t>ный период</w:t>
            </w:r>
          </w:p>
        </w:tc>
        <w:tc>
          <w:tcPr>
            <w:tcW w:w="2133" w:type="pct"/>
            <w:vMerge/>
          </w:tcPr>
          <w:p w14:paraId="6C80CEE8" w14:textId="77777777" w:rsidR="00546955" w:rsidRPr="000E04B9" w:rsidRDefault="00546955" w:rsidP="00546955">
            <w:pPr>
              <w:jc w:val="center"/>
              <w:rPr>
                <w:sz w:val="28"/>
                <w:szCs w:val="28"/>
              </w:rPr>
            </w:pPr>
          </w:p>
        </w:tc>
      </w:tr>
      <w:tr w:rsidR="009F1258" w:rsidRPr="000E04B9" w14:paraId="09C420B9" w14:textId="77777777" w:rsidTr="004F3141">
        <w:tc>
          <w:tcPr>
            <w:tcW w:w="262" w:type="pct"/>
          </w:tcPr>
          <w:p w14:paraId="0DBDD950" w14:textId="77777777" w:rsidR="009F1258" w:rsidRPr="000E04B9" w:rsidRDefault="009F1258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1.</w:t>
            </w:r>
          </w:p>
        </w:tc>
        <w:tc>
          <w:tcPr>
            <w:tcW w:w="1206" w:type="pct"/>
          </w:tcPr>
          <w:p w14:paraId="47469C8B" w14:textId="77777777" w:rsidR="009F1258" w:rsidRPr="00E7206C" w:rsidRDefault="009F1258" w:rsidP="00042680">
            <w:pPr>
              <w:tabs>
                <w:tab w:val="left" w:pos="1140"/>
              </w:tabs>
              <w:spacing w:line="240" w:lineRule="exact"/>
              <w:ind w:right="91"/>
              <w:jc w:val="both"/>
              <w:rPr>
                <w:rFonts w:eastAsia="Calibri"/>
                <w:sz w:val="24"/>
                <w:szCs w:val="28"/>
                <w:lang w:eastAsia="ar-SA"/>
              </w:rPr>
            </w:pPr>
            <w:r w:rsidRPr="00E7206C">
              <w:rPr>
                <w:rFonts w:eastAsia="Calibri"/>
                <w:sz w:val="24"/>
                <w:szCs w:val="28"/>
                <w:lang w:eastAsia="en-US"/>
              </w:rPr>
              <w:t>Доля архивных документов, находящихся на хранении в м</w:t>
            </w:r>
            <w:r w:rsidRPr="00E7206C">
              <w:rPr>
                <w:rFonts w:eastAsia="Calibri"/>
                <w:sz w:val="24"/>
                <w:szCs w:val="28"/>
                <w:lang w:eastAsia="en-US"/>
              </w:rPr>
              <w:t>у</w:t>
            </w:r>
            <w:r w:rsidRPr="00E7206C">
              <w:rPr>
                <w:rFonts w:eastAsia="Calibri"/>
                <w:sz w:val="24"/>
                <w:szCs w:val="28"/>
                <w:lang w:eastAsia="en-US"/>
              </w:rPr>
              <w:t>ниципальном архиве, в архив</w:t>
            </w:r>
            <w:r w:rsidRPr="00E7206C">
              <w:rPr>
                <w:rFonts w:eastAsia="Calibri"/>
                <w:sz w:val="24"/>
                <w:szCs w:val="28"/>
                <w:lang w:eastAsia="en-US"/>
              </w:rPr>
              <w:t>о</w:t>
            </w:r>
            <w:r w:rsidRPr="00E7206C">
              <w:rPr>
                <w:rFonts w:eastAsia="Calibri"/>
                <w:sz w:val="24"/>
                <w:szCs w:val="28"/>
                <w:lang w:eastAsia="en-US"/>
              </w:rPr>
              <w:t>хранилищах, оборудованных охранной сигнализацией  и п</w:t>
            </w:r>
            <w:r w:rsidRPr="00E7206C">
              <w:rPr>
                <w:rFonts w:eastAsia="Calibri"/>
                <w:sz w:val="24"/>
                <w:szCs w:val="28"/>
                <w:lang w:eastAsia="en-US"/>
              </w:rPr>
              <w:t>о</w:t>
            </w:r>
            <w:r w:rsidRPr="00E7206C">
              <w:rPr>
                <w:rFonts w:eastAsia="Calibri"/>
                <w:sz w:val="24"/>
                <w:szCs w:val="28"/>
                <w:lang w:eastAsia="en-US"/>
              </w:rPr>
              <w:t>жарной сигнализацией, с но</w:t>
            </w:r>
            <w:r w:rsidRPr="00E7206C">
              <w:rPr>
                <w:rFonts w:eastAsia="Calibri"/>
                <w:sz w:val="24"/>
                <w:szCs w:val="28"/>
                <w:lang w:eastAsia="en-US"/>
              </w:rPr>
              <w:t>р</w:t>
            </w:r>
            <w:r w:rsidRPr="00E7206C">
              <w:rPr>
                <w:rFonts w:eastAsia="Calibri"/>
                <w:sz w:val="24"/>
                <w:szCs w:val="28"/>
                <w:lang w:eastAsia="en-US"/>
              </w:rPr>
              <w:t>мативным температурно-влажностным режимом</w:t>
            </w:r>
          </w:p>
        </w:tc>
        <w:tc>
          <w:tcPr>
            <w:tcW w:w="671" w:type="pct"/>
          </w:tcPr>
          <w:p w14:paraId="7AF04919" w14:textId="77777777" w:rsidR="009F1258" w:rsidRPr="00032653" w:rsidRDefault="00E066BB" w:rsidP="002707F6">
            <w:pPr>
              <w:tabs>
                <w:tab w:val="left" w:pos="1140"/>
              </w:tabs>
              <w:spacing w:line="240" w:lineRule="exact"/>
              <w:jc w:val="center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100%</w:t>
            </w:r>
          </w:p>
        </w:tc>
        <w:tc>
          <w:tcPr>
            <w:tcW w:w="728" w:type="pct"/>
          </w:tcPr>
          <w:p w14:paraId="6F3144A8" w14:textId="77777777" w:rsidR="009F1258" w:rsidRPr="00032653" w:rsidRDefault="00B63B78" w:rsidP="004F3141">
            <w:pPr>
              <w:tabs>
                <w:tab w:val="left" w:pos="1140"/>
              </w:tabs>
              <w:spacing w:line="240" w:lineRule="exact"/>
              <w:jc w:val="center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10</w:t>
            </w:r>
            <w:r w:rsidR="004F3141">
              <w:rPr>
                <w:sz w:val="28"/>
                <w:lang w:eastAsia="ar-SA"/>
              </w:rPr>
              <w:t>0</w:t>
            </w:r>
            <w:r w:rsidR="00E066BB" w:rsidRPr="00E066BB">
              <w:rPr>
                <w:sz w:val="28"/>
                <w:lang w:eastAsia="ar-SA"/>
              </w:rPr>
              <w:t>%</w:t>
            </w:r>
          </w:p>
        </w:tc>
        <w:tc>
          <w:tcPr>
            <w:tcW w:w="2133" w:type="pct"/>
          </w:tcPr>
          <w:p w14:paraId="5023D58B" w14:textId="77777777" w:rsidR="009F1258" w:rsidRPr="000E04B9" w:rsidRDefault="009F1258" w:rsidP="002707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9F1258" w:rsidRPr="000E04B9" w14:paraId="76EA8B7A" w14:textId="77777777" w:rsidTr="004F3141">
        <w:tc>
          <w:tcPr>
            <w:tcW w:w="262" w:type="pct"/>
          </w:tcPr>
          <w:p w14:paraId="442809E9" w14:textId="77777777" w:rsidR="009F1258" w:rsidRPr="000E04B9" w:rsidRDefault="009F1258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2.</w:t>
            </w:r>
          </w:p>
        </w:tc>
        <w:tc>
          <w:tcPr>
            <w:tcW w:w="1206" w:type="pct"/>
          </w:tcPr>
          <w:p w14:paraId="4F110C08" w14:textId="77777777" w:rsidR="009F1258" w:rsidRPr="00E7206C" w:rsidRDefault="009F1258" w:rsidP="00042680">
            <w:pPr>
              <w:tabs>
                <w:tab w:val="left" w:pos="1140"/>
              </w:tabs>
              <w:spacing w:line="240" w:lineRule="exact"/>
              <w:ind w:right="91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E7206C">
              <w:rPr>
                <w:rFonts w:eastAsia="Calibri"/>
                <w:sz w:val="24"/>
                <w:szCs w:val="28"/>
                <w:lang w:eastAsia="en-US"/>
              </w:rPr>
              <w:t>Оснащенность архивохранилищ контрольно-измерительными приборами</w:t>
            </w:r>
          </w:p>
        </w:tc>
        <w:tc>
          <w:tcPr>
            <w:tcW w:w="671" w:type="pct"/>
          </w:tcPr>
          <w:p w14:paraId="5C076752" w14:textId="77777777" w:rsidR="009F1258" w:rsidRPr="00032653" w:rsidRDefault="00E066BB" w:rsidP="002707F6">
            <w:pPr>
              <w:tabs>
                <w:tab w:val="left" w:pos="1140"/>
              </w:tabs>
              <w:spacing w:line="240" w:lineRule="exact"/>
              <w:jc w:val="center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100%</w:t>
            </w:r>
          </w:p>
        </w:tc>
        <w:tc>
          <w:tcPr>
            <w:tcW w:w="728" w:type="pct"/>
          </w:tcPr>
          <w:p w14:paraId="23139B85" w14:textId="77777777" w:rsidR="009F1258" w:rsidRPr="00032653" w:rsidRDefault="00E066BB" w:rsidP="002707F6">
            <w:pPr>
              <w:tabs>
                <w:tab w:val="left" w:pos="1140"/>
              </w:tabs>
              <w:spacing w:line="240" w:lineRule="exact"/>
              <w:jc w:val="center"/>
              <w:rPr>
                <w:sz w:val="28"/>
                <w:lang w:eastAsia="ar-SA"/>
              </w:rPr>
            </w:pPr>
            <w:r w:rsidRPr="00E066BB">
              <w:rPr>
                <w:sz w:val="28"/>
                <w:lang w:eastAsia="ar-SA"/>
              </w:rPr>
              <w:t>100%</w:t>
            </w:r>
          </w:p>
        </w:tc>
        <w:tc>
          <w:tcPr>
            <w:tcW w:w="2133" w:type="pct"/>
          </w:tcPr>
          <w:p w14:paraId="4241F1EB" w14:textId="77777777" w:rsidR="009F1258" w:rsidRPr="000E04B9" w:rsidRDefault="009F1258" w:rsidP="002707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9F1258" w:rsidRPr="000E04B9" w14:paraId="7112B4E7" w14:textId="77777777" w:rsidTr="004F3141">
        <w:tc>
          <w:tcPr>
            <w:tcW w:w="262" w:type="pct"/>
          </w:tcPr>
          <w:p w14:paraId="1EF5AF9F" w14:textId="77777777" w:rsidR="009F1258" w:rsidRPr="000E04B9" w:rsidRDefault="009F1258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206" w:type="pct"/>
          </w:tcPr>
          <w:p w14:paraId="525F3A9B" w14:textId="77777777" w:rsidR="009F1258" w:rsidRPr="00E7206C" w:rsidRDefault="009F1258" w:rsidP="00042680">
            <w:pPr>
              <w:tabs>
                <w:tab w:val="left" w:pos="1140"/>
              </w:tabs>
              <w:spacing w:line="240" w:lineRule="exact"/>
              <w:ind w:right="91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E7206C">
              <w:rPr>
                <w:rFonts w:eastAsia="Calibri"/>
                <w:sz w:val="24"/>
                <w:szCs w:val="28"/>
                <w:lang w:eastAsia="en-US"/>
              </w:rPr>
              <w:t>Доля архивных документов, размещенных на металлических стеллажах</w:t>
            </w:r>
          </w:p>
        </w:tc>
        <w:tc>
          <w:tcPr>
            <w:tcW w:w="671" w:type="pct"/>
          </w:tcPr>
          <w:p w14:paraId="2A582FF7" w14:textId="77777777" w:rsidR="009F1258" w:rsidRPr="00032653" w:rsidRDefault="00E066BB" w:rsidP="002707F6">
            <w:pPr>
              <w:tabs>
                <w:tab w:val="left" w:pos="1140"/>
              </w:tabs>
              <w:spacing w:line="240" w:lineRule="exact"/>
              <w:jc w:val="center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100%</w:t>
            </w:r>
          </w:p>
        </w:tc>
        <w:tc>
          <w:tcPr>
            <w:tcW w:w="728" w:type="pct"/>
          </w:tcPr>
          <w:p w14:paraId="1434E08A" w14:textId="77777777" w:rsidR="009F1258" w:rsidRPr="00032653" w:rsidRDefault="00B63B78" w:rsidP="002707F6">
            <w:pPr>
              <w:tabs>
                <w:tab w:val="left" w:pos="1140"/>
              </w:tabs>
              <w:spacing w:line="240" w:lineRule="exact"/>
              <w:jc w:val="center"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10</w:t>
            </w:r>
            <w:r w:rsidR="004F3141">
              <w:rPr>
                <w:sz w:val="28"/>
                <w:lang w:eastAsia="ar-SA"/>
              </w:rPr>
              <w:t>0%</w:t>
            </w:r>
          </w:p>
        </w:tc>
        <w:tc>
          <w:tcPr>
            <w:tcW w:w="2133" w:type="pct"/>
          </w:tcPr>
          <w:p w14:paraId="4B96BE63" w14:textId="77777777" w:rsidR="009F1258" w:rsidRPr="000E04B9" w:rsidRDefault="009F1258" w:rsidP="002707F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14:paraId="75B2F30F" w14:textId="77777777" w:rsidR="00CF5C00" w:rsidRDefault="00CF5C00" w:rsidP="00546955">
      <w:pPr>
        <w:keepNext/>
        <w:keepLines/>
        <w:ind w:firstLine="709"/>
        <w:jc w:val="both"/>
        <w:outlineLvl w:val="3"/>
        <w:rPr>
          <w:b/>
          <w:sz w:val="28"/>
          <w:szCs w:val="28"/>
        </w:rPr>
      </w:pPr>
    </w:p>
    <w:p w14:paraId="6D236B13" w14:textId="77777777" w:rsidR="00546955" w:rsidRPr="00C5419D" w:rsidRDefault="00546955" w:rsidP="00546955">
      <w:pPr>
        <w:keepNext/>
        <w:keepLines/>
        <w:ind w:firstLine="709"/>
        <w:jc w:val="both"/>
        <w:outlineLvl w:val="3"/>
        <w:rPr>
          <w:bCs/>
          <w:sz w:val="28"/>
          <w:szCs w:val="26"/>
        </w:rPr>
      </w:pPr>
      <w:r w:rsidRPr="002527C8">
        <w:rPr>
          <w:b/>
          <w:sz w:val="28"/>
          <w:szCs w:val="28"/>
        </w:rPr>
        <w:t>Подпрограмма</w:t>
      </w:r>
      <w:r w:rsidR="00DB0FB7" w:rsidRPr="002527C8">
        <w:rPr>
          <w:b/>
          <w:sz w:val="28"/>
          <w:szCs w:val="28"/>
        </w:rPr>
        <w:t xml:space="preserve"> </w:t>
      </w:r>
      <w:r w:rsidRPr="002527C8">
        <w:rPr>
          <w:bCs/>
          <w:sz w:val="28"/>
          <w:szCs w:val="26"/>
        </w:rPr>
        <w:t>«Развитие информационного общества и формирование электронного муниципалитета</w:t>
      </w:r>
      <w:r w:rsidRPr="002527C8">
        <w:rPr>
          <w:sz w:val="28"/>
          <w:szCs w:val="28"/>
        </w:rPr>
        <w:t xml:space="preserve"> в Моше</w:t>
      </w:r>
      <w:r w:rsidRPr="002527C8">
        <w:rPr>
          <w:sz w:val="28"/>
          <w:szCs w:val="28"/>
        </w:rPr>
        <w:t>н</w:t>
      </w:r>
      <w:r w:rsidRPr="002527C8">
        <w:rPr>
          <w:sz w:val="28"/>
          <w:szCs w:val="28"/>
        </w:rPr>
        <w:t>ском муниципальном районе</w:t>
      </w:r>
      <w:r w:rsidRPr="002527C8">
        <w:rPr>
          <w:bCs/>
          <w:sz w:val="28"/>
          <w:szCs w:val="26"/>
        </w:rPr>
        <w:t>»</w:t>
      </w:r>
    </w:p>
    <w:p w14:paraId="02CFB603" w14:textId="77777777" w:rsidR="00CF5C00" w:rsidRPr="00B37F5B" w:rsidRDefault="00CF5C00" w:rsidP="00546955">
      <w:pPr>
        <w:keepNext/>
        <w:keepLines/>
        <w:ind w:firstLine="709"/>
        <w:jc w:val="both"/>
        <w:outlineLvl w:val="3"/>
        <w:rPr>
          <w:bCs/>
          <w:color w:val="FF0000"/>
          <w:sz w:val="28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065"/>
        <w:gridCol w:w="2451"/>
        <w:gridCol w:w="2454"/>
        <w:gridCol w:w="5954"/>
      </w:tblGrid>
      <w:tr w:rsidR="00546955" w:rsidRPr="000E04B9" w14:paraId="48602650" w14:textId="77777777" w:rsidTr="00E7206C">
        <w:tc>
          <w:tcPr>
            <w:tcW w:w="262" w:type="pct"/>
            <w:vMerge w:val="restart"/>
          </w:tcPr>
          <w:p w14:paraId="7586392C" w14:textId="77777777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№п/п</w:t>
            </w:r>
          </w:p>
        </w:tc>
        <w:tc>
          <w:tcPr>
            <w:tcW w:w="1043" w:type="pct"/>
            <w:vMerge w:val="restart"/>
          </w:tcPr>
          <w:p w14:paraId="394C5402" w14:textId="77777777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Наименование целевого показателя, единица и</w:t>
            </w:r>
            <w:r w:rsidRPr="000E04B9">
              <w:rPr>
                <w:sz w:val="28"/>
                <w:szCs w:val="28"/>
              </w:rPr>
              <w:t>з</w:t>
            </w:r>
            <w:r w:rsidRPr="000E04B9">
              <w:rPr>
                <w:sz w:val="28"/>
                <w:szCs w:val="28"/>
              </w:rPr>
              <w:t>мерения</w:t>
            </w:r>
          </w:p>
        </w:tc>
        <w:tc>
          <w:tcPr>
            <w:tcW w:w="1669" w:type="pct"/>
            <w:gridSpan w:val="2"/>
          </w:tcPr>
          <w:p w14:paraId="403FA76B" w14:textId="77777777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2026" w:type="pct"/>
            <w:vMerge w:val="restart"/>
          </w:tcPr>
          <w:p w14:paraId="650693C7" w14:textId="77777777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Обоснование отклонений значений целевого показателя на конец отчетного периода (при наличии)</w:t>
            </w:r>
          </w:p>
        </w:tc>
      </w:tr>
      <w:tr w:rsidR="00546955" w:rsidRPr="000E04B9" w14:paraId="6A2D8DFA" w14:textId="77777777" w:rsidTr="00E7206C">
        <w:tc>
          <w:tcPr>
            <w:tcW w:w="262" w:type="pct"/>
            <w:vMerge/>
          </w:tcPr>
          <w:p w14:paraId="2BAAAFEB" w14:textId="77777777" w:rsidR="00546955" w:rsidRPr="000E04B9" w:rsidRDefault="00546955" w:rsidP="005469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pct"/>
            <w:vMerge/>
          </w:tcPr>
          <w:p w14:paraId="4E2B9094" w14:textId="77777777" w:rsidR="00546955" w:rsidRPr="000E04B9" w:rsidRDefault="00546955" w:rsidP="005469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</w:tcPr>
          <w:p w14:paraId="78565F2B" w14:textId="77777777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план на текущий год</w:t>
            </w:r>
          </w:p>
        </w:tc>
        <w:tc>
          <w:tcPr>
            <w:tcW w:w="835" w:type="pct"/>
          </w:tcPr>
          <w:p w14:paraId="248DF9EC" w14:textId="77777777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факт за отчетный период</w:t>
            </w:r>
          </w:p>
        </w:tc>
        <w:tc>
          <w:tcPr>
            <w:tcW w:w="2026" w:type="pct"/>
            <w:vMerge/>
          </w:tcPr>
          <w:p w14:paraId="75B98B9A" w14:textId="77777777" w:rsidR="00546955" w:rsidRPr="000E04B9" w:rsidRDefault="00546955" w:rsidP="00546955">
            <w:pPr>
              <w:jc w:val="center"/>
              <w:rPr>
                <w:sz w:val="28"/>
                <w:szCs w:val="28"/>
              </w:rPr>
            </w:pPr>
          </w:p>
        </w:tc>
      </w:tr>
      <w:tr w:rsidR="00814E44" w:rsidRPr="000E04B9" w14:paraId="3760A285" w14:textId="77777777" w:rsidTr="00E7206C">
        <w:tc>
          <w:tcPr>
            <w:tcW w:w="262" w:type="pct"/>
          </w:tcPr>
          <w:p w14:paraId="70AC938C" w14:textId="77777777" w:rsidR="00814E44" w:rsidRPr="000E04B9" w:rsidRDefault="00814E44" w:rsidP="00814E4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1.</w:t>
            </w:r>
          </w:p>
        </w:tc>
        <w:tc>
          <w:tcPr>
            <w:tcW w:w="1043" w:type="pct"/>
          </w:tcPr>
          <w:p w14:paraId="27A558FF" w14:textId="18CBC854" w:rsidR="00814E44" w:rsidRPr="00814E44" w:rsidRDefault="00814E44" w:rsidP="00814E4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bookmarkStart w:id="1" w:name="_Hlk93054519"/>
            <w:r w:rsidRPr="00814E44">
              <w:rPr>
                <w:spacing w:val="-14"/>
                <w:sz w:val="28"/>
                <w:szCs w:val="28"/>
              </w:rPr>
              <w:t>Доля органов местного с</w:t>
            </w:r>
            <w:r w:rsidRPr="00814E44">
              <w:rPr>
                <w:spacing w:val="-14"/>
                <w:sz w:val="28"/>
                <w:szCs w:val="28"/>
              </w:rPr>
              <w:t>а</w:t>
            </w:r>
            <w:r w:rsidRPr="00814E44">
              <w:rPr>
                <w:spacing w:val="-14"/>
                <w:sz w:val="28"/>
                <w:szCs w:val="28"/>
              </w:rPr>
              <w:t>моуправления,  использ</w:t>
            </w:r>
            <w:r w:rsidRPr="00814E44">
              <w:rPr>
                <w:spacing w:val="-14"/>
                <w:sz w:val="28"/>
                <w:szCs w:val="28"/>
              </w:rPr>
              <w:t>у</w:t>
            </w:r>
            <w:r w:rsidRPr="00814E44">
              <w:rPr>
                <w:spacing w:val="-14"/>
                <w:sz w:val="28"/>
                <w:szCs w:val="28"/>
              </w:rPr>
              <w:t>ющих электронный док</w:t>
            </w:r>
            <w:r w:rsidRPr="00814E44">
              <w:rPr>
                <w:spacing w:val="-14"/>
                <w:sz w:val="28"/>
                <w:szCs w:val="28"/>
              </w:rPr>
              <w:t>у</w:t>
            </w:r>
            <w:r w:rsidRPr="00814E44">
              <w:rPr>
                <w:spacing w:val="-14"/>
                <w:sz w:val="28"/>
                <w:szCs w:val="28"/>
              </w:rPr>
              <w:t>ментооборот</w:t>
            </w:r>
            <w:proofErr w:type="gramStart"/>
            <w:r w:rsidRPr="00814E44">
              <w:rPr>
                <w:spacing w:val="-14"/>
                <w:sz w:val="28"/>
                <w:szCs w:val="28"/>
              </w:rPr>
              <w:t xml:space="preserve"> </w:t>
            </w:r>
            <w:bookmarkEnd w:id="1"/>
            <w:r w:rsidRPr="00814E44">
              <w:rPr>
                <w:spacing w:val="-14"/>
                <w:sz w:val="28"/>
                <w:szCs w:val="28"/>
              </w:rPr>
              <w:t>(%)</w:t>
            </w:r>
            <w:proofErr w:type="gramEnd"/>
          </w:p>
        </w:tc>
        <w:tc>
          <w:tcPr>
            <w:tcW w:w="834" w:type="pct"/>
          </w:tcPr>
          <w:p w14:paraId="0D540149" w14:textId="595312C0" w:rsidR="00814E44" w:rsidRPr="00814E44" w:rsidRDefault="00814E44" w:rsidP="00814E4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pacing w:val="-20"/>
                <w:sz w:val="24"/>
                <w:szCs w:val="24"/>
                <w:lang w:eastAsia="en-US"/>
              </w:rPr>
            </w:pPr>
            <w:r w:rsidRPr="00814E44">
              <w:rPr>
                <w:spacing w:val="-20"/>
                <w:sz w:val="24"/>
                <w:szCs w:val="24"/>
              </w:rPr>
              <w:t>90,0</w:t>
            </w:r>
          </w:p>
        </w:tc>
        <w:tc>
          <w:tcPr>
            <w:tcW w:w="835" w:type="pct"/>
          </w:tcPr>
          <w:p w14:paraId="6AC20E68" w14:textId="5B116EE4" w:rsidR="00814E44" w:rsidRPr="000E04B9" w:rsidRDefault="00814E44" w:rsidP="00814E4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14E44">
              <w:rPr>
                <w:spacing w:val="-20"/>
                <w:sz w:val="24"/>
                <w:szCs w:val="24"/>
              </w:rPr>
              <w:t>90,0</w:t>
            </w:r>
          </w:p>
        </w:tc>
        <w:tc>
          <w:tcPr>
            <w:tcW w:w="2026" w:type="pct"/>
          </w:tcPr>
          <w:p w14:paraId="31AF9129" w14:textId="77777777" w:rsidR="00814E44" w:rsidRPr="000E04B9" w:rsidRDefault="00814E44" w:rsidP="00814E4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814E44" w:rsidRPr="000E04B9" w14:paraId="073806D3" w14:textId="77777777" w:rsidTr="00E7206C">
        <w:tc>
          <w:tcPr>
            <w:tcW w:w="262" w:type="pct"/>
          </w:tcPr>
          <w:p w14:paraId="11478CE1" w14:textId="77777777" w:rsidR="00814E44" w:rsidRPr="000E04B9" w:rsidRDefault="00814E44" w:rsidP="00814E4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2.</w:t>
            </w:r>
          </w:p>
        </w:tc>
        <w:tc>
          <w:tcPr>
            <w:tcW w:w="1043" w:type="pct"/>
          </w:tcPr>
          <w:p w14:paraId="00F44EF0" w14:textId="0EA6B1C4" w:rsidR="00814E44" w:rsidRPr="00814E44" w:rsidRDefault="00814E44" w:rsidP="00814E4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bookmarkStart w:id="2" w:name="_Hlk93054574"/>
            <w:r w:rsidRPr="00814E44">
              <w:rPr>
                <w:sz w:val="28"/>
                <w:szCs w:val="28"/>
              </w:rPr>
              <w:t>Доля автоматизирова</w:t>
            </w:r>
            <w:r w:rsidRPr="00814E44">
              <w:rPr>
                <w:sz w:val="28"/>
                <w:szCs w:val="28"/>
              </w:rPr>
              <w:t>н</w:t>
            </w:r>
            <w:r w:rsidRPr="00814E44">
              <w:rPr>
                <w:sz w:val="28"/>
                <w:szCs w:val="28"/>
              </w:rPr>
              <w:t>ных рабочих мест с установленным лице</w:t>
            </w:r>
            <w:r w:rsidRPr="00814E44">
              <w:rPr>
                <w:sz w:val="28"/>
                <w:szCs w:val="28"/>
              </w:rPr>
              <w:t>н</w:t>
            </w:r>
            <w:r w:rsidRPr="00814E44">
              <w:rPr>
                <w:sz w:val="28"/>
                <w:szCs w:val="28"/>
              </w:rPr>
              <w:t xml:space="preserve">зионным программным обеспечением </w:t>
            </w:r>
            <w:bookmarkEnd w:id="2"/>
            <w:r w:rsidRPr="00814E44">
              <w:rPr>
                <w:sz w:val="28"/>
                <w:szCs w:val="28"/>
              </w:rPr>
              <w:t>(%)</w:t>
            </w:r>
          </w:p>
        </w:tc>
        <w:tc>
          <w:tcPr>
            <w:tcW w:w="834" w:type="pct"/>
          </w:tcPr>
          <w:p w14:paraId="3784ED55" w14:textId="5C3B7EC1" w:rsidR="00814E44" w:rsidRPr="00814E44" w:rsidRDefault="00814E44" w:rsidP="00814E4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pacing w:val="-20"/>
                <w:sz w:val="24"/>
                <w:szCs w:val="24"/>
                <w:lang w:eastAsia="en-US"/>
              </w:rPr>
            </w:pPr>
            <w:r w:rsidRPr="00814E44">
              <w:rPr>
                <w:spacing w:val="-20"/>
                <w:sz w:val="24"/>
                <w:szCs w:val="24"/>
              </w:rPr>
              <w:t>80,0</w:t>
            </w:r>
          </w:p>
        </w:tc>
        <w:tc>
          <w:tcPr>
            <w:tcW w:w="835" w:type="pct"/>
          </w:tcPr>
          <w:p w14:paraId="0191ACCD" w14:textId="65E66D3B" w:rsidR="00814E44" w:rsidRPr="000E04B9" w:rsidRDefault="00814E44" w:rsidP="00814E4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14E44">
              <w:rPr>
                <w:spacing w:val="-20"/>
                <w:sz w:val="24"/>
                <w:szCs w:val="24"/>
              </w:rPr>
              <w:t>80,0</w:t>
            </w:r>
          </w:p>
        </w:tc>
        <w:tc>
          <w:tcPr>
            <w:tcW w:w="2026" w:type="pct"/>
          </w:tcPr>
          <w:p w14:paraId="4C9EE806" w14:textId="77777777" w:rsidR="00814E44" w:rsidRPr="000E04B9" w:rsidRDefault="00814E44" w:rsidP="00814E4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814E44" w:rsidRPr="000E04B9" w14:paraId="213ADAF3" w14:textId="77777777" w:rsidTr="00E7206C">
        <w:tc>
          <w:tcPr>
            <w:tcW w:w="262" w:type="pct"/>
          </w:tcPr>
          <w:p w14:paraId="0B6A8706" w14:textId="77777777" w:rsidR="00814E44" w:rsidRPr="000E04B9" w:rsidRDefault="00814E44" w:rsidP="00814E4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043" w:type="pct"/>
          </w:tcPr>
          <w:p w14:paraId="10CAB7C4" w14:textId="0A1AAA7B" w:rsidR="00814E44" w:rsidRPr="00814E44" w:rsidRDefault="00814E44" w:rsidP="00814E44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14E44">
              <w:rPr>
                <w:spacing w:val="-2"/>
                <w:sz w:val="28"/>
                <w:szCs w:val="28"/>
              </w:rPr>
              <w:t>Степень соответствия разделов официальных сайтов органов местного самоуправления М</w:t>
            </w:r>
            <w:r w:rsidRPr="00814E44">
              <w:rPr>
                <w:spacing w:val="-2"/>
                <w:sz w:val="28"/>
                <w:szCs w:val="28"/>
              </w:rPr>
              <w:t>о</w:t>
            </w:r>
            <w:r w:rsidRPr="00814E44">
              <w:rPr>
                <w:spacing w:val="-2"/>
                <w:sz w:val="28"/>
                <w:szCs w:val="28"/>
              </w:rPr>
              <w:t>шенского района треб</w:t>
            </w:r>
            <w:r w:rsidRPr="00814E44">
              <w:rPr>
                <w:spacing w:val="-2"/>
                <w:sz w:val="28"/>
                <w:szCs w:val="28"/>
              </w:rPr>
              <w:t>о</w:t>
            </w:r>
            <w:r w:rsidRPr="00814E44">
              <w:rPr>
                <w:spacing w:val="-2"/>
                <w:sz w:val="28"/>
                <w:szCs w:val="28"/>
              </w:rPr>
              <w:t>ваниям действующего законодательства (%)</w:t>
            </w:r>
          </w:p>
        </w:tc>
        <w:tc>
          <w:tcPr>
            <w:tcW w:w="834" w:type="pct"/>
          </w:tcPr>
          <w:p w14:paraId="4BF891B9" w14:textId="0B6F2D15" w:rsidR="00814E44" w:rsidRPr="00814E44" w:rsidRDefault="00814E44" w:rsidP="00814E4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pacing w:val="-20"/>
                <w:sz w:val="24"/>
                <w:szCs w:val="24"/>
                <w:lang w:eastAsia="en-US"/>
              </w:rPr>
            </w:pPr>
            <w:r w:rsidRPr="00814E44">
              <w:rPr>
                <w:spacing w:val="-20"/>
                <w:sz w:val="24"/>
                <w:szCs w:val="24"/>
              </w:rPr>
              <w:t>90,0</w:t>
            </w:r>
          </w:p>
        </w:tc>
        <w:tc>
          <w:tcPr>
            <w:tcW w:w="835" w:type="pct"/>
          </w:tcPr>
          <w:p w14:paraId="19FB56E7" w14:textId="2268DA24" w:rsidR="00814E44" w:rsidRPr="000E04B9" w:rsidRDefault="00814E44" w:rsidP="00814E4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14E44">
              <w:rPr>
                <w:spacing w:val="-20"/>
                <w:sz w:val="24"/>
                <w:szCs w:val="24"/>
              </w:rPr>
              <w:t>90,0</w:t>
            </w:r>
          </w:p>
        </w:tc>
        <w:tc>
          <w:tcPr>
            <w:tcW w:w="2026" w:type="pct"/>
          </w:tcPr>
          <w:p w14:paraId="5A419696" w14:textId="77777777" w:rsidR="00814E44" w:rsidRPr="000E04B9" w:rsidRDefault="00814E44" w:rsidP="00814E4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814E44" w:rsidRPr="000E04B9" w14:paraId="70385E32" w14:textId="77777777" w:rsidTr="00E7206C">
        <w:tc>
          <w:tcPr>
            <w:tcW w:w="262" w:type="pct"/>
          </w:tcPr>
          <w:p w14:paraId="69EE69AD" w14:textId="77777777" w:rsidR="00814E44" w:rsidRDefault="00814E44" w:rsidP="00814E4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43" w:type="pct"/>
          </w:tcPr>
          <w:p w14:paraId="7A590409" w14:textId="6E6626A1" w:rsidR="00814E44" w:rsidRPr="00814E44" w:rsidRDefault="00814E44" w:rsidP="00814E4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814E44">
              <w:rPr>
                <w:sz w:val="28"/>
                <w:szCs w:val="28"/>
              </w:rPr>
              <w:t>Доля автоматизирова</w:t>
            </w:r>
            <w:r w:rsidRPr="00814E44">
              <w:rPr>
                <w:sz w:val="28"/>
                <w:szCs w:val="28"/>
              </w:rPr>
              <w:t>н</w:t>
            </w:r>
            <w:r w:rsidRPr="00814E44">
              <w:rPr>
                <w:sz w:val="28"/>
                <w:szCs w:val="28"/>
              </w:rPr>
              <w:t>ных рабочих мест, участвующих в пред</w:t>
            </w:r>
            <w:r w:rsidRPr="00814E44">
              <w:rPr>
                <w:sz w:val="28"/>
                <w:szCs w:val="28"/>
              </w:rPr>
              <w:t>о</w:t>
            </w:r>
            <w:r w:rsidRPr="00814E44">
              <w:rPr>
                <w:sz w:val="28"/>
                <w:szCs w:val="28"/>
              </w:rPr>
              <w:t>ставлении госуда</w:t>
            </w:r>
            <w:r w:rsidRPr="00814E44">
              <w:rPr>
                <w:sz w:val="28"/>
                <w:szCs w:val="28"/>
              </w:rPr>
              <w:t>р</w:t>
            </w:r>
            <w:r w:rsidRPr="00814E44">
              <w:rPr>
                <w:sz w:val="28"/>
                <w:szCs w:val="28"/>
              </w:rPr>
              <w:t>ственных и муниц</w:t>
            </w:r>
            <w:r w:rsidRPr="00814E44">
              <w:rPr>
                <w:sz w:val="28"/>
                <w:szCs w:val="28"/>
              </w:rPr>
              <w:t>и</w:t>
            </w:r>
            <w:r w:rsidRPr="00814E44">
              <w:rPr>
                <w:sz w:val="28"/>
                <w:szCs w:val="28"/>
              </w:rPr>
              <w:t>пальных услуг и испо</w:t>
            </w:r>
            <w:r w:rsidRPr="00814E44">
              <w:rPr>
                <w:sz w:val="28"/>
                <w:szCs w:val="28"/>
              </w:rPr>
              <w:t>л</w:t>
            </w:r>
            <w:r w:rsidRPr="00814E44">
              <w:rPr>
                <w:sz w:val="28"/>
                <w:szCs w:val="28"/>
              </w:rPr>
              <w:t>нении функций, испол</w:t>
            </w:r>
            <w:r w:rsidRPr="00814E44">
              <w:rPr>
                <w:sz w:val="28"/>
                <w:szCs w:val="28"/>
              </w:rPr>
              <w:t>ь</w:t>
            </w:r>
            <w:r w:rsidRPr="00814E44">
              <w:rPr>
                <w:sz w:val="28"/>
                <w:szCs w:val="28"/>
              </w:rPr>
              <w:t>зующих средства обе</w:t>
            </w:r>
            <w:r w:rsidRPr="00814E44">
              <w:rPr>
                <w:sz w:val="28"/>
                <w:szCs w:val="28"/>
              </w:rPr>
              <w:t>с</w:t>
            </w:r>
            <w:r w:rsidRPr="00814E44">
              <w:rPr>
                <w:sz w:val="28"/>
                <w:szCs w:val="28"/>
              </w:rPr>
              <w:t>печения межведо</w:t>
            </w:r>
            <w:r w:rsidRPr="00814E44">
              <w:rPr>
                <w:sz w:val="28"/>
                <w:szCs w:val="28"/>
              </w:rPr>
              <w:t>м</w:t>
            </w:r>
            <w:r w:rsidRPr="00814E44">
              <w:rPr>
                <w:sz w:val="28"/>
                <w:szCs w:val="28"/>
              </w:rPr>
              <w:t>ственного электронного взаимодействия (%)</w:t>
            </w:r>
          </w:p>
        </w:tc>
        <w:tc>
          <w:tcPr>
            <w:tcW w:w="834" w:type="pct"/>
          </w:tcPr>
          <w:p w14:paraId="43FCC694" w14:textId="6AF0E1B4" w:rsidR="00814E44" w:rsidRPr="00814E44" w:rsidRDefault="00814E44" w:rsidP="00814E4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pacing w:val="-20"/>
                <w:sz w:val="24"/>
                <w:szCs w:val="24"/>
                <w:lang w:eastAsia="en-US"/>
              </w:rPr>
            </w:pPr>
            <w:r w:rsidRPr="00814E44">
              <w:rPr>
                <w:spacing w:val="-20"/>
                <w:sz w:val="24"/>
                <w:szCs w:val="24"/>
              </w:rPr>
              <w:t>75,0</w:t>
            </w:r>
          </w:p>
        </w:tc>
        <w:tc>
          <w:tcPr>
            <w:tcW w:w="835" w:type="pct"/>
          </w:tcPr>
          <w:p w14:paraId="535AF89A" w14:textId="35758525" w:rsidR="00814E44" w:rsidRPr="00513618" w:rsidRDefault="00814E44" w:rsidP="00814E44">
            <w:pPr>
              <w:widowControl w:val="0"/>
              <w:autoSpaceDE w:val="0"/>
              <w:autoSpaceDN w:val="0"/>
              <w:jc w:val="center"/>
              <w:rPr>
                <w:color w:val="FF0000"/>
                <w:sz w:val="28"/>
                <w:szCs w:val="28"/>
              </w:rPr>
            </w:pPr>
            <w:r w:rsidRPr="00814E44">
              <w:rPr>
                <w:spacing w:val="-20"/>
                <w:sz w:val="24"/>
                <w:szCs w:val="24"/>
              </w:rPr>
              <w:t>75,0</w:t>
            </w:r>
          </w:p>
        </w:tc>
        <w:tc>
          <w:tcPr>
            <w:tcW w:w="2026" w:type="pct"/>
          </w:tcPr>
          <w:p w14:paraId="640007CE" w14:textId="41BB0AF7" w:rsidR="00814E44" w:rsidRPr="00513618" w:rsidRDefault="00814E44" w:rsidP="00814E44">
            <w:pPr>
              <w:widowControl w:val="0"/>
              <w:autoSpaceDE w:val="0"/>
              <w:autoSpaceDN w:val="0"/>
              <w:rPr>
                <w:color w:val="FF0000"/>
                <w:sz w:val="24"/>
                <w:szCs w:val="24"/>
              </w:rPr>
            </w:pPr>
          </w:p>
        </w:tc>
      </w:tr>
      <w:tr w:rsidR="00814E44" w:rsidRPr="000E04B9" w14:paraId="0FE3CAB1" w14:textId="77777777" w:rsidTr="00E7206C">
        <w:tc>
          <w:tcPr>
            <w:tcW w:w="262" w:type="pct"/>
          </w:tcPr>
          <w:p w14:paraId="3D82A7BD" w14:textId="77777777" w:rsidR="00814E44" w:rsidRDefault="00814E44" w:rsidP="00814E4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43" w:type="pct"/>
          </w:tcPr>
          <w:p w14:paraId="5869D600" w14:textId="10F9F848" w:rsidR="00814E44" w:rsidRPr="00814E44" w:rsidRDefault="00814E44" w:rsidP="00814E44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814E44">
              <w:rPr>
                <w:sz w:val="28"/>
                <w:szCs w:val="28"/>
              </w:rPr>
              <w:t>Доля государственных и муниципальных услуг органов местного сам</w:t>
            </w:r>
            <w:r w:rsidRPr="00814E44">
              <w:rPr>
                <w:sz w:val="28"/>
                <w:szCs w:val="28"/>
              </w:rPr>
              <w:t>о</w:t>
            </w:r>
            <w:r w:rsidRPr="00814E44">
              <w:rPr>
                <w:sz w:val="28"/>
                <w:szCs w:val="28"/>
              </w:rPr>
              <w:t>управления и подв</w:t>
            </w:r>
            <w:r w:rsidRPr="00814E44">
              <w:rPr>
                <w:sz w:val="28"/>
                <w:szCs w:val="28"/>
              </w:rPr>
              <w:t>е</w:t>
            </w:r>
            <w:r w:rsidRPr="00814E44">
              <w:rPr>
                <w:sz w:val="28"/>
                <w:szCs w:val="28"/>
              </w:rPr>
              <w:t>домственных учрежд</w:t>
            </w:r>
            <w:r w:rsidRPr="00814E44">
              <w:rPr>
                <w:sz w:val="28"/>
                <w:szCs w:val="28"/>
              </w:rPr>
              <w:t>е</w:t>
            </w:r>
            <w:r w:rsidRPr="00814E44">
              <w:rPr>
                <w:sz w:val="28"/>
                <w:szCs w:val="28"/>
              </w:rPr>
              <w:t>ний Мошенского рай</w:t>
            </w:r>
            <w:r w:rsidRPr="00814E44">
              <w:rPr>
                <w:sz w:val="28"/>
                <w:szCs w:val="28"/>
              </w:rPr>
              <w:t>о</w:t>
            </w:r>
            <w:r w:rsidRPr="00814E44">
              <w:rPr>
                <w:sz w:val="28"/>
                <w:szCs w:val="28"/>
              </w:rPr>
              <w:t>на, доступных  через Единый портал гос</w:t>
            </w:r>
            <w:r w:rsidRPr="00814E44">
              <w:rPr>
                <w:sz w:val="28"/>
                <w:szCs w:val="28"/>
              </w:rPr>
              <w:t>у</w:t>
            </w:r>
            <w:r w:rsidRPr="00814E44">
              <w:rPr>
                <w:sz w:val="28"/>
                <w:szCs w:val="28"/>
              </w:rPr>
              <w:t>дарственных услуг</w:t>
            </w:r>
            <w:proofErr w:type="gramStart"/>
            <w:r w:rsidRPr="00814E44"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834" w:type="pct"/>
          </w:tcPr>
          <w:p w14:paraId="6F439DC1" w14:textId="575ADC3D" w:rsidR="00814E44" w:rsidRPr="00814E44" w:rsidRDefault="00814E44" w:rsidP="00814E4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14E44">
              <w:rPr>
                <w:spacing w:val="-20"/>
                <w:sz w:val="24"/>
                <w:szCs w:val="24"/>
              </w:rPr>
              <w:t>85,0</w:t>
            </w:r>
          </w:p>
        </w:tc>
        <w:tc>
          <w:tcPr>
            <w:tcW w:w="835" w:type="pct"/>
          </w:tcPr>
          <w:p w14:paraId="1007FA90" w14:textId="210A330D" w:rsidR="00814E44" w:rsidRPr="000E04B9" w:rsidRDefault="00814E44" w:rsidP="00814E4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14E44">
              <w:rPr>
                <w:spacing w:val="-20"/>
                <w:sz w:val="24"/>
                <w:szCs w:val="24"/>
              </w:rPr>
              <w:t>85,0</w:t>
            </w:r>
          </w:p>
        </w:tc>
        <w:tc>
          <w:tcPr>
            <w:tcW w:w="2026" w:type="pct"/>
          </w:tcPr>
          <w:p w14:paraId="1D242D1F" w14:textId="77777777" w:rsidR="00814E44" w:rsidRPr="000E04B9" w:rsidRDefault="00814E44" w:rsidP="00814E4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814E44" w:rsidRPr="000E04B9" w14:paraId="46A7E723" w14:textId="77777777" w:rsidTr="00E7206C">
        <w:tc>
          <w:tcPr>
            <w:tcW w:w="262" w:type="pct"/>
          </w:tcPr>
          <w:p w14:paraId="30E3A645" w14:textId="77777777" w:rsidR="00814E44" w:rsidRDefault="00814E44" w:rsidP="00814E4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43" w:type="pct"/>
          </w:tcPr>
          <w:p w14:paraId="286E60DC" w14:textId="05E82383" w:rsidR="00814E44" w:rsidRPr="00814E44" w:rsidRDefault="00814E44" w:rsidP="00814E4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814E44">
              <w:rPr>
                <w:sz w:val="28"/>
                <w:szCs w:val="28"/>
              </w:rPr>
              <w:t>Доля автоматизирова</w:t>
            </w:r>
            <w:r w:rsidRPr="00814E44">
              <w:rPr>
                <w:sz w:val="28"/>
                <w:szCs w:val="28"/>
              </w:rPr>
              <w:t>н</w:t>
            </w:r>
            <w:r w:rsidRPr="00814E44">
              <w:rPr>
                <w:sz w:val="28"/>
                <w:szCs w:val="28"/>
              </w:rPr>
              <w:t>ных рабочих мест, по</w:t>
            </w:r>
            <w:r w:rsidRPr="00814E44">
              <w:rPr>
                <w:sz w:val="28"/>
                <w:szCs w:val="28"/>
              </w:rPr>
              <w:t>д</w:t>
            </w:r>
            <w:r w:rsidRPr="00814E44">
              <w:rPr>
                <w:sz w:val="28"/>
                <w:szCs w:val="28"/>
              </w:rPr>
              <w:t>ключенных к единой коммуникационной с</w:t>
            </w:r>
            <w:r w:rsidRPr="00814E44">
              <w:rPr>
                <w:sz w:val="28"/>
                <w:szCs w:val="28"/>
              </w:rPr>
              <w:t>е</w:t>
            </w:r>
            <w:r w:rsidRPr="00814E44">
              <w:rPr>
                <w:sz w:val="28"/>
                <w:szCs w:val="28"/>
              </w:rPr>
              <w:t>ти, оборудованных по требованиям безопасн</w:t>
            </w:r>
            <w:r w:rsidRPr="00814E44">
              <w:rPr>
                <w:sz w:val="28"/>
                <w:szCs w:val="28"/>
              </w:rPr>
              <w:t>о</w:t>
            </w:r>
            <w:r w:rsidRPr="00814E44">
              <w:rPr>
                <w:sz w:val="28"/>
                <w:szCs w:val="28"/>
              </w:rPr>
              <w:t>сти информации, в о</w:t>
            </w:r>
            <w:r w:rsidRPr="00814E44">
              <w:rPr>
                <w:sz w:val="28"/>
                <w:szCs w:val="28"/>
              </w:rPr>
              <w:t>р</w:t>
            </w:r>
            <w:r w:rsidRPr="00814E44">
              <w:rPr>
                <w:sz w:val="28"/>
                <w:szCs w:val="28"/>
              </w:rPr>
              <w:t>ганах местного сам</w:t>
            </w:r>
            <w:r w:rsidRPr="00814E44">
              <w:rPr>
                <w:sz w:val="28"/>
                <w:szCs w:val="28"/>
              </w:rPr>
              <w:t>о</w:t>
            </w:r>
            <w:r w:rsidRPr="00814E44">
              <w:rPr>
                <w:sz w:val="28"/>
                <w:szCs w:val="28"/>
              </w:rPr>
              <w:t>управления района (%)</w:t>
            </w:r>
          </w:p>
        </w:tc>
        <w:tc>
          <w:tcPr>
            <w:tcW w:w="834" w:type="pct"/>
          </w:tcPr>
          <w:p w14:paraId="2D86AFD0" w14:textId="61FFF6F2" w:rsidR="00814E44" w:rsidRPr="00814E44" w:rsidRDefault="00814E44" w:rsidP="00814E4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pacing w:val="-20"/>
                <w:sz w:val="24"/>
                <w:szCs w:val="24"/>
                <w:lang w:eastAsia="en-US"/>
              </w:rPr>
            </w:pPr>
            <w:r w:rsidRPr="00814E44">
              <w:rPr>
                <w:spacing w:val="-20"/>
                <w:sz w:val="24"/>
                <w:szCs w:val="24"/>
              </w:rPr>
              <w:t>90,0</w:t>
            </w:r>
          </w:p>
        </w:tc>
        <w:tc>
          <w:tcPr>
            <w:tcW w:w="835" w:type="pct"/>
          </w:tcPr>
          <w:p w14:paraId="23139AE0" w14:textId="2157D357" w:rsidR="00814E44" w:rsidRPr="000E04B9" w:rsidRDefault="00814E44" w:rsidP="00814E4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14E44">
              <w:rPr>
                <w:spacing w:val="-20"/>
                <w:sz w:val="24"/>
                <w:szCs w:val="24"/>
              </w:rPr>
              <w:t>90,0</w:t>
            </w:r>
          </w:p>
        </w:tc>
        <w:tc>
          <w:tcPr>
            <w:tcW w:w="2026" w:type="pct"/>
          </w:tcPr>
          <w:p w14:paraId="422954D2" w14:textId="77777777" w:rsidR="00814E44" w:rsidRPr="000E04B9" w:rsidRDefault="00814E44" w:rsidP="00814E4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814E44" w:rsidRPr="000E04B9" w14:paraId="33A5A728" w14:textId="77777777" w:rsidTr="00E7206C">
        <w:tc>
          <w:tcPr>
            <w:tcW w:w="262" w:type="pct"/>
          </w:tcPr>
          <w:p w14:paraId="6BF1DB72" w14:textId="49EF0156" w:rsidR="00814E44" w:rsidRPr="00E7206C" w:rsidRDefault="00814E44" w:rsidP="00814E4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7</w:t>
            </w:r>
          </w:p>
        </w:tc>
        <w:tc>
          <w:tcPr>
            <w:tcW w:w="1043" w:type="pct"/>
          </w:tcPr>
          <w:p w14:paraId="387CA37E" w14:textId="3BCE424F" w:rsidR="00814E44" w:rsidRPr="00814E44" w:rsidRDefault="00814E44" w:rsidP="00814E4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14E44">
              <w:rPr>
                <w:sz w:val="28"/>
                <w:szCs w:val="28"/>
              </w:rPr>
              <w:t>Доля работников орг</w:t>
            </w:r>
            <w:r w:rsidRPr="00814E44">
              <w:rPr>
                <w:sz w:val="28"/>
                <w:szCs w:val="28"/>
              </w:rPr>
              <w:t>а</w:t>
            </w:r>
            <w:r w:rsidRPr="00814E44">
              <w:rPr>
                <w:sz w:val="28"/>
                <w:szCs w:val="28"/>
              </w:rPr>
              <w:t>нов местного сам</w:t>
            </w:r>
            <w:r w:rsidRPr="00814E44">
              <w:rPr>
                <w:sz w:val="28"/>
                <w:szCs w:val="28"/>
              </w:rPr>
              <w:t>о</w:t>
            </w:r>
            <w:r w:rsidRPr="00814E44">
              <w:rPr>
                <w:sz w:val="28"/>
                <w:szCs w:val="28"/>
              </w:rPr>
              <w:t>управления, имеющих электронную подпись, от количества работн</w:t>
            </w:r>
            <w:r w:rsidRPr="00814E44">
              <w:rPr>
                <w:sz w:val="28"/>
                <w:szCs w:val="28"/>
              </w:rPr>
              <w:t>и</w:t>
            </w:r>
            <w:r w:rsidRPr="00814E44">
              <w:rPr>
                <w:sz w:val="28"/>
                <w:szCs w:val="28"/>
              </w:rPr>
              <w:t>ков органов местного самоуправления, им</w:t>
            </w:r>
            <w:r w:rsidRPr="00814E44">
              <w:rPr>
                <w:sz w:val="28"/>
                <w:szCs w:val="28"/>
              </w:rPr>
              <w:t>е</w:t>
            </w:r>
            <w:r w:rsidRPr="00814E44">
              <w:rPr>
                <w:sz w:val="28"/>
                <w:szCs w:val="28"/>
              </w:rPr>
              <w:t>ющих право подписи (%)</w:t>
            </w:r>
          </w:p>
        </w:tc>
        <w:tc>
          <w:tcPr>
            <w:tcW w:w="834" w:type="pct"/>
          </w:tcPr>
          <w:p w14:paraId="2098F503" w14:textId="188BCECC" w:rsidR="00814E44" w:rsidRPr="00814E44" w:rsidRDefault="00814E44" w:rsidP="00814E4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814E44">
              <w:rPr>
                <w:spacing w:val="-20"/>
                <w:sz w:val="24"/>
                <w:szCs w:val="24"/>
              </w:rPr>
              <w:t>90,0</w:t>
            </w:r>
          </w:p>
        </w:tc>
        <w:tc>
          <w:tcPr>
            <w:tcW w:w="835" w:type="pct"/>
          </w:tcPr>
          <w:p w14:paraId="26FC3E92" w14:textId="39A5EF1C" w:rsidR="00814E44" w:rsidRPr="000E04B9" w:rsidRDefault="00814E44" w:rsidP="00814E44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14E44">
              <w:rPr>
                <w:spacing w:val="-20"/>
                <w:sz w:val="24"/>
                <w:szCs w:val="24"/>
              </w:rPr>
              <w:t>90,0</w:t>
            </w:r>
          </w:p>
        </w:tc>
        <w:tc>
          <w:tcPr>
            <w:tcW w:w="2026" w:type="pct"/>
          </w:tcPr>
          <w:p w14:paraId="35F92FA5" w14:textId="4EA96ED4" w:rsidR="00814E44" w:rsidRPr="00006056" w:rsidRDefault="00814E44" w:rsidP="00814E44">
            <w:pPr>
              <w:widowControl w:val="0"/>
              <w:autoSpaceDE w:val="0"/>
              <w:autoSpaceDN w:val="0"/>
              <w:rPr>
                <w:sz w:val="24"/>
                <w:szCs w:val="28"/>
              </w:rPr>
            </w:pPr>
          </w:p>
        </w:tc>
      </w:tr>
    </w:tbl>
    <w:p w14:paraId="27E2CCC9" w14:textId="77777777" w:rsidR="00820F07" w:rsidRDefault="00820F07" w:rsidP="00546955">
      <w:pPr>
        <w:keepNext/>
        <w:keepLines/>
        <w:ind w:firstLine="709"/>
        <w:jc w:val="both"/>
        <w:outlineLvl w:val="3"/>
        <w:rPr>
          <w:b/>
          <w:sz w:val="28"/>
          <w:szCs w:val="28"/>
        </w:rPr>
      </w:pPr>
    </w:p>
    <w:p w14:paraId="2D9E395C" w14:textId="1E25B6CE" w:rsidR="00546955" w:rsidRDefault="00546955" w:rsidP="00546955">
      <w:pPr>
        <w:keepNext/>
        <w:keepLines/>
        <w:ind w:firstLine="709"/>
        <w:jc w:val="both"/>
        <w:outlineLvl w:val="3"/>
        <w:rPr>
          <w:bCs/>
          <w:sz w:val="28"/>
          <w:szCs w:val="28"/>
        </w:rPr>
      </w:pPr>
      <w:r w:rsidRPr="00CD2C82">
        <w:rPr>
          <w:b/>
          <w:sz w:val="28"/>
          <w:szCs w:val="28"/>
        </w:rPr>
        <w:t>Подпрограмма</w:t>
      </w:r>
      <w:r w:rsidRPr="00CD2C82">
        <w:rPr>
          <w:bCs/>
          <w:sz w:val="28"/>
          <w:szCs w:val="28"/>
        </w:rPr>
        <w:t xml:space="preserve"> «Развитие системы муниципальной службы»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065"/>
        <w:gridCol w:w="2451"/>
        <w:gridCol w:w="2454"/>
        <w:gridCol w:w="5954"/>
      </w:tblGrid>
      <w:tr w:rsidR="00546955" w:rsidRPr="000E04B9" w14:paraId="258EA32B" w14:textId="77777777" w:rsidTr="00E7206C">
        <w:tc>
          <w:tcPr>
            <w:tcW w:w="262" w:type="pct"/>
            <w:vMerge w:val="restart"/>
          </w:tcPr>
          <w:p w14:paraId="2A0B4EAC" w14:textId="77777777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№п/п</w:t>
            </w:r>
          </w:p>
        </w:tc>
        <w:tc>
          <w:tcPr>
            <w:tcW w:w="1043" w:type="pct"/>
            <w:vMerge w:val="restart"/>
          </w:tcPr>
          <w:p w14:paraId="0ED5E492" w14:textId="77777777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Наименование целевого показателя, единица и</w:t>
            </w:r>
            <w:r w:rsidRPr="000E04B9">
              <w:rPr>
                <w:sz w:val="28"/>
                <w:szCs w:val="28"/>
              </w:rPr>
              <w:t>з</w:t>
            </w:r>
            <w:r w:rsidRPr="000E04B9">
              <w:rPr>
                <w:sz w:val="28"/>
                <w:szCs w:val="28"/>
              </w:rPr>
              <w:t>мерения</w:t>
            </w:r>
          </w:p>
        </w:tc>
        <w:tc>
          <w:tcPr>
            <w:tcW w:w="1669" w:type="pct"/>
            <w:gridSpan w:val="2"/>
          </w:tcPr>
          <w:p w14:paraId="3EAE5E7A" w14:textId="77777777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2026" w:type="pct"/>
            <w:vMerge w:val="restart"/>
          </w:tcPr>
          <w:p w14:paraId="426B32F4" w14:textId="77777777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Обоснование отклонений значений целевого показателя на конец отчетного периода (при наличии)</w:t>
            </w:r>
          </w:p>
        </w:tc>
      </w:tr>
      <w:tr w:rsidR="00546955" w:rsidRPr="000E04B9" w14:paraId="1679E6BD" w14:textId="77777777" w:rsidTr="00E7206C">
        <w:tc>
          <w:tcPr>
            <w:tcW w:w="262" w:type="pct"/>
            <w:vMerge/>
          </w:tcPr>
          <w:p w14:paraId="6C166B01" w14:textId="77777777" w:rsidR="00546955" w:rsidRPr="000E04B9" w:rsidRDefault="00546955" w:rsidP="005469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pct"/>
            <w:vMerge/>
          </w:tcPr>
          <w:p w14:paraId="33140305" w14:textId="77777777" w:rsidR="00546955" w:rsidRPr="000E04B9" w:rsidRDefault="00546955" w:rsidP="005469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</w:tcPr>
          <w:p w14:paraId="21C4A1D2" w14:textId="77777777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план на текущий год</w:t>
            </w:r>
          </w:p>
        </w:tc>
        <w:tc>
          <w:tcPr>
            <w:tcW w:w="835" w:type="pct"/>
          </w:tcPr>
          <w:p w14:paraId="0F80C850" w14:textId="77777777" w:rsidR="00546955" w:rsidRPr="000E04B9" w:rsidRDefault="00546955" w:rsidP="00546955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факт за отчетный период</w:t>
            </w:r>
          </w:p>
        </w:tc>
        <w:tc>
          <w:tcPr>
            <w:tcW w:w="2026" w:type="pct"/>
            <w:vMerge/>
          </w:tcPr>
          <w:p w14:paraId="5A91626D" w14:textId="77777777" w:rsidR="00546955" w:rsidRPr="000E04B9" w:rsidRDefault="00546955" w:rsidP="00546955">
            <w:pPr>
              <w:jc w:val="center"/>
              <w:rPr>
                <w:sz w:val="28"/>
                <w:szCs w:val="28"/>
              </w:rPr>
            </w:pPr>
          </w:p>
        </w:tc>
      </w:tr>
      <w:tr w:rsidR="00E7206C" w:rsidRPr="000E04B9" w14:paraId="354430A7" w14:textId="77777777" w:rsidTr="00E7206C">
        <w:tc>
          <w:tcPr>
            <w:tcW w:w="262" w:type="pct"/>
          </w:tcPr>
          <w:p w14:paraId="5D958CCB" w14:textId="77777777" w:rsidR="00E7206C" w:rsidRPr="00E7206C" w:rsidRDefault="00E7206C" w:rsidP="00042680">
            <w:pPr>
              <w:spacing w:line="240" w:lineRule="exact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 w:rsidRPr="00E7206C">
              <w:rPr>
                <w:rFonts w:eastAsia="Calibri"/>
                <w:sz w:val="24"/>
                <w:szCs w:val="28"/>
                <w:lang w:eastAsia="en-US"/>
              </w:rPr>
              <w:t>1.1.</w:t>
            </w:r>
          </w:p>
        </w:tc>
        <w:tc>
          <w:tcPr>
            <w:tcW w:w="1043" w:type="pct"/>
          </w:tcPr>
          <w:p w14:paraId="4D47210F" w14:textId="77777777" w:rsidR="00E7206C" w:rsidRPr="00E7206C" w:rsidRDefault="00E7206C" w:rsidP="00042680">
            <w:pPr>
              <w:spacing w:line="240" w:lineRule="exact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E7206C">
              <w:rPr>
                <w:rFonts w:eastAsia="Calibri"/>
                <w:sz w:val="24"/>
                <w:szCs w:val="28"/>
                <w:lang w:eastAsia="en-US"/>
              </w:rPr>
              <w:t>Доля служащих и муниц</w:t>
            </w:r>
            <w:r w:rsidRPr="00E7206C">
              <w:rPr>
                <w:rFonts w:eastAsia="Calibri"/>
                <w:sz w:val="24"/>
                <w:szCs w:val="28"/>
                <w:lang w:eastAsia="en-US"/>
              </w:rPr>
              <w:t>и</w:t>
            </w:r>
            <w:r w:rsidRPr="00E7206C">
              <w:rPr>
                <w:rFonts w:eastAsia="Calibri"/>
                <w:sz w:val="24"/>
                <w:szCs w:val="28"/>
                <w:lang w:eastAsia="en-US"/>
              </w:rPr>
              <w:t>пальных  служащих М</w:t>
            </w:r>
            <w:r w:rsidRPr="00E7206C">
              <w:rPr>
                <w:rFonts w:eastAsia="Calibri"/>
                <w:sz w:val="24"/>
                <w:szCs w:val="28"/>
                <w:lang w:eastAsia="en-US"/>
              </w:rPr>
              <w:t>о</w:t>
            </w:r>
            <w:r w:rsidRPr="00E7206C">
              <w:rPr>
                <w:rFonts w:eastAsia="Calibri"/>
                <w:sz w:val="24"/>
                <w:szCs w:val="28"/>
                <w:lang w:eastAsia="en-US"/>
              </w:rPr>
              <w:t>шенского муниципального района, прошедших пр</w:t>
            </w:r>
            <w:r w:rsidRPr="00E7206C">
              <w:rPr>
                <w:rFonts w:eastAsia="Calibri"/>
                <w:sz w:val="24"/>
                <w:szCs w:val="28"/>
                <w:lang w:eastAsia="en-US"/>
              </w:rPr>
              <w:t>о</w:t>
            </w:r>
            <w:r w:rsidRPr="00E7206C">
              <w:rPr>
                <w:rFonts w:eastAsia="Calibri"/>
                <w:sz w:val="24"/>
                <w:szCs w:val="28"/>
                <w:lang w:eastAsia="en-US"/>
              </w:rPr>
              <w:t>фессиональную переподг</w:t>
            </w:r>
            <w:r w:rsidRPr="00E7206C">
              <w:rPr>
                <w:rFonts w:eastAsia="Calibri"/>
                <w:sz w:val="24"/>
                <w:szCs w:val="28"/>
                <w:lang w:eastAsia="en-US"/>
              </w:rPr>
              <w:t>о</w:t>
            </w:r>
            <w:r w:rsidRPr="00E7206C">
              <w:rPr>
                <w:rFonts w:eastAsia="Calibri"/>
                <w:sz w:val="24"/>
                <w:szCs w:val="28"/>
                <w:lang w:eastAsia="en-US"/>
              </w:rPr>
              <w:t>товку, курсы повышения квалификации(%)</w:t>
            </w:r>
          </w:p>
        </w:tc>
        <w:tc>
          <w:tcPr>
            <w:tcW w:w="834" w:type="pct"/>
          </w:tcPr>
          <w:p w14:paraId="3CCC2A12" w14:textId="0A53228C" w:rsidR="00C32E06" w:rsidRPr="000E04B9" w:rsidRDefault="00980713" w:rsidP="00CA235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235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835" w:type="pct"/>
          </w:tcPr>
          <w:p w14:paraId="7F76C469" w14:textId="4F729DF3" w:rsidR="00C32E06" w:rsidRPr="000E04B9" w:rsidRDefault="00CA2356" w:rsidP="00C32E06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980713">
              <w:rPr>
                <w:sz w:val="28"/>
                <w:szCs w:val="28"/>
              </w:rPr>
              <w:t>%</w:t>
            </w:r>
          </w:p>
        </w:tc>
        <w:tc>
          <w:tcPr>
            <w:tcW w:w="2026" w:type="pct"/>
          </w:tcPr>
          <w:p w14:paraId="0A59E21D" w14:textId="7D1CF874" w:rsidR="00E7206C" w:rsidRPr="002E22E8" w:rsidRDefault="00393E8F" w:rsidP="00CA235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ф</w:t>
            </w:r>
            <w:r w:rsidR="002E22E8" w:rsidRPr="002E22E8">
              <w:rPr>
                <w:sz w:val="24"/>
                <w:szCs w:val="24"/>
              </w:rPr>
              <w:t xml:space="preserve">актическое число специалистов, </w:t>
            </w:r>
            <w:r w:rsidR="002E22E8" w:rsidRPr="002E22E8">
              <w:rPr>
                <w:rFonts w:eastAsia="Calibri"/>
                <w:sz w:val="24"/>
                <w:szCs w:val="24"/>
                <w:lang w:eastAsia="en-US"/>
              </w:rPr>
              <w:t>прошедших профе</w:t>
            </w:r>
            <w:r w:rsidR="002E22E8" w:rsidRPr="002E22E8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2E22E8" w:rsidRPr="002E22E8">
              <w:rPr>
                <w:rFonts w:eastAsia="Calibri"/>
                <w:sz w:val="24"/>
                <w:szCs w:val="24"/>
                <w:lang w:eastAsia="en-US"/>
              </w:rPr>
              <w:t>сиональную переподготовку и курсы повышения кв</w:t>
            </w:r>
            <w:r w:rsidR="002E22E8" w:rsidRPr="002E22E8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="002E22E8" w:rsidRPr="002E22E8">
              <w:rPr>
                <w:rFonts w:eastAsia="Calibri"/>
                <w:sz w:val="24"/>
                <w:szCs w:val="24"/>
                <w:lang w:eastAsia="en-US"/>
              </w:rPr>
              <w:t>лификации в 202</w:t>
            </w:r>
            <w:r w:rsidR="00D01B9A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2E22E8" w:rsidRPr="002E22E8">
              <w:rPr>
                <w:rFonts w:eastAsia="Calibri"/>
                <w:sz w:val="24"/>
                <w:szCs w:val="24"/>
                <w:lang w:eastAsia="en-US"/>
              </w:rPr>
              <w:t xml:space="preserve"> году превышает планируемую цифру за счет </w:t>
            </w:r>
            <w:r w:rsidR="00CA2356">
              <w:rPr>
                <w:rFonts w:eastAsia="Calibri"/>
                <w:sz w:val="24"/>
                <w:szCs w:val="24"/>
                <w:lang w:eastAsia="en-US"/>
              </w:rPr>
              <w:t>участия специалистов</w:t>
            </w:r>
            <w:r w:rsidR="002E22E8" w:rsidRPr="002E22E8">
              <w:rPr>
                <w:rFonts w:eastAsia="Calibri"/>
                <w:sz w:val="24"/>
                <w:szCs w:val="24"/>
                <w:lang w:eastAsia="en-US"/>
              </w:rPr>
              <w:t xml:space="preserve"> Администрации муниц</w:t>
            </w:r>
            <w:r w:rsidR="002E22E8" w:rsidRPr="002E22E8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="002E22E8" w:rsidRPr="002E22E8">
              <w:rPr>
                <w:rFonts w:eastAsia="Calibri"/>
                <w:sz w:val="24"/>
                <w:szCs w:val="24"/>
                <w:lang w:eastAsia="en-US"/>
              </w:rPr>
              <w:t xml:space="preserve">пального района </w:t>
            </w:r>
            <w:r w:rsidR="00CA2356">
              <w:rPr>
                <w:sz w:val="24"/>
                <w:szCs w:val="24"/>
              </w:rPr>
              <w:t>в</w:t>
            </w:r>
            <w:r w:rsidR="002E22E8" w:rsidRPr="002E22E8">
              <w:rPr>
                <w:sz w:val="24"/>
                <w:szCs w:val="24"/>
              </w:rPr>
              <w:t xml:space="preserve"> федерально</w:t>
            </w:r>
            <w:r w:rsidR="00CA2356">
              <w:rPr>
                <w:sz w:val="24"/>
                <w:szCs w:val="24"/>
              </w:rPr>
              <w:t>м</w:t>
            </w:r>
            <w:r w:rsidR="002E22E8" w:rsidRPr="002E22E8">
              <w:rPr>
                <w:sz w:val="24"/>
                <w:szCs w:val="24"/>
              </w:rPr>
              <w:t xml:space="preserve"> проект «Кадры для цифровой экономики» национальной программы Ро</w:t>
            </w:r>
            <w:r w:rsidR="002E22E8" w:rsidRPr="002E22E8">
              <w:rPr>
                <w:sz w:val="24"/>
                <w:szCs w:val="24"/>
              </w:rPr>
              <w:t>с</w:t>
            </w:r>
            <w:r w:rsidR="002E22E8" w:rsidRPr="002E22E8">
              <w:rPr>
                <w:sz w:val="24"/>
                <w:szCs w:val="24"/>
              </w:rPr>
              <w:t xml:space="preserve">сийской Федерации «Цифровая экономика Российской Федерации» </w:t>
            </w:r>
            <w:r w:rsidR="00D01B9A">
              <w:rPr>
                <w:sz w:val="24"/>
                <w:szCs w:val="24"/>
              </w:rPr>
              <w:t>и  федеральном проекте «Содействие зан</w:t>
            </w:r>
            <w:r w:rsidR="00D01B9A">
              <w:rPr>
                <w:sz w:val="24"/>
                <w:szCs w:val="24"/>
              </w:rPr>
              <w:t>я</w:t>
            </w:r>
            <w:r w:rsidR="00D01B9A">
              <w:rPr>
                <w:sz w:val="24"/>
                <w:szCs w:val="24"/>
              </w:rPr>
              <w:t>тости»</w:t>
            </w:r>
            <w:r w:rsidR="002E22E8">
              <w:rPr>
                <w:sz w:val="24"/>
                <w:szCs w:val="24"/>
              </w:rPr>
              <w:t xml:space="preserve"> </w:t>
            </w:r>
            <w:proofErr w:type="gramEnd"/>
          </w:p>
        </w:tc>
      </w:tr>
    </w:tbl>
    <w:p w14:paraId="4F313A23" w14:textId="77777777" w:rsidR="00820F07" w:rsidRDefault="00820F07" w:rsidP="000F7F1D">
      <w:pPr>
        <w:ind w:firstLine="709"/>
        <w:jc w:val="both"/>
        <w:rPr>
          <w:b/>
          <w:sz w:val="28"/>
          <w:szCs w:val="28"/>
        </w:rPr>
      </w:pPr>
    </w:p>
    <w:p w14:paraId="0EB258B5" w14:textId="42D70D97" w:rsidR="000F7F1D" w:rsidRDefault="000F7F1D" w:rsidP="000F7F1D">
      <w:pPr>
        <w:ind w:firstLine="709"/>
        <w:jc w:val="both"/>
        <w:rPr>
          <w:sz w:val="28"/>
          <w:szCs w:val="28"/>
        </w:rPr>
      </w:pPr>
      <w:r w:rsidRPr="00DF6F8D">
        <w:rPr>
          <w:b/>
          <w:sz w:val="28"/>
          <w:szCs w:val="28"/>
        </w:rPr>
        <w:t>Подпрограмма</w:t>
      </w:r>
      <w:r w:rsidRPr="00301D4F">
        <w:rPr>
          <w:sz w:val="28"/>
          <w:szCs w:val="28"/>
        </w:rPr>
        <w:t xml:space="preserve"> «Противодействие коррупции в </w:t>
      </w:r>
      <w:r>
        <w:rPr>
          <w:sz w:val="28"/>
          <w:szCs w:val="28"/>
        </w:rPr>
        <w:t>Мошенском муниципальном районе»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065"/>
        <w:gridCol w:w="2451"/>
        <w:gridCol w:w="2454"/>
        <w:gridCol w:w="5954"/>
      </w:tblGrid>
      <w:tr w:rsidR="000F7F1D" w:rsidRPr="00CF6FFC" w14:paraId="08D7FBCF" w14:textId="77777777" w:rsidTr="000F7F1D">
        <w:tc>
          <w:tcPr>
            <w:tcW w:w="262" w:type="pct"/>
            <w:vMerge w:val="restart"/>
          </w:tcPr>
          <w:p w14:paraId="3F5A028B" w14:textId="77777777" w:rsidR="000F7F1D" w:rsidRPr="00CF6FFC" w:rsidRDefault="000F7F1D" w:rsidP="000F7F1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F6FFC">
              <w:rPr>
                <w:sz w:val="28"/>
                <w:szCs w:val="28"/>
              </w:rPr>
              <w:t>№п/п</w:t>
            </w:r>
          </w:p>
        </w:tc>
        <w:tc>
          <w:tcPr>
            <w:tcW w:w="1043" w:type="pct"/>
            <w:vMerge w:val="restart"/>
          </w:tcPr>
          <w:p w14:paraId="7B207691" w14:textId="77777777" w:rsidR="000F7F1D" w:rsidRPr="00CF6FFC" w:rsidRDefault="000F7F1D" w:rsidP="000F7F1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F6FFC">
              <w:rPr>
                <w:sz w:val="28"/>
                <w:szCs w:val="28"/>
              </w:rPr>
              <w:t>Наименование целевого показателя, единица и</w:t>
            </w:r>
            <w:r w:rsidRPr="00CF6FFC">
              <w:rPr>
                <w:sz w:val="28"/>
                <w:szCs w:val="28"/>
              </w:rPr>
              <w:t>з</w:t>
            </w:r>
            <w:r w:rsidRPr="00CF6FFC">
              <w:rPr>
                <w:sz w:val="28"/>
                <w:szCs w:val="28"/>
              </w:rPr>
              <w:t>мерения</w:t>
            </w:r>
          </w:p>
        </w:tc>
        <w:tc>
          <w:tcPr>
            <w:tcW w:w="1669" w:type="pct"/>
            <w:gridSpan w:val="2"/>
          </w:tcPr>
          <w:p w14:paraId="2771A458" w14:textId="77777777" w:rsidR="000F7F1D" w:rsidRPr="00CF6FFC" w:rsidRDefault="000F7F1D" w:rsidP="000F7F1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F6FFC">
              <w:rPr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2026" w:type="pct"/>
            <w:vMerge w:val="restart"/>
          </w:tcPr>
          <w:p w14:paraId="4DBA8D9F" w14:textId="77777777" w:rsidR="000F7F1D" w:rsidRPr="00CF6FFC" w:rsidRDefault="000F7F1D" w:rsidP="000F7F1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F6FFC">
              <w:rPr>
                <w:sz w:val="28"/>
                <w:szCs w:val="28"/>
              </w:rPr>
              <w:t>Обоснование отклонений значений целевого показателя на конец отчетного периода (при наличии)</w:t>
            </w:r>
          </w:p>
        </w:tc>
      </w:tr>
      <w:tr w:rsidR="000F7F1D" w:rsidRPr="00CF6FFC" w14:paraId="0A381900" w14:textId="77777777" w:rsidTr="000F7F1D">
        <w:tc>
          <w:tcPr>
            <w:tcW w:w="262" w:type="pct"/>
            <w:vMerge/>
          </w:tcPr>
          <w:p w14:paraId="60E3EF04" w14:textId="77777777" w:rsidR="000F7F1D" w:rsidRPr="00CF6FFC" w:rsidRDefault="000F7F1D" w:rsidP="000F7F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3" w:type="pct"/>
            <w:vMerge/>
          </w:tcPr>
          <w:p w14:paraId="23555CD9" w14:textId="77777777" w:rsidR="000F7F1D" w:rsidRPr="00CF6FFC" w:rsidRDefault="000F7F1D" w:rsidP="000F7F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</w:tcPr>
          <w:p w14:paraId="1CD7B5FE" w14:textId="77777777" w:rsidR="000F7F1D" w:rsidRPr="00CF6FFC" w:rsidRDefault="000F7F1D" w:rsidP="000F7F1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F6FFC">
              <w:rPr>
                <w:sz w:val="28"/>
                <w:szCs w:val="28"/>
              </w:rPr>
              <w:t>план на текущий год</w:t>
            </w:r>
          </w:p>
        </w:tc>
        <w:tc>
          <w:tcPr>
            <w:tcW w:w="835" w:type="pct"/>
          </w:tcPr>
          <w:p w14:paraId="1A6D9DDA" w14:textId="77777777" w:rsidR="000F7F1D" w:rsidRPr="00CF6FFC" w:rsidRDefault="000F7F1D" w:rsidP="000F7F1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F6FFC">
              <w:rPr>
                <w:sz w:val="28"/>
                <w:szCs w:val="28"/>
              </w:rPr>
              <w:t>факт за отчетный период</w:t>
            </w:r>
          </w:p>
        </w:tc>
        <w:tc>
          <w:tcPr>
            <w:tcW w:w="2026" w:type="pct"/>
            <w:vMerge/>
          </w:tcPr>
          <w:p w14:paraId="7A4D8018" w14:textId="77777777" w:rsidR="000F7F1D" w:rsidRPr="00CF6FFC" w:rsidRDefault="000F7F1D" w:rsidP="000F7F1D">
            <w:pPr>
              <w:jc w:val="center"/>
              <w:rPr>
                <w:sz w:val="28"/>
                <w:szCs w:val="28"/>
              </w:rPr>
            </w:pPr>
          </w:p>
        </w:tc>
      </w:tr>
      <w:tr w:rsidR="000F7F1D" w:rsidRPr="00980FF6" w14:paraId="3D3DF773" w14:textId="77777777" w:rsidTr="000F7F1D">
        <w:tc>
          <w:tcPr>
            <w:tcW w:w="262" w:type="pct"/>
          </w:tcPr>
          <w:p w14:paraId="2523C747" w14:textId="77777777" w:rsidR="000F7F1D" w:rsidRPr="00980FF6" w:rsidRDefault="000F7F1D" w:rsidP="000F7F1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0FF6">
              <w:rPr>
                <w:sz w:val="24"/>
                <w:szCs w:val="24"/>
              </w:rPr>
              <w:t>1.</w:t>
            </w:r>
          </w:p>
        </w:tc>
        <w:tc>
          <w:tcPr>
            <w:tcW w:w="1043" w:type="pct"/>
          </w:tcPr>
          <w:p w14:paraId="68A0C40F" w14:textId="7A146DEE" w:rsidR="000F7F1D" w:rsidRPr="00980FF6" w:rsidRDefault="00980FF6" w:rsidP="000F7F1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80FF6">
              <w:rPr>
                <w:spacing w:val="-4"/>
                <w:sz w:val="24"/>
                <w:szCs w:val="24"/>
              </w:rPr>
              <w:t>Количество размещенной информации (материалов) по вопросам противодействия коррупции в органах местн</w:t>
            </w:r>
            <w:r w:rsidRPr="00980FF6">
              <w:rPr>
                <w:spacing w:val="-4"/>
                <w:sz w:val="24"/>
                <w:szCs w:val="24"/>
              </w:rPr>
              <w:t>о</w:t>
            </w:r>
            <w:r w:rsidRPr="00980FF6">
              <w:rPr>
                <w:spacing w:val="-4"/>
                <w:sz w:val="24"/>
                <w:szCs w:val="24"/>
              </w:rPr>
              <w:t>го самоуправления в сре</w:t>
            </w:r>
            <w:r w:rsidRPr="00980FF6">
              <w:rPr>
                <w:spacing w:val="-4"/>
                <w:sz w:val="24"/>
                <w:szCs w:val="24"/>
              </w:rPr>
              <w:t>д</w:t>
            </w:r>
            <w:r w:rsidRPr="00980FF6">
              <w:rPr>
                <w:spacing w:val="-4"/>
                <w:sz w:val="24"/>
                <w:szCs w:val="24"/>
              </w:rPr>
              <w:t>ствах массовой информации (ед.)</w:t>
            </w:r>
          </w:p>
        </w:tc>
        <w:tc>
          <w:tcPr>
            <w:tcW w:w="834" w:type="pct"/>
          </w:tcPr>
          <w:p w14:paraId="7A8E6869" w14:textId="751A135E" w:rsidR="000F7F1D" w:rsidRPr="00980FF6" w:rsidRDefault="00980FF6" w:rsidP="000F7F1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0FF6">
              <w:rPr>
                <w:sz w:val="24"/>
                <w:szCs w:val="24"/>
              </w:rPr>
              <w:t>2</w:t>
            </w:r>
          </w:p>
        </w:tc>
        <w:tc>
          <w:tcPr>
            <w:tcW w:w="835" w:type="pct"/>
          </w:tcPr>
          <w:p w14:paraId="444872BD" w14:textId="5811334D" w:rsidR="000F7F1D" w:rsidRPr="00980FF6" w:rsidRDefault="00980FF6" w:rsidP="000F7F1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0FF6">
              <w:rPr>
                <w:sz w:val="24"/>
                <w:szCs w:val="24"/>
              </w:rPr>
              <w:t>2</w:t>
            </w:r>
          </w:p>
        </w:tc>
        <w:tc>
          <w:tcPr>
            <w:tcW w:w="2026" w:type="pct"/>
          </w:tcPr>
          <w:p w14:paraId="2A669A66" w14:textId="77777777" w:rsidR="000F7F1D" w:rsidRPr="00980FF6" w:rsidRDefault="000F7F1D" w:rsidP="000F7F1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0F7F1D" w:rsidRPr="00980FF6" w14:paraId="7C00E5B8" w14:textId="77777777" w:rsidTr="000F7F1D">
        <w:tc>
          <w:tcPr>
            <w:tcW w:w="262" w:type="pct"/>
          </w:tcPr>
          <w:p w14:paraId="0D4AB9B1" w14:textId="77777777" w:rsidR="000F7F1D" w:rsidRPr="00980FF6" w:rsidRDefault="000F7F1D" w:rsidP="000F7F1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0FF6">
              <w:rPr>
                <w:sz w:val="24"/>
                <w:szCs w:val="24"/>
              </w:rPr>
              <w:t>2.</w:t>
            </w:r>
          </w:p>
        </w:tc>
        <w:tc>
          <w:tcPr>
            <w:tcW w:w="1043" w:type="pct"/>
          </w:tcPr>
          <w:p w14:paraId="06C276A6" w14:textId="766ACDB2" w:rsidR="000F7F1D" w:rsidRPr="00980FF6" w:rsidRDefault="00980FF6" w:rsidP="000F7F1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80FF6">
              <w:rPr>
                <w:spacing w:val="-8"/>
                <w:sz w:val="24"/>
                <w:szCs w:val="24"/>
              </w:rPr>
              <w:t>Доля муниципальных норм</w:t>
            </w:r>
            <w:r w:rsidRPr="00980FF6">
              <w:rPr>
                <w:spacing w:val="-8"/>
                <w:sz w:val="24"/>
                <w:szCs w:val="24"/>
              </w:rPr>
              <w:t>а</w:t>
            </w:r>
            <w:r w:rsidRPr="00980FF6">
              <w:rPr>
                <w:spacing w:val="-8"/>
                <w:sz w:val="24"/>
                <w:szCs w:val="24"/>
              </w:rPr>
              <w:t>тивных правовых актов, пр</w:t>
            </w:r>
            <w:r w:rsidRPr="00980FF6">
              <w:rPr>
                <w:spacing w:val="-8"/>
                <w:sz w:val="24"/>
                <w:szCs w:val="24"/>
              </w:rPr>
              <w:t>о</w:t>
            </w:r>
            <w:r w:rsidRPr="00980FF6">
              <w:rPr>
                <w:spacing w:val="-8"/>
                <w:sz w:val="24"/>
                <w:szCs w:val="24"/>
              </w:rPr>
              <w:t>ектов муниципальных прав</w:t>
            </w:r>
            <w:r w:rsidRPr="00980FF6">
              <w:rPr>
                <w:spacing w:val="-8"/>
                <w:sz w:val="24"/>
                <w:szCs w:val="24"/>
              </w:rPr>
              <w:t>о</w:t>
            </w:r>
            <w:r w:rsidRPr="00980FF6">
              <w:rPr>
                <w:spacing w:val="-8"/>
                <w:sz w:val="24"/>
                <w:szCs w:val="24"/>
              </w:rPr>
              <w:t>вых актов  прошедших ант</w:t>
            </w:r>
            <w:r w:rsidRPr="00980FF6">
              <w:rPr>
                <w:spacing w:val="-8"/>
                <w:sz w:val="24"/>
                <w:szCs w:val="24"/>
              </w:rPr>
              <w:t>и</w:t>
            </w:r>
            <w:r w:rsidRPr="00980FF6">
              <w:rPr>
                <w:spacing w:val="-8"/>
                <w:sz w:val="24"/>
                <w:szCs w:val="24"/>
              </w:rPr>
              <w:t>коррупционную экспертизу, от общего количества норм</w:t>
            </w:r>
            <w:r w:rsidRPr="00980FF6">
              <w:rPr>
                <w:spacing w:val="-8"/>
                <w:sz w:val="24"/>
                <w:szCs w:val="24"/>
              </w:rPr>
              <w:t>а</w:t>
            </w:r>
            <w:r w:rsidRPr="00980FF6">
              <w:rPr>
                <w:spacing w:val="-8"/>
                <w:sz w:val="24"/>
                <w:szCs w:val="24"/>
              </w:rPr>
              <w:t>тивных правовых актов, пр</w:t>
            </w:r>
            <w:r w:rsidRPr="00980FF6">
              <w:rPr>
                <w:spacing w:val="-8"/>
                <w:sz w:val="24"/>
                <w:szCs w:val="24"/>
              </w:rPr>
              <w:t>и</w:t>
            </w:r>
            <w:r w:rsidRPr="00980FF6">
              <w:rPr>
                <w:spacing w:val="-8"/>
                <w:sz w:val="24"/>
                <w:szCs w:val="24"/>
              </w:rPr>
              <w:t>нятых в отчетном периоде (%)</w:t>
            </w:r>
          </w:p>
        </w:tc>
        <w:tc>
          <w:tcPr>
            <w:tcW w:w="834" w:type="pct"/>
          </w:tcPr>
          <w:p w14:paraId="6D4E6C62" w14:textId="77777777" w:rsidR="000F7F1D" w:rsidRPr="00980FF6" w:rsidRDefault="000F7F1D" w:rsidP="000F7F1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0FF6">
              <w:rPr>
                <w:sz w:val="24"/>
                <w:szCs w:val="24"/>
              </w:rPr>
              <w:t>100,0</w:t>
            </w:r>
          </w:p>
        </w:tc>
        <w:tc>
          <w:tcPr>
            <w:tcW w:w="835" w:type="pct"/>
          </w:tcPr>
          <w:p w14:paraId="74A0E0A3" w14:textId="77777777" w:rsidR="000F7F1D" w:rsidRPr="00980FF6" w:rsidRDefault="000F7F1D" w:rsidP="000F7F1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0FF6">
              <w:rPr>
                <w:sz w:val="24"/>
                <w:szCs w:val="24"/>
              </w:rPr>
              <w:t>100,0</w:t>
            </w:r>
          </w:p>
        </w:tc>
        <w:tc>
          <w:tcPr>
            <w:tcW w:w="2026" w:type="pct"/>
          </w:tcPr>
          <w:p w14:paraId="5AD6C2ED" w14:textId="77777777" w:rsidR="000F7F1D" w:rsidRPr="00980FF6" w:rsidRDefault="000F7F1D" w:rsidP="000F7F1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0F7F1D" w:rsidRPr="00980FF6" w14:paraId="6B36E9D7" w14:textId="77777777" w:rsidTr="000F7F1D">
        <w:tc>
          <w:tcPr>
            <w:tcW w:w="262" w:type="pct"/>
          </w:tcPr>
          <w:p w14:paraId="4979CC10" w14:textId="77777777" w:rsidR="000F7F1D" w:rsidRPr="00980FF6" w:rsidRDefault="000F7F1D" w:rsidP="000F7F1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0FF6">
              <w:rPr>
                <w:sz w:val="24"/>
                <w:szCs w:val="24"/>
              </w:rPr>
              <w:t>3.</w:t>
            </w:r>
          </w:p>
        </w:tc>
        <w:tc>
          <w:tcPr>
            <w:tcW w:w="1043" w:type="pct"/>
          </w:tcPr>
          <w:p w14:paraId="60966457" w14:textId="4598F97A" w:rsidR="000F7F1D" w:rsidRPr="00980FF6" w:rsidRDefault="00980FF6" w:rsidP="000F7F1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80FF6">
              <w:rPr>
                <w:sz w:val="24"/>
                <w:szCs w:val="24"/>
              </w:rPr>
              <w:t>Доля учтенных заключений по результатам антикорру</w:t>
            </w:r>
            <w:r w:rsidRPr="00980FF6">
              <w:rPr>
                <w:sz w:val="24"/>
                <w:szCs w:val="24"/>
              </w:rPr>
              <w:t>п</w:t>
            </w:r>
            <w:r w:rsidRPr="00980FF6">
              <w:rPr>
                <w:sz w:val="24"/>
                <w:szCs w:val="24"/>
              </w:rPr>
              <w:t>ционной экспертизы прое</w:t>
            </w:r>
            <w:r w:rsidRPr="00980FF6">
              <w:rPr>
                <w:sz w:val="24"/>
                <w:szCs w:val="24"/>
              </w:rPr>
              <w:t>к</w:t>
            </w:r>
            <w:r w:rsidRPr="00980FF6">
              <w:rPr>
                <w:sz w:val="24"/>
                <w:szCs w:val="24"/>
              </w:rPr>
              <w:t>тов нормативных правовых актов, содержащих предл</w:t>
            </w:r>
            <w:r w:rsidRPr="00980FF6">
              <w:rPr>
                <w:sz w:val="24"/>
                <w:szCs w:val="24"/>
              </w:rPr>
              <w:t>о</w:t>
            </w:r>
            <w:r w:rsidRPr="00980FF6">
              <w:rPr>
                <w:sz w:val="24"/>
                <w:szCs w:val="24"/>
              </w:rPr>
              <w:t>жения по устранению ко</w:t>
            </w:r>
            <w:r w:rsidRPr="00980FF6">
              <w:rPr>
                <w:sz w:val="24"/>
                <w:szCs w:val="24"/>
              </w:rPr>
              <w:t>р</w:t>
            </w:r>
            <w:r w:rsidRPr="00980FF6">
              <w:rPr>
                <w:sz w:val="24"/>
                <w:szCs w:val="24"/>
              </w:rPr>
              <w:t>рупциогенных факторов (%)</w:t>
            </w:r>
          </w:p>
        </w:tc>
        <w:tc>
          <w:tcPr>
            <w:tcW w:w="834" w:type="pct"/>
          </w:tcPr>
          <w:p w14:paraId="04945858" w14:textId="70C540A3" w:rsidR="000F7F1D" w:rsidRPr="00980FF6" w:rsidRDefault="00980FF6" w:rsidP="000F7F1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0FF6">
              <w:rPr>
                <w:spacing w:val="-20"/>
                <w:sz w:val="24"/>
                <w:szCs w:val="24"/>
              </w:rPr>
              <w:t>100,0</w:t>
            </w:r>
          </w:p>
        </w:tc>
        <w:tc>
          <w:tcPr>
            <w:tcW w:w="835" w:type="pct"/>
          </w:tcPr>
          <w:p w14:paraId="4A0DC950" w14:textId="0C3E4415" w:rsidR="000F7F1D" w:rsidRPr="00980FF6" w:rsidRDefault="00980FF6" w:rsidP="000F7F1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0FF6">
              <w:rPr>
                <w:spacing w:val="-20"/>
                <w:sz w:val="24"/>
                <w:szCs w:val="24"/>
              </w:rPr>
              <w:t>100,0</w:t>
            </w:r>
          </w:p>
        </w:tc>
        <w:tc>
          <w:tcPr>
            <w:tcW w:w="2026" w:type="pct"/>
          </w:tcPr>
          <w:p w14:paraId="0DF0D563" w14:textId="77777777" w:rsidR="000F7F1D" w:rsidRPr="00980FF6" w:rsidRDefault="000F7F1D" w:rsidP="000F7F1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0F7F1D" w:rsidRPr="00980FF6" w14:paraId="4FFC6AC8" w14:textId="77777777" w:rsidTr="000F7F1D">
        <w:tc>
          <w:tcPr>
            <w:tcW w:w="262" w:type="pct"/>
          </w:tcPr>
          <w:p w14:paraId="34B5C3C2" w14:textId="77777777" w:rsidR="000F7F1D" w:rsidRPr="00980FF6" w:rsidRDefault="000F7F1D" w:rsidP="000F7F1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0FF6">
              <w:rPr>
                <w:sz w:val="24"/>
                <w:szCs w:val="24"/>
              </w:rPr>
              <w:t>4.</w:t>
            </w:r>
          </w:p>
        </w:tc>
        <w:tc>
          <w:tcPr>
            <w:tcW w:w="1043" w:type="pct"/>
          </w:tcPr>
          <w:p w14:paraId="3C23BD9F" w14:textId="094ED44A" w:rsidR="000F7F1D" w:rsidRPr="00980FF6" w:rsidRDefault="00980FF6" w:rsidP="000F7F1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980FF6">
              <w:rPr>
                <w:spacing w:val="-4"/>
                <w:sz w:val="24"/>
                <w:szCs w:val="24"/>
              </w:rPr>
              <w:t>Организация и проведение семинаров (мероприятий) для муниципальных служ</w:t>
            </w:r>
            <w:r w:rsidRPr="00980FF6">
              <w:rPr>
                <w:spacing w:val="-4"/>
                <w:sz w:val="24"/>
                <w:szCs w:val="24"/>
              </w:rPr>
              <w:t>а</w:t>
            </w:r>
            <w:r w:rsidRPr="00980FF6">
              <w:rPr>
                <w:spacing w:val="-4"/>
                <w:sz w:val="24"/>
                <w:szCs w:val="24"/>
              </w:rPr>
              <w:t>щих по вопросам против</w:t>
            </w:r>
            <w:r w:rsidRPr="00980FF6">
              <w:rPr>
                <w:spacing w:val="-4"/>
                <w:sz w:val="24"/>
                <w:szCs w:val="24"/>
              </w:rPr>
              <w:t>о</w:t>
            </w:r>
            <w:r w:rsidRPr="00980FF6">
              <w:rPr>
                <w:spacing w:val="-4"/>
                <w:sz w:val="24"/>
                <w:szCs w:val="24"/>
              </w:rPr>
              <w:t>действия коррупции (ед.)</w:t>
            </w:r>
          </w:p>
        </w:tc>
        <w:tc>
          <w:tcPr>
            <w:tcW w:w="834" w:type="pct"/>
          </w:tcPr>
          <w:p w14:paraId="422E55ED" w14:textId="2771501B" w:rsidR="000F7F1D" w:rsidRPr="00980FF6" w:rsidRDefault="00980FF6" w:rsidP="000F7F1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0FF6">
              <w:rPr>
                <w:sz w:val="24"/>
                <w:szCs w:val="24"/>
              </w:rPr>
              <w:t>2</w:t>
            </w:r>
          </w:p>
        </w:tc>
        <w:tc>
          <w:tcPr>
            <w:tcW w:w="835" w:type="pct"/>
          </w:tcPr>
          <w:p w14:paraId="06A344C9" w14:textId="42644202" w:rsidR="000F7F1D" w:rsidRPr="00980FF6" w:rsidRDefault="00980FF6" w:rsidP="000F7F1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0FF6">
              <w:rPr>
                <w:sz w:val="24"/>
                <w:szCs w:val="24"/>
              </w:rPr>
              <w:t>2</w:t>
            </w:r>
          </w:p>
        </w:tc>
        <w:tc>
          <w:tcPr>
            <w:tcW w:w="2026" w:type="pct"/>
          </w:tcPr>
          <w:p w14:paraId="409284C6" w14:textId="77777777" w:rsidR="000F7F1D" w:rsidRPr="00980FF6" w:rsidRDefault="000F7F1D" w:rsidP="000F7F1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0F7F1D" w:rsidRPr="00980FF6" w14:paraId="358DDD98" w14:textId="77777777" w:rsidTr="000F7F1D">
        <w:tc>
          <w:tcPr>
            <w:tcW w:w="262" w:type="pct"/>
          </w:tcPr>
          <w:p w14:paraId="2199661B" w14:textId="77777777" w:rsidR="000F7F1D" w:rsidRPr="00980FF6" w:rsidRDefault="000F7F1D" w:rsidP="000F7F1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980FF6">
              <w:rPr>
                <w:sz w:val="24"/>
                <w:szCs w:val="24"/>
              </w:rPr>
              <w:t>5.</w:t>
            </w:r>
          </w:p>
        </w:tc>
        <w:tc>
          <w:tcPr>
            <w:tcW w:w="1043" w:type="pct"/>
          </w:tcPr>
          <w:p w14:paraId="14EEDF6C" w14:textId="0A8EC491" w:rsidR="000F7F1D" w:rsidRPr="00980FF6" w:rsidRDefault="00980FF6" w:rsidP="000F7F1D">
            <w:pPr>
              <w:spacing w:line="240" w:lineRule="exact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80FF6">
              <w:rPr>
                <w:spacing w:val="-4"/>
                <w:sz w:val="24"/>
                <w:szCs w:val="24"/>
              </w:rPr>
              <w:t>Доля представленных  св</w:t>
            </w:r>
            <w:r w:rsidRPr="00980FF6">
              <w:rPr>
                <w:spacing w:val="-4"/>
                <w:sz w:val="24"/>
                <w:szCs w:val="24"/>
              </w:rPr>
              <w:t>е</w:t>
            </w:r>
            <w:r w:rsidRPr="00980FF6">
              <w:rPr>
                <w:spacing w:val="-4"/>
                <w:sz w:val="24"/>
                <w:szCs w:val="24"/>
              </w:rPr>
              <w:t>дений о доходах, об имущ</w:t>
            </w:r>
            <w:r w:rsidRPr="00980FF6">
              <w:rPr>
                <w:spacing w:val="-4"/>
                <w:sz w:val="24"/>
                <w:szCs w:val="24"/>
              </w:rPr>
              <w:t>е</w:t>
            </w:r>
            <w:r w:rsidRPr="00980FF6">
              <w:rPr>
                <w:spacing w:val="-4"/>
                <w:sz w:val="24"/>
                <w:szCs w:val="24"/>
              </w:rPr>
              <w:t>стве и обязательствах им</w:t>
            </w:r>
            <w:r w:rsidRPr="00980FF6">
              <w:rPr>
                <w:spacing w:val="-4"/>
                <w:sz w:val="24"/>
                <w:szCs w:val="24"/>
              </w:rPr>
              <w:t>у</w:t>
            </w:r>
            <w:r w:rsidRPr="00980FF6">
              <w:rPr>
                <w:spacing w:val="-4"/>
                <w:sz w:val="24"/>
                <w:szCs w:val="24"/>
              </w:rPr>
              <w:t>щественного характера м</w:t>
            </w:r>
            <w:r w:rsidRPr="00980FF6">
              <w:rPr>
                <w:spacing w:val="-4"/>
                <w:sz w:val="24"/>
                <w:szCs w:val="24"/>
              </w:rPr>
              <w:t>у</w:t>
            </w:r>
            <w:r w:rsidRPr="00980FF6">
              <w:rPr>
                <w:spacing w:val="-4"/>
                <w:sz w:val="24"/>
                <w:szCs w:val="24"/>
              </w:rPr>
              <w:t>ниципальными служащими, обязанными предоставлять указанные сведения от общ</w:t>
            </w:r>
            <w:r w:rsidRPr="00980FF6">
              <w:rPr>
                <w:spacing w:val="-4"/>
                <w:sz w:val="24"/>
                <w:szCs w:val="24"/>
              </w:rPr>
              <w:t>е</w:t>
            </w:r>
            <w:r w:rsidRPr="00980FF6">
              <w:rPr>
                <w:spacing w:val="-4"/>
                <w:sz w:val="24"/>
                <w:szCs w:val="24"/>
              </w:rPr>
              <w:t>го числа сведений подлеж</w:t>
            </w:r>
            <w:r w:rsidRPr="00980FF6">
              <w:rPr>
                <w:spacing w:val="-4"/>
                <w:sz w:val="24"/>
                <w:szCs w:val="24"/>
              </w:rPr>
              <w:t>а</w:t>
            </w:r>
            <w:r w:rsidRPr="00980FF6">
              <w:rPr>
                <w:spacing w:val="-4"/>
                <w:sz w:val="24"/>
                <w:szCs w:val="24"/>
              </w:rPr>
              <w:t>щих представлению (%)</w:t>
            </w:r>
          </w:p>
        </w:tc>
        <w:tc>
          <w:tcPr>
            <w:tcW w:w="834" w:type="pct"/>
          </w:tcPr>
          <w:p w14:paraId="2AFDDBE5" w14:textId="77777777" w:rsidR="000F7F1D" w:rsidRPr="00980FF6" w:rsidRDefault="000F7F1D" w:rsidP="000F7F1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0FF6">
              <w:rPr>
                <w:sz w:val="24"/>
                <w:szCs w:val="24"/>
              </w:rPr>
              <w:t>100,0</w:t>
            </w:r>
          </w:p>
        </w:tc>
        <w:tc>
          <w:tcPr>
            <w:tcW w:w="835" w:type="pct"/>
          </w:tcPr>
          <w:p w14:paraId="67E9B9BB" w14:textId="77777777" w:rsidR="000F7F1D" w:rsidRPr="00980FF6" w:rsidRDefault="00C72398" w:rsidP="000F7F1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80FF6">
              <w:rPr>
                <w:sz w:val="24"/>
                <w:szCs w:val="24"/>
              </w:rPr>
              <w:t>100,0</w:t>
            </w:r>
          </w:p>
        </w:tc>
        <w:tc>
          <w:tcPr>
            <w:tcW w:w="2026" w:type="pct"/>
          </w:tcPr>
          <w:p w14:paraId="0C871719" w14:textId="77777777" w:rsidR="000F7F1D" w:rsidRPr="00980FF6" w:rsidRDefault="000F7F1D" w:rsidP="000F7F1D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</w:tbl>
    <w:p w14:paraId="7AC53C19" w14:textId="383D1B98" w:rsidR="00980FF6" w:rsidRDefault="00980FF6" w:rsidP="00CA704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14:paraId="1B5867BE" w14:textId="3470CE6A" w:rsidR="00980FF6" w:rsidRDefault="00980FF6" w:rsidP="00CA704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14:paraId="2EA8B1CA" w14:textId="77777777" w:rsidR="00980FF6" w:rsidRDefault="00980FF6" w:rsidP="00CA704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14:paraId="50CD8C3A" w14:textId="4EE67938" w:rsidR="00CA7049" w:rsidRPr="00CA7049" w:rsidRDefault="00CA7049" w:rsidP="00CA704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CA7049">
        <w:rPr>
          <w:b/>
          <w:sz w:val="24"/>
          <w:szCs w:val="24"/>
        </w:rPr>
        <w:t>КРИТЕРИИ</w:t>
      </w:r>
    </w:p>
    <w:p w14:paraId="78896781" w14:textId="77777777" w:rsidR="00CA7049" w:rsidRPr="00CA7049" w:rsidRDefault="00CA7049" w:rsidP="00CA704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CA7049">
        <w:rPr>
          <w:sz w:val="28"/>
          <w:szCs w:val="28"/>
        </w:rPr>
        <w:t>оценки эффективности реализации подпрограммы</w:t>
      </w:r>
    </w:p>
    <w:p w14:paraId="4A54C948" w14:textId="77777777" w:rsidR="00CA7049" w:rsidRPr="00CA7049" w:rsidRDefault="00CA7049" w:rsidP="00CA7049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546955">
        <w:rPr>
          <w:b/>
          <w:bCs/>
          <w:sz w:val="28"/>
          <w:szCs w:val="28"/>
        </w:rPr>
        <w:t>«Содействие  развитию местного самоуправления в Мошенском муниципальном районе»</w:t>
      </w:r>
    </w:p>
    <w:p w14:paraId="31BAAE17" w14:textId="77777777" w:rsidR="00CA7049" w:rsidRPr="00CA7049" w:rsidRDefault="00CA7049" w:rsidP="00CA704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CA7049">
        <w:rPr>
          <w:sz w:val="28"/>
          <w:szCs w:val="28"/>
        </w:rPr>
        <w:t>муниципальной программы Мошенского муниципального района</w:t>
      </w:r>
    </w:p>
    <w:p w14:paraId="61DF3F83" w14:textId="77777777" w:rsidR="00820F07" w:rsidRPr="005014B5" w:rsidRDefault="00820F07" w:rsidP="00820F07">
      <w:pPr>
        <w:spacing w:line="240" w:lineRule="exact"/>
        <w:jc w:val="center"/>
        <w:rPr>
          <w:b/>
          <w:sz w:val="28"/>
          <w:szCs w:val="24"/>
          <w:lang w:eastAsia="ar-SA"/>
        </w:rPr>
      </w:pPr>
      <w:r w:rsidRPr="005014B5">
        <w:rPr>
          <w:b/>
          <w:sz w:val="28"/>
          <w:szCs w:val="24"/>
        </w:rPr>
        <w:t>Реформирование и развитие системы муниципального</w:t>
      </w:r>
      <w:r>
        <w:rPr>
          <w:b/>
          <w:sz w:val="28"/>
          <w:szCs w:val="24"/>
        </w:rPr>
        <w:t xml:space="preserve"> </w:t>
      </w:r>
      <w:r w:rsidRPr="005014B5">
        <w:rPr>
          <w:b/>
          <w:sz w:val="28"/>
          <w:szCs w:val="24"/>
        </w:rPr>
        <w:t>управления</w:t>
      </w:r>
      <w:r>
        <w:rPr>
          <w:b/>
          <w:sz w:val="28"/>
          <w:szCs w:val="24"/>
        </w:rPr>
        <w:t xml:space="preserve"> </w:t>
      </w:r>
      <w:r w:rsidRPr="005014B5">
        <w:rPr>
          <w:b/>
          <w:sz w:val="28"/>
          <w:szCs w:val="24"/>
          <w:lang w:eastAsia="ar-SA"/>
        </w:rPr>
        <w:t>Мошенского</w:t>
      </w:r>
    </w:p>
    <w:p w14:paraId="4C947AE7" w14:textId="77777777" w:rsidR="00820F07" w:rsidRPr="005014B5" w:rsidRDefault="00820F07" w:rsidP="00820F07">
      <w:pPr>
        <w:spacing w:line="240" w:lineRule="exact"/>
        <w:jc w:val="center"/>
        <w:rPr>
          <w:sz w:val="28"/>
          <w:szCs w:val="24"/>
        </w:rPr>
      </w:pPr>
      <w:r w:rsidRPr="005014B5">
        <w:rPr>
          <w:b/>
          <w:sz w:val="28"/>
          <w:szCs w:val="24"/>
          <w:lang w:eastAsia="ar-SA"/>
        </w:rPr>
        <w:t>му</w:t>
      </w:r>
      <w:r>
        <w:rPr>
          <w:b/>
          <w:sz w:val="28"/>
          <w:szCs w:val="24"/>
          <w:lang w:eastAsia="ar-SA"/>
        </w:rPr>
        <w:t>ниципального района на 2021-2025</w:t>
      </w:r>
      <w:r w:rsidRPr="005014B5">
        <w:rPr>
          <w:b/>
          <w:sz w:val="28"/>
          <w:szCs w:val="24"/>
          <w:lang w:eastAsia="ar-SA"/>
        </w:rPr>
        <w:t xml:space="preserve"> годы</w:t>
      </w:r>
      <w:r>
        <w:rPr>
          <w:b/>
          <w:sz w:val="28"/>
          <w:szCs w:val="24"/>
        </w:rPr>
        <w:t>» за 2021</w:t>
      </w:r>
      <w:r w:rsidRPr="005014B5">
        <w:rPr>
          <w:b/>
          <w:sz w:val="28"/>
          <w:szCs w:val="24"/>
        </w:rPr>
        <w:t xml:space="preserve"> год</w:t>
      </w:r>
    </w:p>
    <w:p w14:paraId="414C0E5E" w14:textId="77777777" w:rsidR="00CA7049" w:rsidRPr="00CA7049" w:rsidRDefault="00CA7049" w:rsidP="00CA7049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693"/>
        <w:gridCol w:w="3580"/>
        <w:gridCol w:w="3956"/>
        <w:gridCol w:w="2416"/>
        <w:gridCol w:w="1978"/>
        <w:gridCol w:w="2072"/>
      </w:tblGrid>
      <w:tr w:rsidR="00CA7049" w:rsidRPr="00CA7049" w14:paraId="7AA84CD7" w14:textId="77777777" w:rsidTr="00435699">
        <w:trPr>
          <w:trHeight w:val="1199"/>
        </w:trPr>
        <w:tc>
          <w:tcPr>
            <w:tcW w:w="236" w:type="pct"/>
          </w:tcPr>
          <w:p w14:paraId="1DD014FA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№п/п</w:t>
            </w:r>
          </w:p>
        </w:tc>
        <w:tc>
          <w:tcPr>
            <w:tcW w:w="1218" w:type="pct"/>
          </w:tcPr>
          <w:p w14:paraId="52C172B7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Наименование критерия оценки эффективности реализации по</w:t>
            </w:r>
            <w:r w:rsidRPr="00CA7049">
              <w:rPr>
                <w:sz w:val="24"/>
                <w:szCs w:val="24"/>
              </w:rPr>
              <w:t>д</w:t>
            </w:r>
            <w:r w:rsidRPr="00CA7049">
              <w:rPr>
                <w:sz w:val="24"/>
                <w:szCs w:val="24"/>
              </w:rPr>
              <w:t>программы</w:t>
            </w:r>
          </w:p>
        </w:tc>
        <w:tc>
          <w:tcPr>
            <w:tcW w:w="1346" w:type="pct"/>
          </w:tcPr>
          <w:p w14:paraId="625AC3A6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Вариант оценки</w:t>
            </w:r>
          </w:p>
        </w:tc>
        <w:tc>
          <w:tcPr>
            <w:tcW w:w="822" w:type="pct"/>
          </w:tcPr>
          <w:p w14:paraId="4F10AA18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Значение критерия оценки эффективн</w:t>
            </w:r>
            <w:r w:rsidRPr="00CA7049">
              <w:rPr>
                <w:sz w:val="24"/>
                <w:szCs w:val="24"/>
              </w:rPr>
              <w:t>о</w:t>
            </w:r>
            <w:r w:rsidRPr="00CA7049">
              <w:rPr>
                <w:sz w:val="24"/>
                <w:szCs w:val="24"/>
              </w:rPr>
              <w:t>сти (от 0 до 1)</w:t>
            </w:r>
          </w:p>
        </w:tc>
        <w:tc>
          <w:tcPr>
            <w:tcW w:w="673" w:type="pct"/>
          </w:tcPr>
          <w:p w14:paraId="4D5A3F0C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Вес критерия оценки эффе</w:t>
            </w:r>
            <w:r w:rsidRPr="00CA7049">
              <w:rPr>
                <w:sz w:val="24"/>
                <w:szCs w:val="24"/>
              </w:rPr>
              <w:t>к</w:t>
            </w:r>
            <w:r w:rsidRPr="00CA7049">
              <w:rPr>
                <w:sz w:val="24"/>
                <w:szCs w:val="24"/>
              </w:rPr>
              <w:t>тивности</w:t>
            </w:r>
          </w:p>
        </w:tc>
        <w:tc>
          <w:tcPr>
            <w:tcW w:w="705" w:type="pct"/>
          </w:tcPr>
          <w:p w14:paraId="1A319185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Оценка эффекти</w:t>
            </w:r>
            <w:r w:rsidRPr="00CA7049">
              <w:rPr>
                <w:sz w:val="24"/>
                <w:szCs w:val="24"/>
              </w:rPr>
              <w:t>в</w:t>
            </w:r>
            <w:r w:rsidRPr="00CA7049">
              <w:rPr>
                <w:sz w:val="24"/>
                <w:szCs w:val="24"/>
              </w:rPr>
              <w:t>ности в баллах (гр. 4 x гр. 5)</w:t>
            </w:r>
          </w:p>
        </w:tc>
      </w:tr>
    </w:tbl>
    <w:p w14:paraId="2598D6C8" w14:textId="77777777" w:rsidR="00CA7049" w:rsidRPr="00CA7049" w:rsidRDefault="00CA7049" w:rsidP="00435699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90"/>
        <w:gridCol w:w="3563"/>
        <w:gridCol w:w="3938"/>
        <w:gridCol w:w="2405"/>
        <w:gridCol w:w="1969"/>
        <w:gridCol w:w="2062"/>
      </w:tblGrid>
      <w:tr w:rsidR="00CA7049" w:rsidRPr="00CA7049" w14:paraId="21C4F217" w14:textId="77777777" w:rsidTr="00435699">
        <w:trPr>
          <w:trHeight w:val="173"/>
          <w:tblHeader/>
        </w:trPr>
        <w:tc>
          <w:tcPr>
            <w:tcW w:w="236" w:type="pct"/>
          </w:tcPr>
          <w:p w14:paraId="7374881A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14:paraId="5896384B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2</w:t>
            </w:r>
          </w:p>
        </w:tc>
        <w:tc>
          <w:tcPr>
            <w:tcW w:w="1346" w:type="pct"/>
          </w:tcPr>
          <w:p w14:paraId="15FA6FFD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3</w:t>
            </w:r>
          </w:p>
        </w:tc>
        <w:tc>
          <w:tcPr>
            <w:tcW w:w="822" w:type="pct"/>
          </w:tcPr>
          <w:p w14:paraId="43A6EF1D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4</w:t>
            </w:r>
          </w:p>
        </w:tc>
        <w:tc>
          <w:tcPr>
            <w:tcW w:w="673" w:type="pct"/>
          </w:tcPr>
          <w:p w14:paraId="762FF9D5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14:paraId="29905977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6</w:t>
            </w:r>
          </w:p>
        </w:tc>
      </w:tr>
      <w:tr w:rsidR="00CA7049" w:rsidRPr="00CA7049" w14:paraId="77AEB313" w14:textId="77777777" w:rsidTr="00435699">
        <w:trPr>
          <w:trHeight w:val="1006"/>
        </w:trPr>
        <w:tc>
          <w:tcPr>
            <w:tcW w:w="236" w:type="pct"/>
          </w:tcPr>
          <w:p w14:paraId="1B881740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1.</w:t>
            </w:r>
          </w:p>
        </w:tc>
        <w:tc>
          <w:tcPr>
            <w:tcW w:w="1218" w:type="pct"/>
          </w:tcPr>
          <w:p w14:paraId="4EF0C33F" w14:textId="77777777" w:rsidR="00CA7049" w:rsidRPr="00C72398" w:rsidRDefault="00CA7049" w:rsidP="0043569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72398">
              <w:rPr>
                <w:sz w:val="24"/>
                <w:szCs w:val="24"/>
              </w:rPr>
              <w:t>Соответствие количества дости</w:t>
            </w:r>
            <w:r w:rsidRPr="00C72398">
              <w:rPr>
                <w:sz w:val="24"/>
                <w:szCs w:val="24"/>
              </w:rPr>
              <w:t>г</w:t>
            </w:r>
            <w:r w:rsidRPr="00C72398">
              <w:rPr>
                <w:sz w:val="24"/>
                <w:szCs w:val="24"/>
              </w:rPr>
              <w:t>нутых и запланированных по</w:t>
            </w:r>
            <w:r w:rsidRPr="00C72398">
              <w:rPr>
                <w:sz w:val="24"/>
                <w:szCs w:val="24"/>
              </w:rPr>
              <w:t>д</w:t>
            </w:r>
            <w:r w:rsidRPr="00C72398">
              <w:rPr>
                <w:sz w:val="24"/>
                <w:szCs w:val="24"/>
              </w:rPr>
              <w:t>программой целевых показателей</w:t>
            </w:r>
          </w:p>
        </w:tc>
        <w:tc>
          <w:tcPr>
            <w:tcW w:w="1346" w:type="pct"/>
          </w:tcPr>
          <w:p w14:paraId="057F2F4B" w14:textId="77777777" w:rsidR="00CA7049" w:rsidRPr="00C72398" w:rsidRDefault="00CA7049" w:rsidP="0043569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72398">
              <w:rPr>
                <w:sz w:val="24"/>
                <w:szCs w:val="24"/>
              </w:rPr>
              <w:t>отношение количества достигнутых к количеству запланированных по</w:t>
            </w:r>
            <w:r w:rsidRPr="00C72398">
              <w:rPr>
                <w:sz w:val="24"/>
                <w:szCs w:val="24"/>
              </w:rPr>
              <w:t>д</w:t>
            </w:r>
            <w:r w:rsidRPr="00C72398">
              <w:rPr>
                <w:sz w:val="24"/>
                <w:szCs w:val="24"/>
              </w:rPr>
              <w:t>программой целевых показателей</w:t>
            </w:r>
          </w:p>
        </w:tc>
        <w:tc>
          <w:tcPr>
            <w:tcW w:w="822" w:type="pct"/>
          </w:tcPr>
          <w:p w14:paraId="7B45F6D5" w14:textId="77777777" w:rsidR="00CA7049" w:rsidRPr="00C72398" w:rsidRDefault="004E0DA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72398"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461B381F" w14:textId="77777777" w:rsidR="00CA7049" w:rsidRPr="00C72398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72398">
              <w:rPr>
                <w:sz w:val="24"/>
                <w:szCs w:val="24"/>
              </w:rPr>
              <w:t>35</w:t>
            </w:r>
          </w:p>
        </w:tc>
        <w:tc>
          <w:tcPr>
            <w:tcW w:w="705" w:type="pct"/>
          </w:tcPr>
          <w:p w14:paraId="1D44E916" w14:textId="77777777" w:rsidR="00CA7049" w:rsidRPr="00C72398" w:rsidRDefault="004E0DA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72398">
              <w:rPr>
                <w:sz w:val="24"/>
                <w:szCs w:val="24"/>
              </w:rPr>
              <w:t>35</w:t>
            </w:r>
          </w:p>
        </w:tc>
      </w:tr>
      <w:tr w:rsidR="00CA7049" w:rsidRPr="00CA7049" w14:paraId="795BAE28" w14:textId="77777777" w:rsidTr="00435699">
        <w:tc>
          <w:tcPr>
            <w:tcW w:w="236" w:type="pct"/>
          </w:tcPr>
          <w:p w14:paraId="0418E80D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2.</w:t>
            </w:r>
          </w:p>
        </w:tc>
        <w:tc>
          <w:tcPr>
            <w:tcW w:w="1218" w:type="pct"/>
          </w:tcPr>
          <w:p w14:paraId="4A8AEFD9" w14:textId="77777777" w:rsidR="00CA7049" w:rsidRPr="00CA7049" w:rsidRDefault="00CA7049" w:rsidP="0043569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Выполнение мероприятий по</w:t>
            </w:r>
            <w:r w:rsidRPr="00CA7049">
              <w:rPr>
                <w:sz w:val="24"/>
                <w:szCs w:val="24"/>
              </w:rPr>
              <w:t>д</w:t>
            </w:r>
            <w:r w:rsidRPr="00CA7049">
              <w:rPr>
                <w:sz w:val="24"/>
                <w:szCs w:val="24"/>
              </w:rPr>
              <w:t>программы</w:t>
            </w:r>
          </w:p>
        </w:tc>
        <w:tc>
          <w:tcPr>
            <w:tcW w:w="1346" w:type="pct"/>
          </w:tcPr>
          <w:p w14:paraId="4F20295A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выполненных в отчетном году мероприятий подпрограммы&lt;*&gt; к общему числу запланированных в отчетном году мероприятий подпр</w:t>
            </w:r>
            <w:r w:rsidRPr="00CA7049">
              <w:rPr>
                <w:sz w:val="24"/>
                <w:szCs w:val="24"/>
              </w:rPr>
              <w:t>о</w:t>
            </w:r>
            <w:r w:rsidRPr="00CA7049">
              <w:rPr>
                <w:sz w:val="24"/>
                <w:szCs w:val="24"/>
              </w:rPr>
              <w:t>граммы</w:t>
            </w:r>
          </w:p>
        </w:tc>
        <w:tc>
          <w:tcPr>
            <w:tcW w:w="822" w:type="pct"/>
          </w:tcPr>
          <w:p w14:paraId="1FDF5384" w14:textId="77777777" w:rsidR="00CA7049" w:rsidRPr="00C72398" w:rsidRDefault="004E0DA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72398"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55939F0E" w14:textId="77777777" w:rsidR="00CA7049" w:rsidRPr="00C72398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72398">
              <w:rPr>
                <w:sz w:val="24"/>
                <w:szCs w:val="24"/>
              </w:rPr>
              <w:t>25</w:t>
            </w:r>
          </w:p>
        </w:tc>
        <w:tc>
          <w:tcPr>
            <w:tcW w:w="705" w:type="pct"/>
          </w:tcPr>
          <w:p w14:paraId="1B49CD74" w14:textId="77777777" w:rsidR="00CA7049" w:rsidRPr="00C72398" w:rsidRDefault="004E0DA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72398">
              <w:rPr>
                <w:sz w:val="24"/>
                <w:szCs w:val="24"/>
              </w:rPr>
              <w:t>25</w:t>
            </w:r>
          </w:p>
        </w:tc>
      </w:tr>
      <w:tr w:rsidR="00CA7049" w:rsidRPr="00CA7049" w14:paraId="65A345E6" w14:textId="77777777" w:rsidTr="00435699">
        <w:tc>
          <w:tcPr>
            <w:tcW w:w="236" w:type="pct"/>
          </w:tcPr>
          <w:p w14:paraId="4D353EA0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3.</w:t>
            </w:r>
          </w:p>
        </w:tc>
        <w:tc>
          <w:tcPr>
            <w:tcW w:w="1218" w:type="pct"/>
          </w:tcPr>
          <w:p w14:paraId="0EB050FA" w14:textId="77777777" w:rsidR="00CA7049" w:rsidRPr="00CA7049" w:rsidRDefault="00CA7049" w:rsidP="0043569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Уровень фактического объема финансирования подпрограммы</w:t>
            </w:r>
          </w:p>
        </w:tc>
        <w:tc>
          <w:tcPr>
            <w:tcW w:w="1346" w:type="pct"/>
          </w:tcPr>
          <w:p w14:paraId="1D1F39ED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фактического объема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подпрограммы (из ф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дерального, областного и местного бюджета) к плановому объему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(из федерального, о</w:t>
            </w:r>
            <w:r w:rsidRPr="00CA7049">
              <w:rPr>
                <w:sz w:val="24"/>
                <w:szCs w:val="24"/>
              </w:rPr>
              <w:t>б</w:t>
            </w:r>
            <w:r w:rsidRPr="00CA7049">
              <w:rPr>
                <w:sz w:val="24"/>
                <w:szCs w:val="24"/>
              </w:rPr>
              <w:t>ластного и местного бюджета)</w:t>
            </w:r>
          </w:p>
        </w:tc>
        <w:tc>
          <w:tcPr>
            <w:tcW w:w="822" w:type="pct"/>
          </w:tcPr>
          <w:p w14:paraId="51FDE7ED" w14:textId="3F850D96" w:rsidR="00CA7049" w:rsidRPr="00C72398" w:rsidRDefault="00393E8F" w:rsidP="00393E8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  <w:tc>
          <w:tcPr>
            <w:tcW w:w="673" w:type="pct"/>
          </w:tcPr>
          <w:p w14:paraId="14B75D18" w14:textId="77777777" w:rsidR="00CA7049" w:rsidRPr="00C72398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72398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14:paraId="597B2E12" w14:textId="4F8D19FE" w:rsidR="00CA7049" w:rsidRPr="00C72398" w:rsidRDefault="00393E8F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</w:tr>
      <w:tr w:rsidR="00CA7049" w:rsidRPr="00CA7049" w14:paraId="13314DC0" w14:textId="77777777" w:rsidTr="00435699">
        <w:tc>
          <w:tcPr>
            <w:tcW w:w="236" w:type="pct"/>
          </w:tcPr>
          <w:p w14:paraId="43BD6ED5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4.</w:t>
            </w:r>
          </w:p>
        </w:tc>
        <w:tc>
          <w:tcPr>
            <w:tcW w:w="1218" w:type="pct"/>
          </w:tcPr>
          <w:p w14:paraId="5551B8E5" w14:textId="77777777" w:rsidR="00CA7049" w:rsidRPr="00CA7049" w:rsidRDefault="00CA7049" w:rsidP="0043569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Отклонение освоенного объема финансирования из областного бюджета от фактического объема финансирования из областного бюджета</w:t>
            </w:r>
          </w:p>
        </w:tc>
        <w:tc>
          <w:tcPr>
            <w:tcW w:w="1346" w:type="pct"/>
          </w:tcPr>
          <w:p w14:paraId="3B2F0906" w14:textId="77777777" w:rsidR="00CA7049" w:rsidRPr="00CA7049" w:rsidRDefault="00CA7049" w:rsidP="0043569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освоенного объема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к фактическому объ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му финансирования из областного бюджета</w:t>
            </w:r>
          </w:p>
        </w:tc>
        <w:tc>
          <w:tcPr>
            <w:tcW w:w="822" w:type="pct"/>
          </w:tcPr>
          <w:p w14:paraId="167A113C" w14:textId="77777777" w:rsidR="00CA7049" w:rsidRPr="00CA7049" w:rsidRDefault="004E0DA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63F3ED68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14:paraId="1FE79AFB" w14:textId="77777777" w:rsidR="00CA7049" w:rsidRPr="00CA7049" w:rsidRDefault="004E0DA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A7049" w:rsidRPr="00CA7049" w14:paraId="59660EA6" w14:textId="77777777" w:rsidTr="00435699">
        <w:tc>
          <w:tcPr>
            <w:tcW w:w="236" w:type="pct"/>
          </w:tcPr>
          <w:p w14:paraId="65808BED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5.</w:t>
            </w:r>
          </w:p>
        </w:tc>
        <w:tc>
          <w:tcPr>
            <w:tcW w:w="1218" w:type="pct"/>
          </w:tcPr>
          <w:p w14:paraId="0F84E063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Отклонение освоенного объема финансирования из федерального бюджета от фактического объема финансирования из федерального бюджета &lt;**&gt;</w:t>
            </w:r>
          </w:p>
        </w:tc>
        <w:tc>
          <w:tcPr>
            <w:tcW w:w="1346" w:type="pct"/>
          </w:tcPr>
          <w:p w14:paraId="77A0EEE8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освоенного объема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к фактическому объ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му финансирования из федерального бюджета</w:t>
            </w:r>
          </w:p>
        </w:tc>
        <w:tc>
          <w:tcPr>
            <w:tcW w:w="822" w:type="pct"/>
          </w:tcPr>
          <w:p w14:paraId="73FA3C47" w14:textId="77777777" w:rsidR="00CA7049" w:rsidRPr="00CA7049" w:rsidRDefault="004E0DA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61E775B0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14:paraId="079AD18F" w14:textId="77777777" w:rsidR="00CA7049" w:rsidRPr="00CA7049" w:rsidRDefault="004E0DA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A7049" w:rsidRPr="00CA7049" w14:paraId="3A74E5FD" w14:textId="77777777" w:rsidTr="00435699">
        <w:tc>
          <w:tcPr>
            <w:tcW w:w="236" w:type="pct"/>
          </w:tcPr>
          <w:p w14:paraId="3B4CDCE2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6.</w:t>
            </w:r>
          </w:p>
        </w:tc>
        <w:tc>
          <w:tcPr>
            <w:tcW w:w="1218" w:type="pct"/>
          </w:tcPr>
          <w:p w14:paraId="0EC29722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Отклонение освоенного объема финансирования из местных бюджетов от фактического объ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ма финансирования из местных бюджетов &lt;**&gt;</w:t>
            </w:r>
          </w:p>
        </w:tc>
        <w:tc>
          <w:tcPr>
            <w:tcW w:w="1346" w:type="pct"/>
          </w:tcPr>
          <w:p w14:paraId="5A2C9C56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освоенного объема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к фактическому объ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му финансирования из местных бюджетов</w:t>
            </w:r>
          </w:p>
        </w:tc>
        <w:tc>
          <w:tcPr>
            <w:tcW w:w="822" w:type="pct"/>
          </w:tcPr>
          <w:p w14:paraId="7C7676CA" w14:textId="2485C5F9" w:rsidR="00CA7049" w:rsidRPr="00CA7049" w:rsidRDefault="00C4232E" w:rsidP="00393E8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67B824A2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14:paraId="1E62416E" w14:textId="546E792D" w:rsidR="00CA7049" w:rsidRPr="00CA7049" w:rsidRDefault="00C4232E" w:rsidP="00F5569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A7049" w:rsidRPr="00CA7049" w14:paraId="547FB93E" w14:textId="77777777" w:rsidTr="00435699">
        <w:tc>
          <w:tcPr>
            <w:tcW w:w="236" w:type="pct"/>
          </w:tcPr>
          <w:p w14:paraId="31A7EA43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7.</w:t>
            </w:r>
          </w:p>
        </w:tc>
        <w:tc>
          <w:tcPr>
            <w:tcW w:w="1218" w:type="pct"/>
          </w:tcPr>
          <w:p w14:paraId="11D2CD88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Отклонение освоенного объема финансирования из внебюдже</w:t>
            </w:r>
            <w:r w:rsidRPr="00CA7049">
              <w:rPr>
                <w:sz w:val="24"/>
                <w:szCs w:val="24"/>
              </w:rPr>
              <w:t>т</w:t>
            </w:r>
            <w:r w:rsidRPr="00CA7049">
              <w:rPr>
                <w:sz w:val="24"/>
                <w:szCs w:val="24"/>
              </w:rPr>
              <w:t>ных источников и внебюджетных фондов от фактического объема финансирования из внебюдже</w:t>
            </w:r>
            <w:r w:rsidRPr="00CA7049">
              <w:rPr>
                <w:sz w:val="24"/>
                <w:szCs w:val="24"/>
              </w:rPr>
              <w:t>т</w:t>
            </w:r>
            <w:r w:rsidRPr="00CA7049">
              <w:rPr>
                <w:sz w:val="24"/>
                <w:szCs w:val="24"/>
              </w:rPr>
              <w:t>ных источников и внебюджетных фондов &lt;**&gt;</w:t>
            </w:r>
          </w:p>
        </w:tc>
        <w:tc>
          <w:tcPr>
            <w:tcW w:w="1346" w:type="pct"/>
          </w:tcPr>
          <w:p w14:paraId="5F238EEE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освоенного объема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к фактическому объ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му финансирования из внебюдже</w:t>
            </w:r>
            <w:r w:rsidRPr="00CA7049">
              <w:rPr>
                <w:sz w:val="24"/>
                <w:szCs w:val="24"/>
              </w:rPr>
              <w:t>т</w:t>
            </w:r>
            <w:r w:rsidRPr="00CA7049">
              <w:rPr>
                <w:sz w:val="24"/>
                <w:szCs w:val="24"/>
              </w:rPr>
              <w:t>ных источников и внебюджетных фондов</w:t>
            </w:r>
          </w:p>
        </w:tc>
        <w:tc>
          <w:tcPr>
            <w:tcW w:w="822" w:type="pct"/>
          </w:tcPr>
          <w:p w14:paraId="722F26F6" w14:textId="77777777" w:rsidR="00CA7049" w:rsidRPr="00CA7049" w:rsidRDefault="004E0DA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15F697CB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14:paraId="3029F3EE" w14:textId="77777777" w:rsidR="00CA7049" w:rsidRPr="00CA7049" w:rsidRDefault="004E0DA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A7049" w:rsidRPr="00CA7049" w14:paraId="09E6D342" w14:textId="77777777" w:rsidTr="00435699">
        <w:tc>
          <w:tcPr>
            <w:tcW w:w="236" w:type="pct"/>
          </w:tcPr>
          <w:p w14:paraId="42F259D0" w14:textId="77777777" w:rsidR="00CA7049" w:rsidRPr="00CA7049" w:rsidRDefault="00CA7049" w:rsidP="00435699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18" w:type="pct"/>
          </w:tcPr>
          <w:p w14:paraId="666C55AE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Оценка эффективности реализ</w:t>
            </w:r>
            <w:r w:rsidRPr="00CA7049">
              <w:rPr>
                <w:sz w:val="24"/>
                <w:szCs w:val="24"/>
              </w:rPr>
              <w:t>а</w:t>
            </w:r>
            <w:r w:rsidRPr="00CA7049">
              <w:rPr>
                <w:sz w:val="24"/>
                <w:szCs w:val="24"/>
              </w:rPr>
              <w:t>ции подпрограммы в баллах (</w:t>
            </w:r>
            <w:proofErr w:type="spellStart"/>
            <w:r w:rsidRPr="00CA7049">
              <w:rPr>
                <w:sz w:val="24"/>
                <w:szCs w:val="24"/>
              </w:rPr>
              <w:t>пэф</w:t>
            </w:r>
            <w:proofErr w:type="spellEnd"/>
            <w:r w:rsidRPr="00CA7049">
              <w:rPr>
                <w:sz w:val="24"/>
                <w:szCs w:val="24"/>
              </w:rPr>
              <w:t>) &lt;***&gt;</w:t>
            </w:r>
          </w:p>
        </w:tc>
        <w:tc>
          <w:tcPr>
            <w:tcW w:w="1346" w:type="pct"/>
          </w:tcPr>
          <w:p w14:paraId="651FDB3C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x</w:t>
            </w:r>
          </w:p>
        </w:tc>
        <w:tc>
          <w:tcPr>
            <w:tcW w:w="822" w:type="pct"/>
          </w:tcPr>
          <w:p w14:paraId="122A83A3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x</w:t>
            </w:r>
          </w:p>
        </w:tc>
        <w:tc>
          <w:tcPr>
            <w:tcW w:w="673" w:type="pct"/>
          </w:tcPr>
          <w:p w14:paraId="0408BAD7" w14:textId="77777777" w:rsidR="00CA7049" w:rsidRPr="00CA7049" w:rsidRDefault="00CA7049" w:rsidP="0043569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x</w:t>
            </w:r>
          </w:p>
        </w:tc>
        <w:tc>
          <w:tcPr>
            <w:tcW w:w="705" w:type="pct"/>
          </w:tcPr>
          <w:p w14:paraId="5DF48D8A" w14:textId="2D2B8A44" w:rsidR="00CA7049" w:rsidRPr="00CA7049" w:rsidRDefault="00A353CA" w:rsidP="00F5569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</w:t>
            </w:r>
            <w:r w:rsidR="00F55690">
              <w:rPr>
                <w:sz w:val="24"/>
                <w:szCs w:val="24"/>
              </w:rPr>
              <w:t>5</w:t>
            </w:r>
          </w:p>
        </w:tc>
      </w:tr>
    </w:tbl>
    <w:p w14:paraId="77434292" w14:textId="77777777" w:rsidR="00CA7049" w:rsidRPr="00CA7049" w:rsidRDefault="00CA7049" w:rsidP="0043569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CA7049">
        <w:rPr>
          <w:sz w:val="24"/>
          <w:szCs w:val="24"/>
        </w:rPr>
        <w:t>--------------------------------</w:t>
      </w:r>
    </w:p>
    <w:p w14:paraId="6A5DD2B3" w14:textId="77777777" w:rsidR="00CA7049" w:rsidRPr="00CA7049" w:rsidRDefault="00CA7049" w:rsidP="0043569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CA7049">
        <w:rPr>
          <w:sz w:val="24"/>
          <w:szCs w:val="24"/>
        </w:rPr>
        <w:t>&lt;*&gt; Мероприятие подпрограммы, которое выполнено частично, признается невыполненным.</w:t>
      </w:r>
    </w:p>
    <w:p w14:paraId="2C68FA04" w14:textId="77777777" w:rsidR="00CA7049" w:rsidRPr="00CA7049" w:rsidRDefault="00CA7049" w:rsidP="0043569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CA7049">
        <w:rPr>
          <w:sz w:val="24"/>
          <w:szCs w:val="24"/>
        </w:rPr>
        <w:t>&lt;**&gt; В случае привлечения на реализацию подпрограммы муниципальной программы средств из федерального бюджета, областного бюджета, внебюджетных источников, внебюджетных фондов. При отсутствии данного вида финансирования значение критерия берется равным 1.</w:t>
      </w:r>
    </w:p>
    <w:p w14:paraId="524C2EE3" w14:textId="77777777" w:rsidR="00CA7049" w:rsidRPr="00CA7049" w:rsidRDefault="00CA7049" w:rsidP="0043569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CA7049">
        <w:rPr>
          <w:sz w:val="24"/>
          <w:szCs w:val="24"/>
        </w:rPr>
        <w:t>&lt;***&gt; Сумма баллов по графе 6.</w:t>
      </w:r>
    </w:p>
    <w:p w14:paraId="4FAFA696" w14:textId="77777777" w:rsidR="00435699" w:rsidRDefault="00435699" w:rsidP="0043569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14:paraId="17DA7E62" w14:textId="77777777" w:rsidR="00C85F04" w:rsidRPr="00CA7049" w:rsidRDefault="00C85F04" w:rsidP="00C85F04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CA7049">
        <w:rPr>
          <w:b/>
          <w:sz w:val="24"/>
          <w:szCs w:val="24"/>
        </w:rPr>
        <w:t>КРИТЕРИИ</w:t>
      </w:r>
    </w:p>
    <w:p w14:paraId="342F31C5" w14:textId="77777777" w:rsidR="00C85F04" w:rsidRPr="00CA7049" w:rsidRDefault="00C85F04" w:rsidP="00C85F0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CA7049">
        <w:rPr>
          <w:sz w:val="28"/>
          <w:szCs w:val="28"/>
        </w:rPr>
        <w:t>оценки эффективности реализации подпрограммы</w:t>
      </w:r>
    </w:p>
    <w:p w14:paraId="119526F0" w14:textId="664AD51A" w:rsidR="00C85F04" w:rsidRPr="00AE11BB" w:rsidRDefault="00C85F04" w:rsidP="00C85F04">
      <w:pPr>
        <w:keepNext/>
        <w:keepLines/>
        <w:ind w:firstLine="709"/>
        <w:jc w:val="center"/>
        <w:outlineLvl w:val="3"/>
        <w:rPr>
          <w:b/>
          <w:sz w:val="28"/>
          <w:szCs w:val="28"/>
        </w:rPr>
      </w:pPr>
      <w:r w:rsidRPr="00546955">
        <w:rPr>
          <w:b/>
          <w:bCs/>
          <w:sz w:val="28"/>
          <w:szCs w:val="28"/>
        </w:rPr>
        <w:t>«</w:t>
      </w:r>
      <w:r w:rsidRPr="00DF6F8D">
        <w:rPr>
          <w:b/>
          <w:sz w:val="28"/>
          <w:szCs w:val="28"/>
        </w:rPr>
        <w:t>Подпрограмма</w:t>
      </w:r>
      <w:r w:rsidR="001C0F5D">
        <w:rPr>
          <w:b/>
          <w:sz w:val="28"/>
          <w:szCs w:val="28"/>
        </w:rPr>
        <w:t xml:space="preserve"> </w:t>
      </w:r>
      <w:r w:rsidRPr="00301D4F">
        <w:rPr>
          <w:sz w:val="28"/>
          <w:szCs w:val="28"/>
        </w:rPr>
        <w:t>«</w:t>
      </w:r>
      <w:r w:rsidRPr="00546955">
        <w:rPr>
          <w:b/>
          <w:sz w:val="28"/>
          <w:szCs w:val="28"/>
        </w:rPr>
        <w:t>Обеспечение хранения архивн</w:t>
      </w:r>
      <w:r>
        <w:rPr>
          <w:b/>
          <w:sz w:val="28"/>
          <w:szCs w:val="28"/>
        </w:rPr>
        <w:t>ого фонда муниципального района</w:t>
      </w:r>
      <w:r w:rsidRPr="00AE11BB">
        <w:rPr>
          <w:b/>
          <w:sz w:val="28"/>
          <w:szCs w:val="28"/>
        </w:rPr>
        <w:t>»</w:t>
      </w:r>
    </w:p>
    <w:p w14:paraId="22038CE5" w14:textId="77777777" w:rsidR="00C85F04" w:rsidRPr="00CA7049" w:rsidRDefault="00C85F04" w:rsidP="00C85F0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CA7049">
        <w:rPr>
          <w:sz w:val="28"/>
          <w:szCs w:val="28"/>
        </w:rPr>
        <w:t>муниципальной программы Мошенского муниципального района</w:t>
      </w:r>
    </w:p>
    <w:p w14:paraId="3AE5E32E" w14:textId="77777777" w:rsidR="00820F07" w:rsidRPr="005014B5" w:rsidRDefault="00C85F04" w:rsidP="00820F07">
      <w:pPr>
        <w:spacing w:line="240" w:lineRule="exact"/>
        <w:jc w:val="center"/>
        <w:rPr>
          <w:b/>
          <w:sz w:val="28"/>
          <w:szCs w:val="24"/>
          <w:lang w:eastAsia="ar-SA"/>
        </w:rPr>
      </w:pPr>
      <w:r>
        <w:rPr>
          <w:sz w:val="24"/>
          <w:szCs w:val="24"/>
        </w:rPr>
        <w:t xml:space="preserve"> </w:t>
      </w:r>
      <w:r w:rsidR="00820F07" w:rsidRPr="005014B5">
        <w:rPr>
          <w:b/>
          <w:sz w:val="28"/>
          <w:szCs w:val="24"/>
        </w:rPr>
        <w:t>Реформирование и развитие системы муниципального</w:t>
      </w:r>
      <w:r w:rsidR="00820F07">
        <w:rPr>
          <w:b/>
          <w:sz w:val="28"/>
          <w:szCs w:val="24"/>
        </w:rPr>
        <w:t xml:space="preserve"> </w:t>
      </w:r>
      <w:r w:rsidR="00820F07" w:rsidRPr="005014B5">
        <w:rPr>
          <w:b/>
          <w:sz w:val="28"/>
          <w:szCs w:val="24"/>
        </w:rPr>
        <w:t>управления</w:t>
      </w:r>
      <w:r w:rsidR="00820F07">
        <w:rPr>
          <w:b/>
          <w:sz w:val="28"/>
          <w:szCs w:val="24"/>
        </w:rPr>
        <w:t xml:space="preserve"> </w:t>
      </w:r>
      <w:r w:rsidR="00820F07" w:rsidRPr="005014B5">
        <w:rPr>
          <w:b/>
          <w:sz w:val="28"/>
          <w:szCs w:val="24"/>
          <w:lang w:eastAsia="ar-SA"/>
        </w:rPr>
        <w:t>Мошенского</w:t>
      </w:r>
    </w:p>
    <w:p w14:paraId="20492BE4" w14:textId="77777777" w:rsidR="00820F07" w:rsidRPr="005014B5" w:rsidRDefault="00820F07" w:rsidP="00820F07">
      <w:pPr>
        <w:spacing w:line="240" w:lineRule="exact"/>
        <w:jc w:val="center"/>
        <w:rPr>
          <w:sz w:val="28"/>
          <w:szCs w:val="24"/>
        </w:rPr>
      </w:pPr>
      <w:r w:rsidRPr="005014B5">
        <w:rPr>
          <w:b/>
          <w:sz w:val="28"/>
          <w:szCs w:val="24"/>
          <w:lang w:eastAsia="ar-SA"/>
        </w:rPr>
        <w:t>му</w:t>
      </w:r>
      <w:r>
        <w:rPr>
          <w:b/>
          <w:sz w:val="28"/>
          <w:szCs w:val="24"/>
          <w:lang w:eastAsia="ar-SA"/>
        </w:rPr>
        <w:t>ниципального района на 2021-2025</w:t>
      </w:r>
      <w:r w:rsidRPr="005014B5">
        <w:rPr>
          <w:b/>
          <w:sz w:val="28"/>
          <w:szCs w:val="24"/>
          <w:lang w:eastAsia="ar-SA"/>
        </w:rPr>
        <w:t xml:space="preserve"> годы</w:t>
      </w:r>
      <w:r>
        <w:rPr>
          <w:b/>
          <w:sz w:val="28"/>
          <w:szCs w:val="24"/>
        </w:rPr>
        <w:t>» за 2021</w:t>
      </w:r>
      <w:r w:rsidRPr="005014B5">
        <w:rPr>
          <w:b/>
          <w:sz w:val="28"/>
          <w:szCs w:val="24"/>
        </w:rPr>
        <w:t xml:space="preserve"> год</w:t>
      </w:r>
    </w:p>
    <w:p w14:paraId="229C3CFD" w14:textId="02F63898" w:rsidR="00C85F04" w:rsidRPr="00CA7049" w:rsidRDefault="00C85F04" w:rsidP="00820F07">
      <w:pPr>
        <w:spacing w:line="240" w:lineRule="exact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3"/>
        <w:gridCol w:w="3580"/>
        <w:gridCol w:w="3956"/>
        <w:gridCol w:w="2416"/>
        <w:gridCol w:w="1978"/>
        <w:gridCol w:w="2072"/>
      </w:tblGrid>
      <w:tr w:rsidR="00C85F04" w:rsidRPr="00CA7049" w14:paraId="7D323F29" w14:textId="77777777" w:rsidTr="008735DA">
        <w:trPr>
          <w:trHeight w:val="1199"/>
        </w:trPr>
        <w:tc>
          <w:tcPr>
            <w:tcW w:w="236" w:type="pct"/>
          </w:tcPr>
          <w:p w14:paraId="5EDC7D04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№п/п</w:t>
            </w:r>
          </w:p>
        </w:tc>
        <w:tc>
          <w:tcPr>
            <w:tcW w:w="1218" w:type="pct"/>
          </w:tcPr>
          <w:p w14:paraId="4BB4EAC1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Наименование критерия оценки эффективности реализации по</w:t>
            </w:r>
            <w:r w:rsidRPr="00CA7049">
              <w:rPr>
                <w:sz w:val="24"/>
                <w:szCs w:val="24"/>
              </w:rPr>
              <w:t>д</w:t>
            </w:r>
            <w:r w:rsidRPr="00CA7049">
              <w:rPr>
                <w:sz w:val="24"/>
                <w:szCs w:val="24"/>
              </w:rPr>
              <w:t>программы</w:t>
            </w:r>
          </w:p>
        </w:tc>
        <w:tc>
          <w:tcPr>
            <w:tcW w:w="1346" w:type="pct"/>
          </w:tcPr>
          <w:p w14:paraId="769EC1F4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Вариант оценки</w:t>
            </w:r>
          </w:p>
        </w:tc>
        <w:tc>
          <w:tcPr>
            <w:tcW w:w="822" w:type="pct"/>
          </w:tcPr>
          <w:p w14:paraId="4383B7A9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Значение критерия оценки эффективн</w:t>
            </w:r>
            <w:r w:rsidRPr="00CA7049">
              <w:rPr>
                <w:sz w:val="24"/>
                <w:szCs w:val="24"/>
              </w:rPr>
              <w:t>о</w:t>
            </w:r>
            <w:r w:rsidRPr="00CA7049">
              <w:rPr>
                <w:sz w:val="24"/>
                <w:szCs w:val="24"/>
              </w:rPr>
              <w:t>сти (от 0 до 1)</w:t>
            </w:r>
          </w:p>
        </w:tc>
        <w:tc>
          <w:tcPr>
            <w:tcW w:w="673" w:type="pct"/>
          </w:tcPr>
          <w:p w14:paraId="2F29985A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Вес критерия оценки эффе</w:t>
            </w:r>
            <w:r w:rsidRPr="00CA7049">
              <w:rPr>
                <w:sz w:val="24"/>
                <w:szCs w:val="24"/>
              </w:rPr>
              <w:t>к</w:t>
            </w:r>
            <w:r w:rsidRPr="00CA7049">
              <w:rPr>
                <w:sz w:val="24"/>
                <w:szCs w:val="24"/>
              </w:rPr>
              <w:t>тивности</w:t>
            </w:r>
          </w:p>
        </w:tc>
        <w:tc>
          <w:tcPr>
            <w:tcW w:w="705" w:type="pct"/>
          </w:tcPr>
          <w:p w14:paraId="69C672E2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Оценка эффекти</w:t>
            </w:r>
            <w:r w:rsidRPr="00CA7049">
              <w:rPr>
                <w:sz w:val="24"/>
                <w:szCs w:val="24"/>
              </w:rPr>
              <w:t>в</w:t>
            </w:r>
            <w:r w:rsidRPr="00CA7049">
              <w:rPr>
                <w:sz w:val="24"/>
                <w:szCs w:val="24"/>
              </w:rPr>
              <w:t>ности в баллах (гр. 4 x гр. 5)</w:t>
            </w:r>
          </w:p>
        </w:tc>
      </w:tr>
    </w:tbl>
    <w:p w14:paraId="0BADF9CA" w14:textId="77777777" w:rsidR="00C85F04" w:rsidRPr="00CA7049" w:rsidRDefault="00C85F04" w:rsidP="00C85F04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90"/>
        <w:gridCol w:w="3563"/>
        <w:gridCol w:w="3938"/>
        <w:gridCol w:w="2405"/>
        <w:gridCol w:w="1969"/>
        <w:gridCol w:w="2062"/>
      </w:tblGrid>
      <w:tr w:rsidR="00C85F04" w:rsidRPr="00CA7049" w14:paraId="10848A26" w14:textId="77777777" w:rsidTr="00435699">
        <w:trPr>
          <w:trHeight w:val="173"/>
          <w:tblHeader/>
        </w:trPr>
        <w:tc>
          <w:tcPr>
            <w:tcW w:w="236" w:type="pct"/>
          </w:tcPr>
          <w:p w14:paraId="2C547175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14:paraId="3E915C63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2</w:t>
            </w:r>
          </w:p>
        </w:tc>
        <w:tc>
          <w:tcPr>
            <w:tcW w:w="1346" w:type="pct"/>
          </w:tcPr>
          <w:p w14:paraId="6992155C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3</w:t>
            </w:r>
          </w:p>
        </w:tc>
        <w:tc>
          <w:tcPr>
            <w:tcW w:w="822" w:type="pct"/>
          </w:tcPr>
          <w:p w14:paraId="244A4AA2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4</w:t>
            </w:r>
          </w:p>
        </w:tc>
        <w:tc>
          <w:tcPr>
            <w:tcW w:w="673" w:type="pct"/>
          </w:tcPr>
          <w:p w14:paraId="511DE505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14:paraId="02E7C531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6</w:t>
            </w:r>
          </w:p>
        </w:tc>
      </w:tr>
      <w:tr w:rsidR="00C85F04" w:rsidRPr="00CA7049" w14:paraId="04A7FD53" w14:textId="77777777" w:rsidTr="00435699">
        <w:trPr>
          <w:trHeight w:val="870"/>
        </w:trPr>
        <w:tc>
          <w:tcPr>
            <w:tcW w:w="236" w:type="pct"/>
          </w:tcPr>
          <w:p w14:paraId="47B480C4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1.</w:t>
            </w:r>
          </w:p>
        </w:tc>
        <w:tc>
          <w:tcPr>
            <w:tcW w:w="1218" w:type="pct"/>
          </w:tcPr>
          <w:p w14:paraId="72BCA914" w14:textId="77777777" w:rsidR="00C85F04" w:rsidRPr="00CA7049" w:rsidRDefault="00C85F04" w:rsidP="008735D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Соответствие количества дости</w:t>
            </w:r>
            <w:r w:rsidRPr="00CA7049">
              <w:rPr>
                <w:sz w:val="24"/>
                <w:szCs w:val="24"/>
              </w:rPr>
              <w:t>г</w:t>
            </w:r>
            <w:r w:rsidRPr="00CA7049">
              <w:rPr>
                <w:sz w:val="24"/>
                <w:szCs w:val="24"/>
              </w:rPr>
              <w:t>нутых и запланированных по</w:t>
            </w:r>
            <w:r w:rsidRPr="00CA7049">
              <w:rPr>
                <w:sz w:val="24"/>
                <w:szCs w:val="24"/>
              </w:rPr>
              <w:t>д</w:t>
            </w:r>
            <w:r w:rsidRPr="00CA7049">
              <w:rPr>
                <w:sz w:val="24"/>
                <w:szCs w:val="24"/>
              </w:rPr>
              <w:t>программой целевых показателей</w:t>
            </w:r>
          </w:p>
        </w:tc>
        <w:tc>
          <w:tcPr>
            <w:tcW w:w="1346" w:type="pct"/>
          </w:tcPr>
          <w:p w14:paraId="4AAF6837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количества достигнутых к количеству запланированных по</w:t>
            </w:r>
            <w:r w:rsidRPr="00CA7049">
              <w:rPr>
                <w:sz w:val="24"/>
                <w:szCs w:val="24"/>
              </w:rPr>
              <w:t>д</w:t>
            </w:r>
            <w:r w:rsidRPr="00CA7049">
              <w:rPr>
                <w:sz w:val="24"/>
                <w:szCs w:val="24"/>
              </w:rPr>
              <w:t>программой целевых показателей</w:t>
            </w:r>
          </w:p>
        </w:tc>
        <w:tc>
          <w:tcPr>
            <w:tcW w:w="822" w:type="pct"/>
          </w:tcPr>
          <w:p w14:paraId="463DDAE0" w14:textId="77777777" w:rsidR="00C85F04" w:rsidRPr="00CA7049" w:rsidRDefault="00B63B78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4E02957F" w14:textId="77777777" w:rsidR="00C85F04" w:rsidRPr="00CA7049" w:rsidRDefault="00B63B78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05" w:type="pct"/>
          </w:tcPr>
          <w:p w14:paraId="542E05F9" w14:textId="77777777" w:rsidR="00C85F04" w:rsidRPr="00CA7049" w:rsidRDefault="00B63B78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C85F04" w:rsidRPr="00CA7049" w14:paraId="4EEB7B90" w14:textId="77777777" w:rsidTr="00435699">
        <w:tc>
          <w:tcPr>
            <w:tcW w:w="236" w:type="pct"/>
          </w:tcPr>
          <w:p w14:paraId="3BAE00CA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2.</w:t>
            </w:r>
          </w:p>
        </w:tc>
        <w:tc>
          <w:tcPr>
            <w:tcW w:w="1218" w:type="pct"/>
          </w:tcPr>
          <w:p w14:paraId="1D612299" w14:textId="77777777" w:rsidR="00C85F04" w:rsidRPr="00CA7049" w:rsidRDefault="00C85F04" w:rsidP="008735D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Выполнение мероприятий по</w:t>
            </w:r>
            <w:r w:rsidRPr="00CA7049">
              <w:rPr>
                <w:sz w:val="24"/>
                <w:szCs w:val="24"/>
              </w:rPr>
              <w:t>д</w:t>
            </w:r>
            <w:r w:rsidRPr="00CA7049">
              <w:rPr>
                <w:sz w:val="24"/>
                <w:szCs w:val="24"/>
              </w:rPr>
              <w:t>программы</w:t>
            </w:r>
          </w:p>
        </w:tc>
        <w:tc>
          <w:tcPr>
            <w:tcW w:w="1346" w:type="pct"/>
          </w:tcPr>
          <w:p w14:paraId="3278F98F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выполненных в отчетном году мероприятий подпрогра</w:t>
            </w:r>
            <w:r w:rsidRPr="00CA7049">
              <w:rPr>
                <w:sz w:val="24"/>
                <w:szCs w:val="24"/>
              </w:rPr>
              <w:t>м</w:t>
            </w:r>
            <w:r w:rsidRPr="00CA7049">
              <w:rPr>
                <w:sz w:val="24"/>
                <w:szCs w:val="24"/>
              </w:rPr>
              <w:t>мы&lt;*&gt;к общему числу запланир</w:t>
            </w:r>
            <w:r w:rsidRPr="00CA7049">
              <w:rPr>
                <w:sz w:val="24"/>
                <w:szCs w:val="24"/>
              </w:rPr>
              <w:t>о</w:t>
            </w:r>
            <w:r w:rsidRPr="00CA7049">
              <w:rPr>
                <w:sz w:val="24"/>
                <w:szCs w:val="24"/>
              </w:rPr>
              <w:t>ванных в отчетном году мероприятий подпрограммы</w:t>
            </w:r>
          </w:p>
        </w:tc>
        <w:tc>
          <w:tcPr>
            <w:tcW w:w="822" w:type="pct"/>
          </w:tcPr>
          <w:p w14:paraId="660AC2B5" w14:textId="77777777" w:rsidR="00C85F04" w:rsidRPr="00CA7049" w:rsidRDefault="00B63B78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45DC78D6" w14:textId="77777777" w:rsidR="00C85F04" w:rsidRPr="00CA7049" w:rsidRDefault="00B63B78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05" w:type="pct"/>
          </w:tcPr>
          <w:p w14:paraId="361496D7" w14:textId="77777777" w:rsidR="00C85F04" w:rsidRPr="00CA7049" w:rsidRDefault="00B63B78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C85F04" w:rsidRPr="00CA7049" w14:paraId="7F0CAEE9" w14:textId="77777777" w:rsidTr="00435699">
        <w:tc>
          <w:tcPr>
            <w:tcW w:w="236" w:type="pct"/>
          </w:tcPr>
          <w:p w14:paraId="3AF02BC3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3.</w:t>
            </w:r>
          </w:p>
        </w:tc>
        <w:tc>
          <w:tcPr>
            <w:tcW w:w="1218" w:type="pct"/>
          </w:tcPr>
          <w:p w14:paraId="2ACBB99F" w14:textId="77777777" w:rsidR="00C85F04" w:rsidRPr="00CA7049" w:rsidRDefault="00C85F04" w:rsidP="008735D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Уровень фактического объема финансирования подпрограммы</w:t>
            </w:r>
          </w:p>
        </w:tc>
        <w:tc>
          <w:tcPr>
            <w:tcW w:w="1346" w:type="pct"/>
          </w:tcPr>
          <w:p w14:paraId="649CE42C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фактического объема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подпрограммы (из ф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дерального, областного и местного бюджета) к плановому объему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(из федерального, о</w:t>
            </w:r>
            <w:r w:rsidRPr="00CA7049">
              <w:rPr>
                <w:sz w:val="24"/>
                <w:szCs w:val="24"/>
              </w:rPr>
              <w:t>б</w:t>
            </w:r>
            <w:r w:rsidRPr="00CA7049">
              <w:rPr>
                <w:sz w:val="24"/>
                <w:szCs w:val="24"/>
              </w:rPr>
              <w:t>ластного и местного бюджета)</w:t>
            </w:r>
          </w:p>
        </w:tc>
        <w:tc>
          <w:tcPr>
            <w:tcW w:w="822" w:type="pct"/>
          </w:tcPr>
          <w:p w14:paraId="71EA5CE6" w14:textId="77777777" w:rsidR="00C85F04" w:rsidRPr="00CA7049" w:rsidRDefault="00B63B78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46FAD97E" w14:textId="77777777" w:rsidR="00C85F04" w:rsidRPr="00CA7049" w:rsidRDefault="00B63B78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14:paraId="20768D05" w14:textId="77777777" w:rsidR="00C85F04" w:rsidRPr="00CA7049" w:rsidRDefault="00B63B78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85F04" w:rsidRPr="00CA7049" w14:paraId="63306A28" w14:textId="77777777" w:rsidTr="00435699">
        <w:tc>
          <w:tcPr>
            <w:tcW w:w="236" w:type="pct"/>
          </w:tcPr>
          <w:p w14:paraId="249F2665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4.</w:t>
            </w:r>
          </w:p>
        </w:tc>
        <w:tc>
          <w:tcPr>
            <w:tcW w:w="1218" w:type="pct"/>
          </w:tcPr>
          <w:p w14:paraId="0890AD03" w14:textId="77777777" w:rsidR="00C85F04" w:rsidRPr="00CA7049" w:rsidRDefault="00C85F04" w:rsidP="008735D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Отклонение освоенного объема финансирования из областного бюджета от фактического объема финансирования из областного бюджета</w:t>
            </w:r>
          </w:p>
        </w:tc>
        <w:tc>
          <w:tcPr>
            <w:tcW w:w="1346" w:type="pct"/>
          </w:tcPr>
          <w:p w14:paraId="314A0809" w14:textId="77777777" w:rsidR="00C85F04" w:rsidRPr="00CA7049" w:rsidRDefault="00C85F04" w:rsidP="008735D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освоенного объема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к фактическому объ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му финансирования из областного бюджета</w:t>
            </w:r>
          </w:p>
        </w:tc>
        <w:tc>
          <w:tcPr>
            <w:tcW w:w="822" w:type="pct"/>
          </w:tcPr>
          <w:p w14:paraId="002300BD" w14:textId="77777777" w:rsidR="00C85F04" w:rsidRPr="00435699" w:rsidRDefault="00B63B78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59E0005D" w14:textId="77777777" w:rsidR="00C85F04" w:rsidRPr="00435699" w:rsidRDefault="00B63B78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14:paraId="017AE85A" w14:textId="77777777" w:rsidR="00C85F04" w:rsidRPr="00435699" w:rsidRDefault="00B63B78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85F04" w:rsidRPr="00CA7049" w14:paraId="0B42E97D" w14:textId="77777777" w:rsidTr="00435699">
        <w:tc>
          <w:tcPr>
            <w:tcW w:w="236" w:type="pct"/>
          </w:tcPr>
          <w:p w14:paraId="536579D7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5.</w:t>
            </w:r>
          </w:p>
        </w:tc>
        <w:tc>
          <w:tcPr>
            <w:tcW w:w="1218" w:type="pct"/>
          </w:tcPr>
          <w:p w14:paraId="77001554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Отклонение освоенного объема финансирования из федерального бюджета от фактического объема финансирования из федерального бюджета &lt;**&gt;</w:t>
            </w:r>
          </w:p>
        </w:tc>
        <w:tc>
          <w:tcPr>
            <w:tcW w:w="1346" w:type="pct"/>
          </w:tcPr>
          <w:p w14:paraId="593F2AC1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освоенного объема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к фактическому объ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му финансирования из федерального бюджета</w:t>
            </w:r>
          </w:p>
        </w:tc>
        <w:tc>
          <w:tcPr>
            <w:tcW w:w="822" w:type="pct"/>
          </w:tcPr>
          <w:p w14:paraId="67581609" w14:textId="77777777" w:rsidR="00C85F04" w:rsidRPr="00435699" w:rsidRDefault="00B63B78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39525500" w14:textId="77777777" w:rsidR="00C85F04" w:rsidRPr="00435699" w:rsidRDefault="00B63B78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14:paraId="2693B2E6" w14:textId="77777777" w:rsidR="00C85F04" w:rsidRPr="00435699" w:rsidRDefault="00B63B78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85F04" w:rsidRPr="00CA7049" w14:paraId="3DE08712" w14:textId="77777777" w:rsidTr="00435699">
        <w:tc>
          <w:tcPr>
            <w:tcW w:w="236" w:type="pct"/>
          </w:tcPr>
          <w:p w14:paraId="21042246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6.</w:t>
            </w:r>
          </w:p>
        </w:tc>
        <w:tc>
          <w:tcPr>
            <w:tcW w:w="1218" w:type="pct"/>
          </w:tcPr>
          <w:p w14:paraId="36A3A44F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Отклонение освоенного объема финансирования из местных бюджетов от фактического объ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ма финансирования из местных бюджетов &lt;**&gt;</w:t>
            </w:r>
          </w:p>
        </w:tc>
        <w:tc>
          <w:tcPr>
            <w:tcW w:w="1346" w:type="pct"/>
          </w:tcPr>
          <w:p w14:paraId="3EE32C1D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освоенного объема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к фактическому объ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му финансирования из местных бюджетов</w:t>
            </w:r>
          </w:p>
        </w:tc>
        <w:tc>
          <w:tcPr>
            <w:tcW w:w="822" w:type="pct"/>
          </w:tcPr>
          <w:p w14:paraId="2C201DF7" w14:textId="77777777" w:rsidR="00C85F04" w:rsidRPr="00CA7049" w:rsidRDefault="00B63B78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672A66DE" w14:textId="77777777" w:rsidR="00C85F04" w:rsidRPr="00CA7049" w:rsidRDefault="00B63B78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14:paraId="60B94031" w14:textId="77777777" w:rsidR="00C85F04" w:rsidRPr="00CA7049" w:rsidRDefault="00B63B78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85F04" w:rsidRPr="00CA7049" w14:paraId="1034B5C3" w14:textId="77777777" w:rsidTr="00435699">
        <w:tc>
          <w:tcPr>
            <w:tcW w:w="236" w:type="pct"/>
          </w:tcPr>
          <w:p w14:paraId="69AA8D43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7.</w:t>
            </w:r>
          </w:p>
        </w:tc>
        <w:tc>
          <w:tcPr>
            <w:tcW w:w="1218" w:type="pct"/>
          </w:tcPr>
          <w:p w14:paraId="4EFA275E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Отклонение освоенного объема финансирования из внебюдже</w:t>
            </w:r>
            <w:r w:rsidRPr="00CA7049">
              <w:rPr>
                <w:sz w:val="24"/>
                <w:szCs w:val="24"/>
              </w:rPr>
              <w:t>т</w:t>
            </w:r>
            <w:r w:rsidRPr="00CA7049">
              <w:rPr>
                <w:sz w:val="24"/>
                <w:szCs w:val="24"/>
              </w:rPr>
              <w:t>ных источников и внебюджетных фондов от фактического объема финансирования из внебюдже</w:t>
            </w:r>
            <w:r w:rsidRPr="00CA7049">
              <w:rPr>
                <w:sz w:val="24"/>
                <w:szCs w:val="24"/>
              </w:rPr>
              <w:t>т</w:t>
            </w:r>
            <w:r w:rsidRPr="00CA7049">
              <w:rPr>
                <w:sz w:val="24"/>
                <w:szCs w:val="24"/>
              </w:rPr>
              <w:t>ных источников и внебюджетных фондов &lt;**&gt;</w:t>
            </w:r>
          </w:p>
        </w:tc>
        <w:tc>
          <w:tcPr>
            <w:tcW w:w="1346" w:type="pct"/>
          </w:tcPr>
          <w:p w14:paraId="6DC52DCB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освоенного объема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к фактическому объ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му финансирования из внебюдже</w:t>
            </w:r>
            <w:r w:rsidRPr="00CA7049">
              <w:rPr>
                <w:sz w:val="24"/>
                <w:szCs w:val="24"/>
              </w:rPr>
              <w:t>т</w:t>
            </w:r>
            <w:r w:rsidRPr="00CA7049">
              <w:rPr>
                <w:sz w:val="24"/>
                <w:szCs w:val="24"/>
              </w:rPr>
              <w:t>ных источников и внебюджетных фондов</w:t>
            </w:r>
          </w:p>
        </w:tc>
        <w:tc>
          <w:tcPr>
            <w:tcW w:w="822" w:type="pct"/>
          </w:tcPr>
          <w:p w14:paraId="407AAD1F" w14:textId="77777777" w:rsidR="00C85F04" w:rsidRPr="00CA7049" w:rsidRDefault="00B63B78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3D505926" w14:textId="77777777" w:rsidR="00C85F04" w:rsidRPr="00CA7049" w:rsidRDefault="00B63B78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14:paraId="4E78ED4E" w14:textId="77777777" w:rsidR="00C85F04" w:rsidRPr="00CA7049" w:rsidRDefault="00B63B78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85F04" w:rsidRPr="00CA7049" w14:paraId="6F4BF819" w14:textId="77777777" w:rsidTr="00435699">
        <w:tc>
          <w:tcPr>
            <w:tcW w:w="236" w:type="pct"/>
          </w:tcPr>
          <w:p w14:paraId="512DA6F2" w14:textId="77777777" w:rsidR="00C85F04" w:rsidRPr="00CA7049" w:rsidRDefault="00C85F04" w:rsidP="008735D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18" w:type="pct"/>
          </w:tcPr>
          <w:p w14:paraId="5F6A7917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Оценка эффективности реализ</w:t>
            </w:r>
            <w:r w:rsidRPr="00CA7049">
              <w:rPr>
                <w:sz w:val="24"/>
                <w:szCs w:val="24"/>
              </w:rPr>
              <w:t>а</w:t>
            </w:r>
            <w:r w:rsidRPr="00CA7049">
              <w:rPr>
                <w:sz w:val="24"/>
                <w:szCs w:val="24"/>
              </w:rPr>
              <w:t>ции подпрограммы в баллах (</w:t>
            </w:r>
            <w:proofErr w:type="spellStart"/>
            <w:r w:rsidRPr="00CA7049">
              <w:rPr>
                <w:sz w:val="24"/>
                <w:szCs w:val="24"/>
              </w:rPr>
              <w:t>пэф</w:t>
            </w:r>
            <w:proofErr w:type="spellEnd"/>
            <w:r w:rsidRPr="00CA7049">
              <w:rPr>
                <w:sz w:val="24"/>
                <w:szCs w:val="24"/>
              </w:rPr>
              <w:t>) &lt;***&gt;</w:t>
            </w:r>
          </w:p>
        </w:tc>
        <w:tc>
          <w:tcPr>
            <w:tcW w:w="1346" w:type="pct"/>
          </w:tcPr>
          <w:p w14:paraId="12B445C5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x</w:t>
            </w:r>
          </w:p>
        </w:tc>
        <w:tc>
          <w:tcPr>
            <w:tcW w:w="822" w:type="pct"/>
          </w:tcPr>
          <w:p w14:paraId="28E544F3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x</w:t>
            </w:r>
          </w:p>
        </w:tc>
        <w:tc>
          <w:tcPr>
            <w:tcW w:w="673" w:type="pct"/>
          </w:tcPr>
          <w:p w14:paraId="7E92E275" w14:textId="77777777" w:rsidR="00C85F04" w:rsidRPr="00CA7049" w:rsidRDefault="00C85F04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x</w:t>
            </w:r>
          </w:p>
        </w:tc>
        <w:tc>
          <w:tcPr>
            <w:tcW w:w="705" w:type="pct"/>
          </w:tcPr>
          <w:p w14:paraId="6406ADF2" w14:textId="77777777" w:rsidR="00C85F04" w:rsidRPr="00CA7049" w:rsidRDefault="00B63B78" w:rsidP="008735D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14:paraId="5079D975" w14:textId="77777777" w:rsidR="001F7109" w:rsidRDefault="001F7109" w:rsidP="00AB6799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p w14:paraId="6D983970" w14:textId="77777777" w:rsidR="00980713" w:rsidRDefault="00980713" w:rsidP="001F710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14:paraId="41DEBA7F" w14:textId="3884BE9A" w:rsidR="001F7109" w:rsidRPr="00CA7049" w:rsidRDefault="001C0F5D" w:rsidP="001F710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1F7109" w:rsidRPr="00CA7049">
        <w:rPr>
          <w:b/>
          <w:sz w:val="24"/>
          <w:szCs w:val="24"/>
        </w:rPr>
        <w:t>КРИТЕРИИ</w:t>
      </w:r>
    </w:p>
    <w:p w14:paraId="18A56944" w14:textId="77777777" w:rsidR="001F7109" w:rsidRPr="00CA7049" w:rsidRDefault="001F7109" w:rsidP="001F710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CA7049">
        <w:rPr>
          <w:sz w:val="28"/>
          <w:szCs w:val="28"/>
        </w:rPr>
        <w:t>оценки эффективности реализации подпрограммы</w:t>
      </w:r>
    </w:p>
    <w:p w14:paraId="1CC401FD" w14:textId="4E9BE861" w:rsidR="00EA30A6" w:rsidRPr="00EA30A6" w:rsidRDefault="001F7109" w:rsidP="00EA30A6">
      <w:pPr>
        <w:widowControl w:val="0"/>
        <w:autoSpaceDE w:val="0"/>
        <w:jc w:val="center"/>
        <w:rPr>
          <w:b/>
          <w:sz w:val="28"/>
          <w:szCs w:val="28"/>
        </w:rPr>
      </w:pPr>
      <w:r w:rsidRPr="00EA30A6">
        <w:rPr>
          <w:b/>
          <w:bCs/>
          <w:sz w:val="28"/>
          <w:szCs w:val="28"/>
        </w:rPr>
        <w:t>«</w:t>
      </w:r>
      <w:r w:rsidRPr="00EA30A6">
        <w:rPr>
          <w:b/>
          <w:sz w:val="28"/>
          <w:szCs w:val="28"/>
        </w:rPr>
        <w:t>Подпрограмма</w:t>
      </w:r>
      <w:r w:rsidR="001C0F5D">
        <w:rPr>
          <w:b/>
          <w:sz w:val="28"/>
          <w:szCs w:val="28"/>
        </w:rPr>
        <w:t xml:space="preserve"> </w:t>
      </w:r>
      <w:r w:rsidR="00EA30A6" w:rsidRPr="00EA30A6">
        <w:rPr>
          <w:b/>
          <w:sz w:val="28"/>
          <w:szCs w:val="28"/>
        </w:rPr>
        <w:t>"Развитие системы муниципальной службы"</w:t>
      </w:r>
    </w:p>
    <w:p w14:paraId="268D07CD" w14:textId="77777777" w:rsidR="001F7109" w:rsidRPr="00CA7049" w:rsidRDefault="001F7109" w:rsidP="00EA30A6">
      <w:pPr>
        <w:keepNext/>
        <w:keepLines/>
        <w:ind w:firstLine="709"/>
        <w:jc w:val="center"/>
        <w:outlineLvl w:val="3"/>
        <w:rPr>
          <w:sz w:val="28"/>
          <w:szCs w:val="28"/>
        </w:rPr>
      </w:pPr>
      <w:r w:rsidRPr="00CA7049">
        <w:rPr>
          <w:sz w:val="28"/>
          <w:szCs w:val="28"/>
        </w:rPr>
        <w:t>муниципальной программы Мошенского муниципального района</w:t>
      </w:r>
    </w:p>
    <w:p w14:paraId="6302CDFB" w14:textId="77777777" w:rsidR="00820F07" w:rsidRPr="005014B5" w:rsidRDefault="001F7109" w:rsidP="00820F07">
      <w:pPr>
        <w:spacing w:line="240" w:lineRule="exact"/>
        <w:jc w:val="center"/>
        <w:rPr>
          <w:b/>
          <w:sz w:val="28"/>
          <w:szCs w:val="24"/>
          <w:lang w:eastAsia="ar-SA"/>
        </w:rPr>
      </w:pPr>
      <w:r>
        <w:rPr>
          <w:sz w:val="24"/>
          <w:szCs w:val="24"/>
        </w:rPr>
        <w:t xml:space="preserve"> </w:t>
      </w:r>
      <w:r w:rsidR="00820F07" w:rsidRPr="005014B5">
        <w:rPr>
          <w:b/>
          <w:sz w:val="28"/>
          <w:szCs w:val="24"/>
        </w:rPr>
        <w:t>Реформирование и развитие системы муниципального</w:t>
      </w:r>
      <w:r w:rsidR="00820F07">
        <w:rPr>
          <w:b/>
          <w:sz w:val="28"/>
          <w:szCs w:val="24"/>
        </w:rPr>
        <w:t xml:space="preserve"> </w:t>
      </w:r>
      <w:r w:rsidR="00820F07" w:rsidRPr="005014B5">
        <w:rPr>
          <w:b/>
          <w:sz w:val="28"/>
          <w:szCs w:val="24"/>
        </w:rPr>
        <w:t>управления</w:t>
      </w:r>
      <w:r w:rsidR="00820F07">
        <w:rPr>
          <w:b/>
          <w:sz w:val="28"/>
          <w:szCs w:val="24"/>
        </w:rPr>
        <w:t xml:space="preserve"> </w:t>
      </w:r>
      <w:r w:rsidR="00820F07" w:rsidRPr="005014B5">
        <w:rPr>
          <w:b/>
          <w:sz w:val="28"/>
          <w:szCs w:val="24"/>
          <w:lang w:eastAsia="ar-SA"/>
        </w:rPr>
        <w:t>Мошенского</w:t>
      </w:r>
    </w:p>
    <w:p w14:paraId="7DA501A1" w14:textId="77777777" w:rsidR="00820F07" w:rsidRPr="005014B5" w:rsidRDefault="00820F07" w:rsidP="00820F07">
      <w:pPr>
        <w:spacing w:line="240" w:lineRule="exact"/>
        <w:jc w:val="center"/>
        <w:rPr>
          <w:sz w:val="28"/>
          <w:szCs w:val="24"/>
        </w:rPr>
      </w:pPr>
      <w:r w:rsidRPr="005014B5">
        <w:rPr>
          <w:b/>
          <w:sz w:val="28"/>
          <w:szCs w:val="24"/>
          <w:lang w:eastAsia="ar-SA"/>
        </w:rPr>
        <w:t>му</w:t>
      </w:r>
      <w:r>
        <w:rPr>
          <w:b/>
          <w:sz w:val="28"/>
          <w:szCs w:val="24"/>
          <w:lang w:eastAsia="ar-SA"/>
        </w:rPr>
        <w:t>ниципального района на 2021-2025</w:t>
      </w:r>
      <w:r w:rsidRPr="005014B5">
        <w:rPr>
          <w:b/>
          <w:sz w:val="28"/>
          <w:szCs w:val="24"/>
          <w:lang w:eastAsia="ar-SA"/>
        </w:rPr>
        <w:t xml:space="preserve"> годы</w:t>
      </w:r>
      <w:r>
        <w:rPr>
          <w:b/>
          <w:sz w:val="28"/>
          <w:szCs w:val="24"/>
        </w:rPr>
        <w:t>» за 2021</w:t>
      </w:r>
      <w:r w:rsidRPr="005014B5">
        <w:rPr>
          <w:b/>
          <w:sz w:val="28"/>
          <w:szCs w:val="24"/>
        </w:rPr>
        <w:t xml:space="preserve"> год</w:t>
      </w:r>
    </w:p>
    <w:p w14:paraId="3A812593" w14:textId="32257B95" w:rsidR="001F7109" w:rsidRPr="00CA7049" w:rsidRDefault="001F7109" w:rsidP="00820F07">
      <w:pPr>
        <w:spacing w:line="240" w:lineRule="exact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3"/>
        <w:gridCol w:w="3580"/>
        <w:gridCol w:w="3956"/>
        <w:gridCol w:w="2416"/>
        <w:gridCol w:w="1978"/>
        <w:gridCol w:w="2072"/>
      </w:tblGrid>
      <w:tr w:rsidR="001F7109" w:rsidRPr="00CA7049" w14:paraId="328CC874" w14:textId="77777777" w:rsidTr="00845EEA">
        <w:trPr>
          <w:trHeight w:val="1199"/>
        </w:trPr>
        <w:tc>
          <w:tcPr>
            <w:tcW w:w="236" w:type="pct"/>
          </w:tcPr>
          <w:p w14:paraId="078B3EEA" w14:textId="77777777" w:rsidR="001F7109" w:rsidRPr="00CA7049" w:rsidRDefault="001F7109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№п/п</w:t>
            </w:r>
          </w:p>
        </w:tc>
        <w:tc>
          <w:tcPr>
            <w:tcW w:w="1218" w:type="pct"/>
          </w:tcPr>
          <w:p w14:paraId="03F94791" w14:textId="77777777" w:rsidR="001F7109" w:rsidRPr="00CA7049" w:rsidRDefault="001F7109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Наименование критерия оценки эффективности реализации по</w:t>
            </w:r>
            <w:r w:rsidRPr="00CA7049">
              <w:rPr>
                <w:sz w:val="24"/>
                <w:szCs w:val="24"/>
              </w:rPr>
              <w:t>д</w:t>
            </w:r>
            <w:r w:rsidRPr="00CA7049">
              <w:rPr>
                <w:sz w:val="24"/>
                <w:szCs w:val="24"/>
              </w:rPr>
              <w:t>программы</w:t>
            </w:r>
          </w:p>
        </w:tc>
        <w:tc>
          <w:tcPr>
            <w:tcW w:w="1346" w:type="pct"/>
          </w:tcPr>
          <w:p w14:paraId="0D3B2DC4" w14:textId="77777777" w:rsidR="001F7109" w:rsidRPr="00CA7049" w:rsidRDefault="001F7109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Вариант оценки</w:t>
            </w:r>
          </w:p>
        </w:tc>
        <w:tc>
          <w:tcPr>
            <w:tcW w:w="822" w:type="pct"/>
          </w:tcPr>
          <w:p w14:paraId="32577280" w14:textId="77777777" w:rsidR="001F7109" w:rsidRPr="00CA7049" w:rsidRDefault="001F7109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Значение критерия оценки эффективн</w:t>
            </w:r>
            <w:r w:rsidRPr="00CA7049">
              <w:rPr>
                <w:sz w:val="24"/>
                <w:szCs w:val="24"/>
              </w:rPr>
              <w:t>о</w:t>
            </w:r>
            <w:r w:rsidRPr="00CA7049">
              <w:rPr>
                <w:sz w:val="24"/>
                <w:szCs w:val="24"/>
              </w:rPr>
              <w:t>сти (от 0 до 1)</w:t>
            </w:r>
          </w:p>
        </w:tc>
        <w:tc>
          <w:tcPr>
            <w:tcW w:w="673" w:type="pct"/>
          </w:tcPr>
          <w:p w14:paraId="5FD0581D" w14:textId="77777777" w:rsidR="001F7109" w:rsidRPr="00CA7049" w:rsidRDefault="001F7109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Вес критерия оценки эффе</w:t>
            </w:r>
            <w:r w:rsidRPr="00CA7049">
              <w:rPr>
                <w:sz w:val="24"/>
                <w:szCs w:val="24"/>
              </w:rPr>
              <w:t>к</w:t>
            </w:r>
            <w:r w:rsidRPr="00CA7049">
              <w:rPr>
                <w:sz w:val="24"/>
                <w:szCs w:val="24"/>
              </w:rPr>
              <w:t>тивности</w:t>
            </w:r>
          </w:p>
        </w:tc>
        <w:tc>
          <w:tcPr>
            <w:tcW w:w="705" w:type="pct"/>
          </w:tcPr>
          <w:p w14:paraId="56D1328A" w14:textId="77777777" w:rsidR="001F7109" w:rsidRPr="00CA7049" w:rsidRDefault="001F7109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Оценка эффекти</w:t>
            </w:r>
            <w:r w:rsidRPr="00CA7049">
              <w:rPr>
                <w:sz w:val="24"/>
                <w:szCs w:val="24"/>
              </w:rPr>
              <w:t>в</w:t>
            </w:r>
            <w:r w:rsidRPr="00CA7049">
              <w:rPr>
                <w:sz w:val="24"/>
                <w:szCs w:val="24"/>
              </w:rPr>
              <w:t>ности в баллах (гр. 4 x гр. 5)</w:t>
            </w:r>
          </w:p>
        </w:tc>
      </w:tr>
    </w:tbl>
    <w:p w14:paraId="5DF2C854" w14:textId="77777777" w:rsidR="001F7109" w:rsidRPr="00CA7049" w:rsidRDefault="001F7109" w:rsidP="001F7109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90"/>
        <w:gridCol w:w="3563"/>
        <w:gridCol w:w="3938"/>
        <w:gridCol w:w="2405"/>
        <w:gridCol w:w="1969"/>
        <w:gridCol w:w="2062"/>
      </w:tblGrid>
      <w:tr w:rsidR="001F7109" w:rsidRPr="00CA7049" w14:paraId="056B6594" w14:textId="77777777" w:rsidTr="00845EEA">
        <w:trPr>
          <w:trHeight w:val="173"/>
          <w:tblHeader/>
        </w:trPr>
        <w:tc>
          <w:tcPr>
            <w:tcW w:w="236" w:type="pct"/>
          </w:tcPr>
          <w:p w14:paraId="45FC3594" w14:textId="77777777" w:rsidR="001F7109" w:rsidRPr="00CA7049" w:rsidRDefault="001F7109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14:paraId="77A03A4A" w14:textId="77777777" w:rsidR="001F7109" w:rsidRPr="00CA7049" w:rsidRDefault="001F7109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2</w:t>
            </w:r>
          </w:p>
        </w:tc>
        <w:tc>
          <w:tcPr>
            <w:tcW w:w="1346" w:type="pct"/>
          </w:tcPr>
          <w:p w14:paraId="58E92CAE" w14:textId="77777777" w:rsidR="001F7109" w:rsidRPr="00CA7049" w:rsidRDefault="001F7109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3</w:t>
            </w:r>
          </w:p>
        </w:tc>
        <w:tc>
          <w:tcPr>
            <w:tcW w:w="822" w:type="pct"/>
          </w:tcPr>
          <w:p w14:paraId="0463FC89" w14:textId="77777777" w:rsidR="001F7109" w:rsidRPr="00CA7049" w:rsidRDefault="001F7109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4</w:t>
            </w:r>
          </w:p>
        </w:tc>
        <w:tc>
          <w:tcPr>
            <w:tcW w:w="673" w:type="pct"/>
          </w:tcPr>
          <w:p w14:paraId="0ADBC7C6" w14:textId="77777777" w:rsidR="001F7109" w:rsidRPr="00CA7049" w:rsidRDefault="001F7109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14:paraId="2C8BACA8" w14:textId="77777777" w:rsidR="001F7109" w:rsidRPr="00CA7049" w:rsidRDefault="001F7109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6</w:t>
            </w:r>
          </w:p>
        </w:tc>
      </w:tr>
      <w:tr w:rsidR="000B3D05" w:rsidRPr="00CA7049" w14:paraId="7AB39DC3" w14:textId="77777777" w:rsidTr="00845EEA">
        <w:trPr>
          <w:trHeight w:val="1401"/>
        </w:trPr>
        <w:tc>
          <w:tcPr>
            <w:tcW w:w="236" w:type="pct"/>
          </w:tcPr>
          <w:p w14:paraId="04248941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1.</w:t>
            </w:r>
          </w:p>
        </w:tc>
        <w:tc>
          <w:tcPr>
            <w:tcW w:w="1218" w:type="pct"/>
          </w:tcPr>
          <w:p w14:paraId="08B235B8" w14:textId="77777777" w:rsidR="000B3D05" w:rsidRPr="00CA7049" w:rsidRDefault="000B3D05" w:rsidP="00845EE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Соответствие количества дости</w:t>
            </w:r>
            <w:r w:rsidRPr="00CA7049">
              <w:rPr>
                <w:sz w:val="24"/>
                <w:szCs w:val="24"/>
              </w:rPr>
              <w:t>г</w:t>
            </w:r>
            <w:r w:rsidRPr="00CA7049">
              <w:rPr>
                <w:sz w:val="24"/>
                <w:szCs w:val="24"/>
              </w:rPr>
              <w:t>нутых и запланированных по</w:t>
            </w:r>
            <w:r w:rsidRPr="00CA7049">
              <w:rPr>
                <w:sz w:val="24"/>
                <w:szCs w:val="24"/>
              </w:rPr>
              <w:t>д</w:t>
            </w:r>
            <w:r w:rsidRPr="00CA7049">
              <w:rPr>
                <w:sz w:val="24"/>
                <w:szCs w:val="24"/>
              </w:rPr>
              <w:t>программой целевых показателей</w:t>
            </w:r>
          </w:p>
        </w:tc>
        <w:tc>
          <w:tcPr>
            <w:tcW w:w="1346" w:type="pct"/>
          </w:tcPr>
          <w:p w14:paraId="37C382AD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количества достигнутых к количеству запланированных по</w:t>
            </w:r>
            <w:r w:rsidRPr="00CA7049">
              <w:rPr>
                <w:sz w:val="24"/>
                <w:szCs w:val="24"/>
              </w:rPr>
              <w:t>д</w:t>
            </w:r>
            <w:r w:rsidRPr="00CA7049">
              <w:rPr>
                <w:sz w:val="24"/>
                <w:szCs w:val="24"/>
              </w:rPr>
              <w:t>программой целевых показателей</w:t>
            </w:r>
          </w:p>
        </w:tc>
        <w:tc>
          <w:tcPr>
            <w:tcW w:w="822" w:type="pct"/>
          </w:tcPr>
          <w:p w14:paraId="6278EE7A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5461B109" w14:textId="77777777" w:rsidR="000B3D05" w:rsidRPr="00CA7049" w:rsidRDefault="000B3D05" w:rsidP="00DB0FB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05" w:type="pct"/>
          </w:tcPr>
          <w:p w14:paraId="42D183A1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0B3D05" w:rsidRPr="00CA7049" w14:paraId="1EAE2689" w14:textId="77777777" w:rsidTr="00845EEA">
        <w:tc>
          <w:tcPr>
            <w:tcW w:w="236" w:type="pct"/>
          </w:tcPr>
          <w:p w14:paraId="57B83FB8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2.</w:t>
            </w:r>
          </w:p>
        </w:tc>
        <w:tc>
          <w:tcPr>
            <w:tcW w:w="1218" w:type="pct"/>
          </w:tcPr>
          <w:p w14:paraId="527155AD" w14:textId="77777777" w:rsidR="000B3D05" w:rsidRPr="00CA7049" w:rsidRDefault="000B3D05" w:rsidP="00845EE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Выполнение мероприятий по</w:t>
            </w:r>
            <w:r w:rsidRPr="00CA7049">
              <w:rPr>
                <w:sz w:val="24"/>
                <w:szCs w:val="24"/>
              </w:rPr>
              <w:t>д</w:t>
            </w:r>
            <w:r w:rsidRPr="00CA7049">
              <w:rPr>
                <w:sz w:val="24"/>
                <w:szCs w:val="24"/>
              </w:rPr>
              <w:t>программы</w:t>
            </w:r>
          </w:p>
        </w:tc>
        <w:tc>
          <w:tcPr>
            <w:tcW w:w="1346" w:type="pct"/>
          </w:tcPr>
          <w:p w14:paraId="60F0B3E6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выполненных в отчетном году мероприятий подпрограммы&lt;*&gt; к общему числу запланированных в отчетном году мероприятий подпр</w:t>
            </w:r>
            <w:r w:rsidRPr="00CA7049">
              <w:rPr>
                <w:sz w:val="24"/>
                <w:szCs w:val="24"/>
              </w:rPr>
              <w:t>о</w:t>
            </w:r>
            <w:r w:rsidRPr="00CA7049">
              <w:rPr>
                <w:sz w:val="24"/>
                <w:szCs w:val="24"/>
              </w:rPr>
              <w:t>граммы</w:t>
            </w:r>
          </w:p>
        </w:tc>
        <w:tc>
          <w:tcPr>
            <w:tcW w:w="822" w:type="pct"/>
          </w:tcPr>
          <w:p w14:paraId="0D326788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61BA923D" w14:textId="77777777" w:rsidR="000B3D05" w:rsidRPr="00CA7049" w:rsidRDefault="000B3D05" w:rsidP="00DB0FB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05" w:type="pct"/>
          </w:tcPr>
          <w:p w14:paraId="4D891317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0B3D05" w:rsidRPr="00CA7049" w14:paraId="2DADA681" w14:textId="77777777" w:rsidTr="00845EEA">
        <w:tc>
          <w:tcPr>
            <w:tcW w:w="236" w:type="pct"/>
          </w:tcPr>
          <w:p w14:paraId="1A090CB2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3.</w:t>
            </w:r>
          </w:p>
        </w:tc>
        <w:tc>
          <w:tcPr>
            <w:tcW w:w="1218" w:type="pct"/>
          </w:tcPr>
          <w:p w14:paraId="6838C19C" w14:textId="77777777" w:rsidR="000B3D05" w:rsidRPr="00CA7049" w:rsidRDefault="000B3D05" w:rsidP="00845EE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Уровень фактического объема финансирования подпрограммы</w:t>
            </w:r>
          </w:p>
        </w:tc>
        <w:tc>
          <w:tcPr>
            <w:tcW w:w="1346" w:type="pct"/>
          </w:tcPr>
          <w:p w14:paraId="6468594F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фактического объема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подпрограммы (из ф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дерального, областного и местного бюджета) к плановому объему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(из федерального, о</w:t>
            </w:r>
            <w:r w:rsidRPr="00CA7049">
              <w:rPr>
                <w:sz w:val="24"/>
                <w:szCs w:val="24"/>
              </w:rPr>
              <w:t>б</w:t>
            </w:r>
            <w:r w:rsidRPr="00CA7049">
              <w:rPr>
                <w:sz w:val="24"/>
                <w:szCs w:val="24"/>
              </w:rPr>
              <w:t>ластного и местного бюджета)</w:t>
            </w:r>
          </w:p>
        </w:tc>
        <w:tc>
          <w:tcPr>
            <w:tcW w:w="822" w:type="pct"/>
          </w:tcPr>
          <w:p w14:paraId="12370B29" w14:textId="0AE29317" w:rsidR="000B3D05" w:rsidRPr="00E36E18" w:rsidRDefault="00E36E18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36E18"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64B3E71A" w14:textId="77777777" w:rsidR="000B3D05" w:rsidRPr="00E36E18" w:rsidRDefault="000B3D05" w:rsidP="00DB0FB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36E18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14:paraId="64B5CE06" w14:textId="7FFBB81A" w:rsidR="000B3D05" w:rsidRPr="00E36E18" w:rsidRDefault="00E36E18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36E18">
              <w:rPr>
                <w:sz w:val="24"/>
                <w:szCs w:val="24"/>
              </w:rPr>
              <w:t>10</w:t>
            </w:r>
          </w:p>
        </w:tc>
      </w:tr>
      <w:tr w:rsidR="000B3D05" w:rsidRPr="00CA7049" w14:paraId="02127946" w14:textId="77777777" w:rsidTr="00845EEA">
        <w:tc>
          <w:tcPr>
            <w:tcW w:w="236" w:type="pct"/>
          </w:tcPr>
          <w:p w14:paraId="79D97309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4.</w:t>
            </w:r>
          </w:p>
        </w:tc>
        <w:tc>
          <w:tcPr>
            <w:tcW w:w="1218" w:type="pct"/>
          </w:tcPr>
          <w:p w14:paraId="261F07BF" w14:textId="77777777" w:rsidR="000B3D05" w:rsidRPr="00CA7049" w:rsidRDefault="000B3D05" w:rsidP="00845EE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Отклонение освоенного объема финансирования из областного бюджета от фактического объема финансирования из областного бюджета</w:t>
            </w:r>
          </w:p>
        </w:tc>
        <w:tc>
          <w:tcPr>
            <w:tcW w:w="1346" w:type="pct"/>
          </w:tcPr>
          <w:p w14:paraId="0F78FE62" w14:textId="77777777" w:rsidR="000B3D05" w:rsidRPr="00CA7049" w:rsidRDefault="000B3D05" w:rsidP="00845EE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освоенного объема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к фактическому объ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му финансирования из областного бюджета</w:t>
            </w:r>
          </w:p>
        </w:tc>
        <w:tc>
          <w:tcPr>
            <w:tcW w:w="822" w:type="pct"/>
          </w:tcPr>
          <w:p w14:paraId="2FC3C0D5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03C96CF2" w14:textId="77777777" w:rsidR="000B3D05" w:rsidRPr="00435699" w:rsidRDefault="000B3D05" w:rsidP="00DB0FB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14:paraId="616530EA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B3D05" w:rsidRPr="00CA7049" w14:paraId="4C4BD75C" w14:textId="77777777" w:rsidTr="00845EEA">
        <w:tc>
          <w:tcPr>
            <w:tcW w:w="236" w:type="pct"/>
          </w:tcPr>
          <w:p w14:paraId="19C31400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5.</w:t>
            </w:r>
          </w:p>
        </w:tc>
        <w:tc>
          <w:tcPr>
            <w:tcW w:w="1218" w:type="pct"/>
          </w:tcPr>
          <w:p w14:paraId="6BE305DD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Отклонение освоенного объема финансирования из федерального бюджета от фактического объема финансирования из федерального бюджета &lt;**&gt;</w:t>
            </w:r>
          </w:p>
        </w:tc>
        <w:tc>
          <w:tcPr>
            <w:tcW w:w="1346" w:type="pct"/>
          </w:tcPr>
          <w:p w14:paraId="7F64D329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освоенного объема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к фактическому объ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му финансирования из федерального бюджета</w:t>
            </w:r>
          </w:p>
        </w:tc>
        <w:tc>
          <w:tcPr>
            <w:tcW w:w="822" w:type="pct"/>
          </w:tcPr>
          <w:p w14:paraId="5A05D10A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2C31644B" w14:textId="77777777" w:rsidR="000B3D05" w:rsidRPr="00435699" w:rsidRDefault="000B3D05" w:rsidP="00DB0FB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14:paraId="7DE16E27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B3D05" w:rsidRPr="00CA7049" w14:paraId="11C81B00" w14:textId="77777777" w:rsidTr="00845EEA">
        <w:tc>
          <w:tcPr>
            <w:tcW w:w="236" w:type="pct"/>
          </w:tcPr>
          <w:p w14:paraId="1491D4BE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6.</w:t>
            </w:r>
          </w:p>
        </w:tc>
        <w:tc>
          <w:tcPr>
            <w:tcW w:w="1218" w:type="pct"/>
          </w:tcPr>
          <w:p w14:paraId="399B3B37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Отклонение освоенного объема финансирования из местных бюджетов от фактического объ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ма финансирования из местных бюджетов &lt;**&gt;</w:t>
            </w:r>
          </w:p>
        </w:tc>
        <w:tc>
          <w:tcPr>
            <w:tcW w:w="1346" w:type="pct"/>
          </w:tcPr>
          <w:p w14:paraId="133B7DAE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освоенного объема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к фактическому объ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му финансирования из местных бюджетов</w:t>
            </w:r>
          </w:p>
        </w:tc>
        <w:tc>
          <w:tcPr>
            <w:tcW w:w="822" w:type="pct"/>
          </w:tcPr>
          <w:p w14:paraId="6C5147BC" w14:textId="3E7B1E1F" w:rsidR="000B3D05" w:rsidRPr="00E36E18" w:rsidRDefault="00E36E18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36E18"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0539FB1A" w14:textId="77777777" w:rsidR="000B3D05" w:rsidRPr="00E36E18" w:rsidRDefault="000B3D05" w:rsidP="00DB0FB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36E18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14:paraId="1C62B50B" w14:textId="566A483D" w:rsidR="000B3D05" w:rsidRPr="00E36E18" w:rsidRDefault="00E36E18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36E18">
              <w:rPr>
                <w:sz w:val="24"/>
                <w:szCs w:val="24"/>
              </w:rPr>
              <w:t>5</w:t>
            </w:r>
          </w:p>
        </w:tc>
      </w:tr>
      <w:tr w:rsidR="000B3D05" w:rsidRPr="00CA7049" w14:paraId="3A736ACB" w14:textId="77777777" w:rsidTr="00845EEA">
        <w:tc>
          <w:tcPr>
            <w:tcW w:w="236" w:type="pct"/>
          </w:tcPr>
          <w:p w14:paraId="44C084B9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7.</w:t>
            </w:r>
          </w:p>
        </w:tc>
        <w:tc>
          <w:tcPr>
            <w:tcW w:w="1218" w:type="pct"/>
          </w:tcPr>
          <w:p w14:paraId="28B0901D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Отклонение освоенного объема финансирования из внебюдже</w:t>
            </w:r>
            <w:r w:rsidRPr="00CA7049">
              <w:rPr>
                <w:sz w:val="24"/>
                <w:szCs w:val="24"/>
              </w:rPr>
              <w:t>т</w:t>
            </w:r>
            <w:r w:rsidRPr="00CA7049">
              <w:rPr>
                <w:sz w:val="24"/>
                <w:szCs w:val="24"/>
              </w:rPr>
              <w:t>ных источников и внебюджетных фондов от фактического объема финансирования из внебюдже</w:t>
            </w:r>
            <w:r w:rsidRPr="00CA7049">
              <w:rPr>
                <w:sz w:val="24"/>
                <w:szCs w:val="24"/>
              </w:rPr>
              <w:t>т</w:t>
            </w:r>
            <w:r w:rsidRPr="00CA7049">
              <w:rPr>
                <w:sz w:val="24"/>
                <w:szCs w:val="24"/>
              </w:rPr>
              <w:t>ных источников и внебюджетных фондов &lt;**&gt;</w:t>
            </w:r>
          </w:p>
        </w:tc>
        <w:tc>
          <w:tcPr>
            <w:tcW w:w="1346" w:type="pct"/>
          </w:tcPr>
          <w:p w14:paraId="18957963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освоенного объема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к фактическому объ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му финансирования из внебюдже</w:t>
            </w:r>
            <w:r w:rsidRPr="00CA7049">
              <w:rPr>
                <w:sz w:val="24"/>
                <w:szCs w:val="24"/>
              </w:rPr>
              <w:t>т</w:t>
            </w:r>
            <w:r w:rsidRPr="00CA7049">
              <w:rPr>
                <w:sz w:val="24"/>
                <w:szCs w:val="24"/>
              </w:rPr>
              <w:t>ных источников и внебюджетных фондов</w:t>
            </w:r>
          </w:p>
        </w:tc>
        <w:tc>
          <w:tcPr>
            <w:tcW w:w="822" w:type="pct"/>
          </w:tcPr>
          <w:p w14:paraId="395E7E11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7917275E" w14:textId="77777777" w:rsidR="000B3D05" w:rsidRPr="00CA7049" w:rsidRDefault="000B3D05" w:rsidP="00DB0FB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14:paraId="084E2F26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B3D05" w:rsidRPr="00CA7049" w14:paraId="33228486" w14:textId="77777777" w:rsidTr="00845EEA">
        <w:tc>
          <w:tcPr>
            <w:tcW w:w="236" w:type="pct"/>
          </w:tcPr>
          <w:p w14:paraId="78D4CB1B" w14:textId="77777777" w:rsidR="000B3D05" w:rsidRPr="00CA7049" w:rsidRDefault="000B3D05" w:rsidP="00845EE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18" w:type="pct"/>
          </w:tcPr>
          <w:p w14:paraId="1680B117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Оценка эффективности реализ</w:t>
            </w:r>
            <w:r w:rsidRPr="00CA7049">
              <w:rPr>
                <w:sz w:val="24"/>
                <w:szCs w:val="24"/>
              </w:rPr>
              <w:t>а</w:t>
            </w:r>
            <w:r w:rsidRPr="00CA7049">
              <w:rPr>
                <w:sz w:val="24"/>
                <w:szCs w:val="24"/>
              </w:rPr>
              <w:t>ции подпрограммы в баллах (</w:t>
            </w:r>
            <w:proofErr w:type="spellStart"/>
            <w:r w:rsidRPr="00CA7049">
              <w:rPr>
                <w:sz w:val="24"/>
                <w:szCs w:val="24"/>
              </w:rPr>
              <w:t>пэф</w:t>
            </w:r>
            <w:proofErr w:type="spellEnd"/>
            <w:r w:rsidRPr="00CA7049">
              <w:rPr>
                <w:sz w:val="24"/>
                <w:szCs w:val="24"/>
              </w:rPr>
              <w:t>) &lt;***&gt;</w:t>
            </w:r>
          </w:p>
        </w:tc>
        <w:tc>
          <w:tcPr>
            <w:tcW w:w="1346" w:type="pct"/>
          </w:tcPr>
          <w:p w14:paraId="62167095" w14:textId="77777777" w:rsidR="000B3D05" w:rsidRPr="00CA7049" w:rsidRDefault="000B3D05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x</w:t>
            </w:r>
          </w:p>
        </w:tc>
        <w:tc>
          <w:tcPr>
            <w:tcW w:w="822" w:type="pct"/>
          </w:tcPr>
          <w:p w14:paraId="11E9EAEF" w14:textId="5D5BBC08" w:rsidR="000B3D05" w:rsidRPr="00CA7049" w:rsidRDefault="00E36E18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73" w:type="pct"/>
          </w:tcPr>
          <w:p w14:paraId="55E68E64" w14:textId="77777777" w:rsidR="000B3D05" w:rsidRPr="00CA7049" w:rsidRDefault="000B3D05" w:rsidP="00DB0FB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x</w:t>
            </w:r>
          </w:p>
        </w:tc>
        <w:tc>
          <w:tcPr>
            <w:tcW w:w="705" w:type="pct"/>
          </w:tcPr>
          <w:p w14:paraId="08F17BAE" w14:textId="52EC45E2" w:rsidR="000B3D05" w:rsidRPr="00CA7049" w:rsidRDefault="00E36E18" w:rsidP="00845EE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14:paraId="4E42D901" w14:textId="77777777" w:rsidR="001F7109" w:rsidRDefault="001F7109" w:rsidP="001F7109">
      <w:pPr>
        <w:tabs>
          <w:tab w:val="left" w:pos="1268"/>
        </w:tabs>
        <w:rPr>
          <w:sz w:val="24"/>
          <w:szCs w:val="24"/>
        </w:rPr>
      </w:pPr>
    </w:p>
    <w:p w14:paraId="758BCA69" w14:textId="77777777" w:rsidR="001F7109" w:rsidRDefault="001F7109" w:rsidP="00AB679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14:paraId="0EE11030" w14:textId="77777777" w:rsidR="00C5419D" w:rsidRDefault="00C5419D" w:rsidP="00AB679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14:paraId="6B36C698" w14:textId="77777777" w:rsidR="00C5419D" w:rsidRDefault="00C5419D" w:rsidP="00AB679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14:paraId="2F6DA829" w14:textId="77777777" w:rsidR="00C5419D" w:rsidRDefault="00C5419D" w:rsidP="00AB679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14:paraId="1CD8F8F3" w14:textId="77777777" w:rsidR="00C5419D" w:rsidRDefault="00C5419D" w:rsidP="00AB679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14:paraId="4AD343C4" w14:textId="4E2EA0BD" w:rsidR="00C5419D" w:rsidRDefault="00C5419D" w:rsidP="00AB679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14:paraId="6DD941C8" w14:textId="77777777" w:rsidR="001C0F5D" w:rsidRDefault="001C0F5D" w:rsidP="00AB679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14:paraId="25DB869A" w14:textId="77777777" w:rsidR="00C5419D" w:rsidRDefault="00C5419D" w:rsidP="00AB679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14:paraId="71C797F6" w14:textId="77777777" w:rsidR="00C5419D" w:rsidRDefault="00C5419D" w:rsidP="00AB679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14:paraId="5AED7A7C" w14:textId="77777777" w:rsidR="00F55690" w:rsidRDefault="00F55690" w:rsidP="00AB679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14:paraId="111DA64A" w14:textId="77777777" w:rsidR="00AB6799" w:rsidRPr="00CA7049" w:rsidRDefault="00AB6799" w:rsidP="00AB679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CA7049">
        <w:rPr>
          <w:b/>
          <w:sz w:val="24"/>
          <w:szCs w:val="24"/>
        </w:rPr>
        <w:t>КРИТЕРИИ</w:t>
      </w:r>
    </w:p>
    <w:p w14:paraId="39812A58" w14:textId="77777777" w:rsidR="00AB6799" w:rsidRPr="00CA7049" w:rsidRDefault="00AB6799" w:rsidP="00AB679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CA7049">
        <w:rPr>
          <w:sz w:val="28"/>
          <w:szCs w:val="28"/>
        </w:rPr>
        <w:t>оценки эффективности реализации подпрограммы</w:t>
      </w:r>
    </w:p>
    <w:p w14:paraId="2B42340F" w14:textId="77777777" w:rsidR="00AB6799" w:rsidRPr="00C5419D" w:rsidRDefault="00AB6799" w:rsidP="00AB679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C5419D">
        <w:rPr>
          <w:b/>
          <w:bCs/>
          <w:sz w:val="28"/>
          <w:szCs w:val="28"/>
        </w:rPr>
        <w:t>«</w:t>
      </w:r>
      <w:r w:rsidRPr="00C5419D">
        <w:rPr>
          <w:b/>
          <w:bCs/>
          <w:sz w:val="28"/>
          <w:szCs w:val="26"/>
        </w:rPr>
        <w:t>Развитие информационного общества и формирование электронного муниципалитета</w:t>
      </w:r>
      <w:r w:rsidRPr="00C5419D">
        <w:rPr>
          <w:b/>
          <w:sz w:val="28"/>
          <w:szCs w:val="28"/>
        </w:rPr>
        <w:br/>
        <w:t>в Мошенском муниципальном районе</w:t>
      </w:r>
      <w:r w:rsidRPr="00C5419D">
        <w:rPr>
          <w:b/>
          <w:bCs/>
          <w:sz w:val="28"/>
          <w:szCs w:val="28"/>
        </w:rPr>
        <w:t>»</w:t>
      </w:r>
    </w:p>
    <w:p w14:paraId="25D3DEDF" w14:textId="77777777" w:rsidR="00AB6799" w:rsidRPr="00CA7049" w:rsidRDefault="00AB6799" w:rsidP="00AB6799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CA7049">
        <w:rPr>
          <w:sz w:val="28"/>
          <w:szCs w:val="28"/>
        </w:rPr>
        <w:t>муниципальной программы Мошенского муниципального района</w:t>
      </w:r>
    </w:p>
    <w:p w14:paraId="3E3C6976" w14:textId="77777777" w:rsidR="00820F07" w:rsidRPr="005014B5" w:rsidRDefault="00820F07" w:rsidP="00820F07">
      <w:pPr>
        <w:spacing w:line="240" w:lineRule="exact"/>
        <w:jc w:val="center"/>
        <w:rPr>
          <w:b/>
          <w:sz w:val="28"/>
          <w:szCs w:val="24"/>
          <w:lang w:eastAsia="ar-SA"/>
        </w:rPr>
      </w:pPr>
      <w:r w:rsidRPr="005014B5">
        <w:rPr>
          <w:b/>
          <w:sz w:val="28"/>
          <w:szCs w:val="24"/>
        </w:rPr>
        <w:t>Реформирование и развитие системы муниципального</w:t>
      </w:r>
      <w:r>
        <w:rPr>
          <w:b/>
          <w:sz w:val="28"/>
          <w:szCs w:val="24"/>
        </w:rPr>
        <w:t xml:space="preserve"> </w:t>
      </w:r>
      <w:r w:rsidRPr="005014B5">
        <w:rPr>
          <w:b/>
          <w:sz w:val="28"/>
          <w:szCs w:val="24"/>
        </w:rPr>
        <w:t>управления</w:t>
      </w:r>
      <w:r>
        <w:rPr>
          <w:b/>
          <w:sz w:val="28"/>
          <w:szCs w:val="24"/>
        </w:rPr>
        <w:t xml:space="preserve"> </w:t>
      </w:r>
      <w:r w:rsidRPr="005014B5">
        <w:rPr>
          <w:b/>
          <w:sz w:val="28"/>
          <w:szCs w:val="24"/>
          <w:lang w:eastAsia="ar-SA"/>
        </w:rPr>
        <w:t>Мошенского</w:t>
      </w:r>
    </w:p>
    <w:p w14:paraId="2EA6A3F8" w14:textId="77777777" w:rsidR="00820F07" w:rsidRPr="005014B5" w:rsidRDefault="00820F07" w:rsidP="00820F07">
      <w:pPr>
        <w:spacing w:line="240" w:lineRule="exact"/>
        <w:jc w:val="center"/>
        <w:rPr>
          <w:sz w:val="28"/>
          <w:szCs w:val="24"/>
        </w:rPr>
      </w:pPr>
      <w:r w:rsidRPr="005014B5">
        <w:rPr>
          <w:b/>
          <w:sz w:val="28"/>
          <w:szCs w:val="24"/>
          <w:lang w:eastAsia="ar-SA"/>
        </w:rPr>
        <w:t>му</w:t>
      </w:r>
      <w:r>
        <w:rPr>
          <w:b/>
          <w:sz w:val="28"/>
          <w:szCs w:val="24"/>
          <w:lang w:eastAsia="ar-SA"/>
        </w:rPr>
        <w:t>ниципального района на 2021-2025</w:t>
      </w:r>
      <w:r w:rsidRPr="005014B5">
        <w:rPr>
          <w:b/>
          <w:sz w:val="28"/>
          <w:szCs w:val="24"/>
          <w:lang w:eastAsia="ar-SA"/>
        </w:rPr>
        <w:t xml:space="preserve"> годы</w:t>
      </w:r>
      <w:r>
        <w:rPr>
          <w:b/>
          <w:sz w:val="28"/>
          <w:szCs w:val="24"/>
        </w:rPr>
        <w:t>» за 2021</w:t>
      </w:r>
      <w:r w:rsidRPr="005014B5">
        <w:rPr>
          <w:b/>
          <w:sz w:val="28"/>
          <w:szCs w:val="24"/>
        </w:rPr>
        <w:t xml:space="preserve"> год</w:t>
      </w:r>
    </w:p>
    <w:p w14:paraId="3229CBB9" w14:textId="77777777" w:rsidR="00AB6799" w:rsidRPr="00CA7049" w:rsidRDefault="00AB6799" w:rsidP="00AB6799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693"/>
        <w:gridCol w:w="3580"/>
        <w:gridCol w:w="3956"/>
        <w:gridCol w:w="2416"/>
        <w:gridCol w:w="1978"/>
        <w:gridCol w:w="2072"/>
      </w:tblGrid>
      <w:tr w:rsidR="00AB6799" w:rsidRPr="00A65848" w14:paraId="151117A1" w14:textId="77777777" w:rsidTr="009E09EF">
        <w:trPr>
          <w:trHeight w:val="1199"/>
        </w:trPr>
        <w:tc>
          <w:tcPr>
            <w:tcW w:w="236" w:type="pct"/>
          </w:tcPr>
          <w:p w14:paraId="08794E4E" w14:textId="77777777" w:rsidR="00AB6799" w:rsidRPr="00A65848" w:rsidRDefault="00AB6799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№п/п</w:t>
            </w:r>
          </w:p>
        </w:tc>
        <w:tc>
          <w:tcPr>
            <w:tcW w:w="1218" w:type="pct"/>
          </w:tcPr>
          <w:p w14:paraId="30BDAE80" w14:textId="77777777" w:rsidR="00AB6799" w:rsidRPr="00A65848" w:rsidRDefault="00AB6799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Наименование критерия оценки эффективности реализации по</w:t>
            </w:r>
            <w:r w:rsidRPr="00A65848">
              <w:rPr>
                <w:sz w:val="24"/>
                <w:szCs w:val="24"/>
              </w:rPr>
              <w:t>д</w:t>
            </w:r>
            <w:r w:rsidRPr="00A65848">
              <w:rPr>
                <w:sz w:val="24"/>
                <w:szCs w:val="24"/>
              </w:rPr>
              <w:t>программы</w:t>
            </w:r>
          </w:p>
        </w:tc>
        <w:tc>
          <w:tcPr>
            <w:tcW w:w="1346" w:type="pct"/>
          </w:tcPr>
          <w:p w14:paraId="77DC25C2" w14:textId="77777777" w:rsidR="00AB6799" w:rsidRPr="00A65848" w:rsidRDefault="00AB6799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Вариант оценки</w:t>
            </w:r>
          </w:p>
        </w:tc>
        <w:tc>
          <w:tcPr>
            <w:tcW w:w="822" w:type="pct"/>
          </w:tcPr>
          <w:p w14:paraId="53A18BB2" w14:textId="77777777" w:rsidR="00AB6799" w:rsidRPr="00A65848" w:rsidRDefault="00AB6799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Значение критерия оценки эффективн</w:t>
            </w:r>
            <w:r w:rsidRPr="00A65848">
              <w:rPr>
                <w:sz w:val="24"/>
                <w:szCs w:val="24"/>
              </w:rPr>
              <w:t>о</w:t>
            </w:r>
            <w:r w:rsidRPr="00A65848">
              <w:rPr>
                <w:sz w:val="24"/>
                <w:szCs w:val="24"/>
              </w:rPr>
              <w:t>сти (от 0 до 1)</w:t>
            </w:r>
          </w:p>
        </w:tc>
        <w:tc>
          <w:tcPr>
            <w:tcW w:w="673" w:type="pct"/>
          </w:tcPr>
          <w:p w14:paraId="77790E31" w14:textId="77777777" w:rsidR="00AB6799" w:rsidRPr="00A65848" w:rsidRDefault="00AB6799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Вес критерия оценки эффе</w:t>
            </w:r>
            <w:r w:rsidRPr="00A65848">
              <w:rPr>
                <w:sz w:val="24"/>
                <w:szCs w:val="24"/>
              </w:rPr>
              <w:t>к</w:t>
            </w:r>
            <w:r w:rsidRPr="00A65848">
              <w:rPr>
                <w:sz w:val="24"/>
                <w:szCs w:val="24"/>
              </w:rPr>
              <w:t>тивности</w:t>
            </w:r>
          </w:p>
        </w:tc>
        <w:tc>
          <w:tcPr>
            <w:tcW w:w="705" w:type="pct"/>
          </w:tcPr>
          <w:p w14:paraId="7A226888" w14:textId="77777777" w:rsidR="00AB6799" w:rsidRPr="00A65848" w:rsidRDefault="00AB6799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Оценка эффекти</w:t>
            </w:r>
            <w:r w:rsidRPr="00A65848">
              <w:rPr>
                <w:sz w:val="24"/>
                <w:szCs w:val="24"/>
              </w:rPr>
              <w:t>в</w:t>
            </w:r>
            <w:r w:rsidRPr="00A65848">
              <w:rPr>
                <w:sz w:val="24"/>
                <w:szCs w:val="24"/>
              </w:rPr>
              <w:t>ности в баллах (гр. 4 x гр. 5)</w:t>
            </w:r>
          </w:p>
        </w:tc>
      </w:tr>
    </w:tbl>
    <w:p w14:paraId="4BC43675" w14:textId="77777777" w:rsidR="00AB6799" w:rsidRPr="00A65848" w:rsidRDefault="00AB6799" w:rsidP="00AB6799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90"/>
        <w:gridCol w:w="3563"/>
        <w:gridCol w:w="3938"/>
        <w:gridCol w:w="2405"/>
        <w:gridCol w:w="1969"/>
        <w:gridCol w:w="2062"/>
      </w:tblGrid>
      <w:tr w:rsidR="00AB6799" w:rsidRPr="00A65848" w14:paraId="7825CD0D" w14:textId="77777777" w:rsidTr="009E09EF">
        <w:trPr>
          <w:trHeight w:val="173"/>
          <w:tblHeader/>
        </w:trPr>
        <w:tc>
          <w:tcPr>
            <w:tcW w:w="236" w:type="pct"/>
          </w:tcPr>
          <w:p w14:paraId="4169FE78" w14:textId="77777777" w:rsidR="00AB6799" w:rsidRPr="00A65848" w:rsidRDefault="00AB6799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14:paraId="1A5424E0" w14:textId="77777777" w:rsidR="00AB6799" w:rsidRPr="00A65848" w:rsidRDefault="00AB6799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2</w:t>
            </w:r>
          </w:p>
        </w:tc>
        <w:tc>
          <w:tcPr>
            <w:tcW w:w="1346" w:type="pct"/>
          </w:tcPr>
          <w:p w14:paraId="291772B4" w14:textId="77777777" w:rsidR="00AB6799" w:rsidRPr="00A65848" w:rsidRDefault="00AB6799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3</w:t>
            </w:r>
          </w:p>
        </w:tc>
        <w:tc>
          <w:tcPr>
            <w:tcW w:w="822" w:type="pct"/>
          </w:tcPr>
          <w:p w14:paraId="03982841" w14:textId="77777777" w:rsidR="00AB6799" w:rsidRPr="00A65848" w:rsidRDefault="00AB6799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4</w:t>
            </w:r>
          </w:p>
        </w:tc>
        <w:tc>
          <w:tcPr>
            <w:tcW w:w="673" w:type="pct"/>
          </w:tcPr>
          <w:p w14:paraId="7F4CF650" w14:textId="77777777" w:rsidR="00AB6799" w:rsidRPr="00A65848" w:rsidRDefault="00AB6799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14:paraId="46925DD0" w14:textId="77777777" w:rsidR="00AB6799" w:rsidRPr="00A65848" w:rsidRDefault="00AB6799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6</w:t>
            </w:r>
          </w:p>
        </w:tc>
      </w:tr>
      <w:tr w:rsidR="00A65848" w:rsidRPr="00A65848" w14:paraId="39682621" w14:textId="77777777" w:rsidTr="009E09EF">
        <w:trPr>
          <w:trHeight w:val="1006"/>
        </w:trPr>
        <w:tc>
          <w:tcPr>
            <w:tcW w:w="236" w:type="pct"/>
          </w:tcPr>
          <w:p w14:paraId="5D38596B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1.</w:t>
            </w:r>
          </w:p>
        </w:tc>
        <w:tc>
          <w:tcPr>
            <w:tcW w:w="1218" w:type="pct"/>
          </w:tcPr>
          <w:p w14:paraId="55CB34B6" w14:textId="77777777" w:rsidR="00A65848" w:rsidRPr="00A65848" w:rsidRDefault="00A65848" w:rsidP="009E09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Соответствие количества дости</w:t>
            </w:r>
            <w:r w:rsidRPr="00A65848">
              <w:rPr>
                <w:sz w:val="24"/>
                <w:szCs w:val="24"/>
              </w:rPr>
              <w:t>г</w:t>
            </w:r>
            <w:r w:rsidRPr="00A65848">
              <w:rPr>
                <w:sz w:val="24"/>
                <w:szCs w:val="24"/>
              </w:rPr>
              <w:t>нутых и запланированных по</w:t>
            </w:r>
            <w:r w:rsidRPr="00A65848">
              <w:rPr>
                <w:sz w:val="24"/>
                <w:szCs w:val="24"/>
              </w:rPr>
              <w:t>д</w:t>
            </w:r>
            <w:r w:rsidRPr="00A65848">
              <w:rPr>
                <w:sz w:val="24"/>
                <w:szCs w:val="24"/>
              </w:rPr>
              <w:t>программой целевых показателей</w:t>
            </w:r>
          </w:p>
        </w:tc>
        <w:tc>
          <w:tcPr>
            <w:tcW w:w="1346" w:type="pct"/>
          </w:tcPr>
          <w:p w14:paraId="6FB217F6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отношение количества достигнутых к количеству запланированных по</w:t>
            </w:r>
            <w:r w:rsidRPr="00A65848">
              <w:rPr>
                <w:sz w:val="24"/>
                <w:szCs w:val="24"/>
              </w:rPr>
              <w:t>д</w:t>
            </w:r>
            <w:r w:rsidRPr="00A65848">
              <w:rPr>
                <w:sz w:val="24"/>
                <w:szCs w:val="24"/>
              </w:rPr>
              <w:t>программой целевых показателей</w:t>
            </w:r>
          </w:p>
        </w:tc>
        <w:tc>
          <w:tcPr>
            <w:tcW w:w="822" w:type="pct"/>
          </w:tcPr>
          <w:p w14:paraId="1E4E1D26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35C0FA1F" w14:textId="77777777" w:rsidR="00A65848" w:rsidRPr="00A65848" w:rsidRDefault="00A65848" w:rsidP="00DB0FB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35</w:t>
            </w:r>
          </w:p>
        </w:tc>
        <w:tc>
          <w:tcPr>
            <w:tcW w:w="705" w:type="pct"/>
          </w:tcPr>
          <w:p w14:paraId="47483D65" w14:textId="77777777" w:rsidR="00A65848" w:rsidRPr="00A65848" w:rsidRDefault="00A65848" w:rsidP="0022373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A65848" w:rsidRPr="00A65848" w14:paraId="1E2E7851" w14:textId="77777777" w:rsidTr="009E09EF">
        <w:tc>
          <w:tcPr>
            <w:tcW w:w="236" w:type="pct"/>
          </w:tcPr>
          <w:p w14:paraId="6B8BA30B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2.</w:t>
            </w:r>
          </w:p>
        </w:tc>
        <w:tc>
          <w:tcPr>
            <w:tcW w:w="1218" w:type="pct"/>
          </w:tcPr>
          <w:p w14:paraId="66FABBC7" w14:textId="77777777" w:rsidR="00A65848" w:rsidRPr="00A65848" w:rsidRDefault="00A65848" w:rsidP="009E09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Выполнение мероприятий по</w:t>
            </w:r>
            <w:r w:rsidRPr="00A65848">
              <w:rPr>
                <w:sz w:val="24"/>
                <w:szCs w:val="24"/>
              </w:rPr>
              <w:t>д</w:t>
            </w:r>
            <w:r w:rsidRPr="00A65848">
              <w:rPr>
                <w:sz w:val="24"/>
                <w:szCs w:val="24"/>
              </w:rPr>
              <w:t>программы</w:t>
            </w:r>
          </w:p>
        </w:tc>
        <w:tc>
          <w:tcPr>
            <w:tcW w:w="1346" w:type="pct"/>
          </w:tcPr>
          <w:p w14:paraId="3C02B8F4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отношение выполненных в отчетном году мероприятий подпрограммы&lt;*&gt; к общему числу запланированных в отчетном году мероприятий подпр</w:t>
            </w:r>
            <w:r w:rsidRPr="00A65848">
              <w:rPr>
                <w:sz w:val="24"/>
                <w:szCs w:val="24"/>
              </w:rPr>
              <w:t>о</w:t>
            </w:r>
            <w:r w:rsidRPr="00A65848">
              <w:rPr>
                <w:sz w:val="24"/>
                <w:szCs w:val="24"/>
              </w:rPr>
              <w:t>граммы</w:t>
            </w:r>
          </w:p>
        </w:tc>
        <w:tc>
          <w:tcPr>
            <w:tcW w:w="822" w:type="pct"/>
          </w:tcPr>
          <w:p w14:paraId="4F7E458D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3A3F150E" w14:textId="77777777" w:rsidR="00A65848" w:rsidRPr="00A65848" w:rsidRDefault="00A65848" w:rsidP="00DB0FB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25</w:t>
            </w:r>
          </w:p>
        </w:tc>
        <w:tc>
          <w:tcPr>
            <w:tcW w:w="705" w:type="pct"/>
          </w:tcPr>
          <w:p w14:paraId="211783F8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A65848" w:rsidRPr="00A65848" w14:paraId="046968E9" w14:textId="77777777" w:rsidTr="009E09EF">
        <w:tc>
          <w:tcPr>
            <w:tcW w:w="236" w:type="pct"/>
          </w:tcPr>
          <w:p w14:paraId="77CA903E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3.</w:t>
            </w:r>
          </w:p>
        </w:tc>
        <w:tc>
          <w:tcPr>
            <w:tcW w:w="1218" w:type="pct"/>
          </w:tcPr>
          <w:p w14:paraId="310C8C0B" w14:textId="77777777" w:rsidR="00A65848" w:rsidRPr="00A65848" w:rsidRDefault="00A65848" w:rsidP="009E09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Уровень фактического объема финансирования подпрограммы</w:t>
            </w:r>
          </w:p>
        </w:tc>
        <w:tc>
          <w:tcPr>
            <w:tcW w:w="1346" w:type="pct"/>
          </w:tcPr>
          <w:p w14:paraId="49653CAA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отношение фактического объема ф</w:t>
            </w:r>
            <w:r w:rsidRPr="00A65848">
              <w:rPr>
                <w:sz w:val="24"/>
                <w:szCs w:val="24"/>
              </w:rPr>
              <w:t>и</w:t>
            </w:r>
            <w:r w:rsidRPr="00A65848">
              <w:rPr>
                <w:sz w:val="24"/>
                <w:szCs w:val="24"/>
              </w:rPr>
              <w:t>нансирования подпрограммы (из ф</w:t>
            </w:r>
            <w:r w:rsidRPr="00A65848">
              <w:rPr>
                <w:sz w:val="24"/>
                <w:szCs w:val="24"/>
              </w:rPr>
              <w:t>е</w:t>
            </w:r>
            <w:r w:rsidRPr="00A65848">
              <w:rPr>
                <w:sz w:val="24"/>
                <w:szCs w:val="24"/>
              </w:rPr>
              <w:t>дерального, областного и местного бюджета) к плановому объему ф</w:t>
            </w:r>
            <w:r w:rsidRPr="00A65848">
              <w:rPr>
                <w:sz w:val="24"/>
                <w:szCs w:val="24"/>
              </w:rPr>
              <w:t>и</w:t>
            </w:r>
            <w:r w:rsidRPr="00A65848">
              <w:rPr>
                <w:sz w:val="24"/>
                <w:szCs w:val="24"/>
              </w:rPr>
              <w:t>нансирования (из федерального, о</w:t>
            </w:r>
            <w:r w:rsidRPr="00A65848">
              <w:rPr>
                <w:sz w:val="24"/>
                <w:szCs w:val="24"/>
              </w:rPr>
              <w:t>б</w:t>
            </w:r>
            <w:r w:rsidRPr="00A65848">
              <w:rPr>
                <w:sz w:val="24"/>
                <w:szCs w:val="24"/>
              </w:rPr>
              <w:t>ластного и местного бюджета)</w:t>
            </w:r>
          </w:p>
        </w:tc>
        <w:tc>
          <w:tcPr>
            <w:tcW w:w="822" w:type="pct"/>
          </w:tcPr>
          <w:p w14:paraId="4BD52837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0,99</w:t>
            </w:r>
          </w:p>
        </w:tc>
        <w:tc>
          <w:tcPr>
            <w:tcW w:w="673" w:type="pct"/>
          </w:tcPr>
          <w:p w14:paraId="4B749362" w14:textId="77777777" w:rsidR="00A65848" w:rsidRPr="00A65848" w:rsidRDefault="00A65848" w:rsidP="00DB0FB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14:paraId="5246E26E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</w:t>
            </w:r>
          </w:p>
        </w:tc>
      </w:tr>
      <w:tr w:rsidR="00A65848" w:rsidRPr="00A65848" w14:paraId="01F4774D" w14:textId="77777777" w:rsidTr="009E09EF">
        <w:tc>
          <w:tcPr>
            <w:tcW w:w="236" w:type="pct"/>
          </w:tcPr>
          <w:p w14:paraId="5AEA690B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4.</w:t>
            </w:r>
          </w:p>
        </w:tc>
        <w:tc>
          <w:tcPr>
            <w:tcW w:w="1218" w:type="pct"/>
          </w:tcPr>
          <w:p w14:paraId="6DCC9FE3" w14:textId="77777777" w:rsidR="00A65848" w:rsidRPr="00A65848" w:rsidRDefault="00A65848" w:rsidP="009E09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Отклонение освоенного объема финансирования из областного бюджета от фактического объема финансирования из областного бюджета</w:t>
            </w:r>
          </w:p>
        </w:tc>
        <w:tc>
          <w:tcPr>
            <w:tcW w:w="1346" w:type="pct"/>
          </w:tcPr>
          <w:p w14:paraId="5E1EBFF3" w14:textId="77777777" w:rsidR="00A65848" w:rsidRPr="00A65848" w:rsidRDefault="00A65848" w:rsidP="009E09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отношение освоенного объема ф</w:t>
            </w:r>
            <w:r w:rsidRPr="00A65848">
              <w:rPr>
                <w:sz w:val="24"/>
                <w:szCs w:val="24"/>
              </w:rPr>
              <w:t>и</w:t>
            </w:r>
            <w:r w:rsidRPr="00A65848">
              <w:rPr>
                <w:sz w:val="24"/>
                <w:szCs w:val="24"/>
              </w:rPr>
              <w:t>нансирования к фактическому объ</w:t>
            </w:r>
            <w:r w:rsidRPr="00A65848">
              <w:rPr>
                <w:sz w:val="24"/>
                <w:szCs w:val="24"/>
              </w:rPr>
              <w:t>е</w:t>
            </w:r>
            <w:r w:rsidRPr="00A65848">
              <w:rPr>
                <w:sz w:val="24"/>
                <w:szCs w:val="24"/>
              </w:rPr>
              <w:t>му финансирования из областного бюджета</w:t>
            </w:r>
          </w:p>
        </w:tc>
        <w:tc>
          <w:tcPr>
            <w:tcW w:w="822" w:type="pct"/>
          </w:tcPr>
          <w:p w14:paraId="5CB6AA1D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66A8F665" w14:textId="77777777" w:rsidR="00A65848" w:rsidRPr="00A65848" w:rsidRDefault="00A65848" w:rsidP="00DB0FB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14:paraId="7B01750D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65848" w:rsidRPr="00A65848" w14:paraId="02ED3E6A" w14:textId="77777777" w:rsidTr="009E09EF">
        <w:tc>
          <w:tcPr>
            <w:tcW w:w="236" w:type="pct"/>
          </w:tcPr>
          <w:p w14:paraId="1A9176F4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5.</w:t>
            </w:r>
          </w:p>
        </w:tc>
        <w:tc>
          <w:tcPr>
            <w:tcW w:w="1218" w:type="pct"/>
          </w:tcPr>
          <w:p w14:paraId="598D2809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Отклонение освоенного объема финансирования из федерального бюджета от фактического объема финансирования из федерального бюджета &lt;**&gt;</w:t>
            </w:r>
          </w:p>
        </w:tc>
        <w:tc>
          <w:tcPr>
            <w:tcW w:w="1346" w:type="pct"/>
          </w:tcPr>
          <w:p w14:paraId="1745D75C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отношение освоенного объема ф</w:t>
            </w:r>
            <w:r w:rsidRPr="00A65848">
              <w:rPr>
                <w:sz w:val="24"/>
                <w:szCs w:val="24"/>
              </w:rPr>
              <w:t>и</w:t>
            </w:r>
            <w:r w:rsidRPr="00A65848">
              <w:rPr>
                <w:sz w:val="24"/>
                <w:szCs w:val="24"/>
              </w:rPr>
              <w:t>нансирования к фактическому объ</w:t>
            </w:r>
            <w:r w:rsidRPr="00A65848">
              <w:rPr>
                <w:sz w:val="24"/>
                <w:szCs w:val="24"/>
              </w:rPr>
              <w:t>е</w:t>
            </w:r>
            <w:r w:rsidRPr="00A65848">
              <w:rPr>
                <w:sz w:val="24"/>
                <w:szCs w:val="24"/>
              </w:rPr>
              <w:t>му финансирования из федерального бюджета</w:t>
            </w:r>
          </w:p>
        </w:tc>
        <w:tc>
          <w:tcPr>
            <w:tcW w:w="822" w:type="pct"/>
          </w:tcPr>
          <w:p w14:paraId="6D63A216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224E12A4" w14:textId="77777777" w:rsidR="00A65848" w:rsidRPr="00A65848" w:rsidRDefault="00A65848" w:rsidP="00DB0FB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14:paraId="282DDFBE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65848" w:rsidRPr="00A65848" w14:paraId="551F44E2" w14:textId="77777777" w:rsidTr="009E09EF">
        <w:tc>
          <w:tcPr>
            <w:tcW w:w="236" w:type="pct"/>
          </w:tcPr>
          <w:p w14:paraId="6280196F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6.</w:t>
            </w:r>
          </w:p>
        </w:tc>
        <w:tc>
          <w:tcPr>
            <w:tcW w:w="1218" w:type="pct"/>
          </w:tcPr>
          <w:p w14:paraId="675CA89E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Отклонение освоенного объема финансирования из местных бюджетов от фактического объ</w:t>
            </w:r>
            <w:r w:rsidRPr="00A65848">
              <w:rPr>
                <w:sz w:val="24"/>
                <w:szCs w:val="24"/>
              </w:rPr>
              <w:t>е</w:t>
            </w:r>
            <w:r w:rsidRPr="00A65848">
              <w:rPr>
                <w:sz w:val="24"/>
                <w:szCs w:val="24"/>
              </w:rPr>
              <w:t>ма финансирования из местных бюджетов &lt;**&gt;</w:t>
            </w:r>
          </w:p>
        </w:tc>
        <w:tc>
          <w:tcPr>
            <w:tcW w:w="1346" w:type="pct"/>
          </w:tcPr>
          <w:p w14:paraId="68BD9874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отношение освоенного объема ф</w:t>
            </w:r>
            <w:r w:rsidRPr="00A65848">
              <w:rPr>
                <w:sz w:val="24"/>
                <w:szCs w:val="24"/>
              </w:rPr>
              <w:t>и</w:t>
            </w:r>
            <w:r w:rsidRPr="00A65848">
              <w:rPr>
                <w:sz w:val="24"/>
                <w:szCs w:val="24"/>
              </w:rPr>
              <w:t>нансирования к фактическому объ</w:t>
            </w:r>
            <w:r w:rsidRPr="00A65848">
              <w:rPr>
                <w:sz w:val="24"/>
                <w:szCs w:val="24"/>
              </w:rPr>
              <w:t>е</w:t>
            </w:r>
            <w:r w:rsidRPr="00A65848">
              <w:rPr>
                <w:sz w:val="24"/>
                <w:szCs w:val="24"/>
              </w:rPr>
              <w:t>му финансирования из местных бюджетов</w:t>
            </w:r>
          </w:p>
        </w:tc>
        <w:tc>
          <w:tcPr>
            <w:tcW w:w="822" w:type="pct"/>
          </w:tcPr>
          <w:p w14:paraId="4C8E78ED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0,99</w:t>
            </w:r>
          </w:p>
        </w:tc>
        <w:tc>
          <w:tcPr>
            <w:tcW w:w="673" w:type="pct"/>
          </w:tcPr>
          <w:p w14:paraId="10C1ED53" w14:textId="77777777" w:rsidR="00A65848" w:rsidRPr="00A65848" w:rsidRDefault="00A65848" w:rsidP="00DB0FB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14:paraId="7ABA38BB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4,95</w:t>
            </w:r>
          </w:p>
        </w:tc>
      </w:tr>
      <w:tr w:rsidR="00A65848" w:rsidRPr="00CA7049" w14:paraId="56969080" w14:textId="77777777" w:rsidTr="009E09EF">
        <w:tc>
          <w:tcPr>
            <w:tcW w:w="236" w:type="pct"/>
          </w:tcPr>
          <w:p w14:paraId="2BA2821F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7.</w:t>
            </w:r>
          </w:p>
        </w:tc>
        <w:tc>
          <w:tcPr>
            <w:tcW w:w="1218" w:type="pct"/>
          </w:tcPr>
          <w:p w14:paraId="1466A7F2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Отклонение освоенного объема финансирования из внебюдже</w:t>
            </w:r>
            <w:r w:rsidRPr="00A65848">
              <w:rPr>
                <w:sz w:val="24"/>
                <w:szCs w:val="24"/>
              </w:rPr>
              <w:t>т</w:t>
            </w:r>
            <w:r w:rsidRPr="00A65848">
              <w:rPr>
                <w:sz w:val="24"/>
                <w:szCs w:val="24"/>
              </w:rPr>
              <w:t>ных источников и внебюджетных фондов от фактического объема финансирования из внебюдже</w:t>
            </w:r>
            <w:r w:rsidRPr="00A65848">
              <w:rPr>
                <w:sz w:val="24"/>
                <w:szCs w:val="24"/>
              </w:rPr>
              <w:t>т</w:t>
            </w:r>
            <w:r w:rsidRPr="00A65848">
              <w:rPr>
                <w:sz w:val="24"/>
                <w:szCs w:val="24"/>
              </w:rPr>
              <w:t>ных источников и внебюджетных фондов &lt;**&gt;</w:t>
            </w:r>
          </w:p>
        </w:tc>
        <w:tc>
          <w:tcPr>
            <w:tcW w:w="1346" w:type="pct"/>
          </w:tcPr>
          <w:p w14:paraId="4145A9BC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отношение освоенного объема ф</w:t>
            </w:r>
            <w:r w:rsidRPr="00A65848">
              <w:rPr>
                <w:sz w:val="24"/>
                <w:szCs w:val="24"/>
              </w:rPr>
              <w:t>и</w:t>
            </w:r>
            <w:r w:rsidRPr="00A65848">
              <w:rPr>
                <w:sz w:val="24"/>
                <w:szCs w:val="24"/>
              </w:rPr>
              <w:t>нансирования к фактическому объ</w:t>
            </w:r>
            <w:r w:rsidRPr="00A65848">
              <w:rPr>
                <w:sz w:val="24"/>
                <w:szCs w:val="24"/>
              </w:rPr>
              <w:t>е</w:t>
            </w:r>
            <w:r w:rsidRPr="00A65848">
              <w:rPr>
                <w:sz w:val="24"/>
                <w:szCs w:val="24"/>
              </w:rPr>
              <w:t>му финансирования из внебюдже</w:t>
            </w:r>
            <w:r w:rsidRPr="00A65848">
              <w:rPr>
                <w:sz w:val="24"/>
                <w:szCs w:val="24"/>
              </w:rPr>
              <w:t>т</w:t>
            </w:r>
            <w:r w:rsidRPr="00A65848">
              <w:rPr>
                <w:sz w:val="24"/>
                <w:szCs w:val="24"/>
              </w:rPr>
              <w:t>ных источников и внебюджетных фондов</w:t>
            </w:r>
          </w:p>
        </w:tc>
        <w:tc>
          <w:tcPr>
            <w:tcW w:w="822" w:type="pct"/>
          </w:tcPr>
          <w:p w14:paraId="288D5B54" w14:textId="77777777" w:rsidR="00A65848" w:rsidRPr="00A65848" w:rsidRDefault="00A65848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51F56AAC" w14:textId="77777777" w:rsidR="00A65848" w:rsidRPr="00CA7049" w:rsidRDefault="00A65848" w:rsidP="00DB0FB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65848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14:paraId="4F0A3B6C" w14:textId="77777777" w:rsidR="00A65848" w:rsidRPr="00CA7049" w:rsidRDefault="00A65848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B6799" w:rsidRPr="00CA7049" w14:paraId="0DCC18E6" w14:textId="77777777" w:rsidTr="009E09EF">
        <w:tc>
          <w:tcPr>
            <w:tcW w:w="236" w:type="pct"/>
          </w:tcPr>
          <w:p w14:paraId="69325869" w14:textId="77777777" w:rsidR="00AB6799" w:rsidRPr="00CA7049" w:rsidRDefault="00AB6799" w:rsidP="009E09E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18" w:type="pct"/>
          </w:tcPr>
          <w:p w14:paraId="4B76B326" w14:textId="77777777" w:rsidR="00AB6799" w:rsidRPr="00CA7049" w:rsidRDefault="00AB6799" w:rsidP="009E09E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Оценка эффективности реализ</w:t>
            </w:r>
            <w:r w:rsidRPr="00CA7049">
              <w:rPr>
                <w:sz w:val="24"/>
                <w:szCs w:val="24"/>
              </w:rPr>
              <w:t>а</w:t>
            </w:r>
            <w:r w:rsidRPr="00CA7049">
              <w:rPr>
                <w:sz w:val="24"/>
                <w:szCs w:val="24"/>
              </w:rPr>
              <w:t>ции подпрограммы в баллах (</w:t>
            </w:r>
            <w:proofErr w:type="spellStart"/>
            <w:r w:rsidRPr="00CA7049">
              <w:rPr>
                <w:sz w:val="24"/>
                <w:szCs w:val="24"/>
              </w:rPr>
              <w:t>пэф</w:t>
            </w:r>
            <w:proofErr w:type="spellEnd"/>
            <w:r w:rsidRPr="00CA7049">
              <w:rPr>
                <w:sz w:val="24"/>
                <w:szCs w:val="24"/>
              </w:rPr>
              <w:t>) &lt;***&gt;</w:t>
            </w:r>
          </w:p>
        </w:tc>
        <w:tc>
          <w:tcPr>
            <w:tcW w:w="1346" w:type="pct"/>
          </w:tcPr>
          <w:p w14:paraId="23C38E13" w14:textId="77777777" w:rsidR="00AB6799" w:rsidRPr="00CA7049" w:rsidRDefault="00AB6799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x</w:t>
            </w:r>
          </w:p>
        </w:tc>
        <w:tc>
          <w:tcPr>
            <w:tcW w:w="822" w:type="pct"/>
          </w:tcPr>
          <w:p w14:paraId="202E3D81" w14:textId="77777777" w:rsidR="00AB6799" w:rsidRPr="00CA7049" w:rsidRDefault="00AB6799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x</w:t>
            </w:r>
          </w:p>
        </w:tc>
        <w:tc>
          <w:tcPr>
            <w:tcW w:w="673" w:type="pct"/>
          </w:tcPr>
          <w:p w14:paraId="28FA4619" w14:textId="77777777" w:rsidR="00AB6799" w:rsidRPr="00CA7049" w:rsidRDefault="00AB6799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x</w:t>
            </w:r>
          </w:p>
        </w:tc>
        <w:tc>
          <w:tcPr>
            <w:tcW w:w="705" w:type="pct"/>
          </w:tcPr>
          <w:p w14:paraId="245FE475" w14:textId="77777777" w:rsidR="00AB6799" w:rsidRPr="00CA7049" w:rsidRDefault="00A65848" w:rsidP="009E09E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99,85</w:t>
            </w:r>
          </w:p>
        </w:tc>
      </w:tr>
    </w:tbl>
    <w:p w14:paraId="69E3F277" w14:textId="77777777" w:rsidR="00AB6799" w:rsidRPr="00CA7049" w:rsidRDefault="00AB6799" w:rsidP="00AB679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CA7049">
        <w:rPr>
          <w:sz w:val="24"/>
          <w:szCs w:val="24"/>
        </w:rPr>
        <w:t>--------------------------------</w:t>
      </w:r>
    </w:p>
    <w:p w14:paraId="68D9A0EF" w14:textId="77777777" w:rsidR="00AB6799" w:rsidRPr="00CA7049" w:rsidRDefault="00AB6799" w:rsidP="00AB679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CA7049">
        <w:rPr>
          <w:sz w:val="24"/>
          <w:szCs w:val="24"/>
        </w:rPr>
        <w:t>&lt;*&gt; Мероприятие подпрограммы, которое выполнено частично, признается невыполненным.</w:t>
      </w:r>
    </w:p>
    <w:p w14:paraId="7FFFEBA1" w14:textId="77777777" w:rsidR="00AB6799" w:rsidRPr="00CA7049" w:rsidRDefault="00AB6799" w:rsidP="00AB679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CA7049">
        <w:rPr>
          <w:sz w:val="24"/>
          <w:szCs w:val="24"/>
        </w:rPr>
        <w:t>&lt;**&gt; В случае привлечения на реализацию подпрограммы муниципальной программы средств из федерального бюджета, областного бюджета, внебюджетных источников, внебюджетных фондов. При отсутствии данного вида финансирования значение критерия берется равным 1.</w:t>
      </w:r>
    </w:p>
    <w:p w14:paraId="17FF7487" w14:textId="77777777" w:rsidR="00AB6799" w:rsidRPr="00CA7049" w:rsidRDefault="00AB6799" w:rsidP="00AB679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CA7049">
        <w:rPr>
          <w:sz w:val="24"/>
          <w:szCs w:val="24"/>
        </w:rPr>
        <w:t>&lt;***&gt; Сумма баллов по графе 6.</w:t>
      </w:r>
    </w:p>
    <w:p w14:paraId="3E262E64" w14:textId="77777777" w:rsidR="00AB6799" w:rsidRDefault="00AB6799" w:rsidP="00AB6799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14:paraId="59CE99E1" w14:textId="42BD8EAA" w:rsidR="00CA7049" w:rsidRDefault="00CA7049" w:rsidP="00CA7049">
      <w:pPr>
        <w:tabs>
          <w:tab w:val="left" w:pos="1268"/>
        </w:tabs>
        <w:rPr>
          <w:sz w:val="28"/>
          <w:szCs w:val="28"/>
        </w:rPr>
      </w:pPr>
    </w:p>
    <w:p w14:paraId="7D16F715" w14:textId="77777777" w:rsidR="001C0F5D" w:rsidRDefault="001C0F5D" w:rsidP="00CA7049">
      <w:pPr>
        <w:tabs>
          <w:tab w:val="left" w:pos="1268"/>
        </w:tabs>
        <w:rPr>
          <w:sz w:val="28"/>
          <w:szCs w:val="28"/>
        </w:rPr>
      </w:pPr>
    </w:p>
    <w:p w14:paraId="65F227A0" w14:textId="77777777" w:rsidR="00C63E36" w:rsidRDefault="00C63E36" w:rsidP="00CA7049">
      <w:pPr>
        <w:tabs>
          <w:tab w:val="left" w:pos="1268"/>
        </w:tabs>
        <w:rPr>
          <w:sz w:val="28"/>
          <w:szCs w:val="28"/>
        </w:rPr>
      </w:pPr>
    </w:p>
    <w:p w14:paraId="15E70BA1" w14:textId="77777777" w:rsidR="00C5419D" w:rsidRDefault="00C5419D" w:rsidP="00C63E36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14:paraId="6380C8D4" w14:textId="77777777" w:rsidR="00F55690" w:rsidRDefault="00F55690" w:rsidP="00C63E36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14:paraId="5BB5E58B" w14:textId="77777777" w:rsidR="00C63E36" w:rsidRPr="00CA7049" w:rsidRDefault="00C63E36" w:rsidP="00C63E36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CA7049">
        <w:rPr>
          <w:b/>
          <w:sz w:val="24"/>
          <w:szCs w:val="24"/>
        </w:rPr>
        <w:t>КРИТЕРИИ</w:t>
      </w:r>
    </w:p>
    <w:p w14:paraId="6C33FF54" w14:textId="77777777" w:rsidR="00C63E36" w:rsidRPr="00CA7049" w:rsidRDefault="00C63E36" w:rsidP="00C63E3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CA7049">
        <w:rPr>
          <w:sz w:val="28"/>
          <w:szCs w:val="28"/>
        </w:rPr>
        <w:t>оценки эффективности реализации подпрограммы</w:t>
      </w:r>
    </w:p>
    <w:p w14:paraId="21D720B2" w14:textId="77777777" w:rsidR="00C63E36" w:rsidRPr="00C63E36" w:rsidRDefault="00C63E36" w:rsidP="00C63E36">
      <w:pPr>
        <w:ind w:firstLine="709"/>
        <w:jc w:val="center"/>
        <w:rPr>
          <w:b/>
          <w:sz w:val="28"/>
          <w:szCs w:val="28"/>
        </w:rPr>
      </w:pPr>
      <w:r w:rsidRPr="00C63E36">
        <w:rPr>
          <w:b/>
          <w:sz w:val="28"/>
          <w:szCs w:val="28"/>
        </w:rPr>
        <w:t>«Противодействие коррупции в Мошенском муниципальном районе»</w:t>
      </w:r>
    </w:p>
    <w:p w14:paraId="550E04C9" w14:textId="77777777" w:rsidR="00C63E36" w:rsidRPr="00CA7049" w:rsidRDefault="00C63E36" w:rsidP="00C63E3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CA7049">
        <w:rPr>
          <w:sz w:val="28"/>
          <w:szCs w:val="28"/>
        </w:rPr>
        <w:t>муниципальной программы Мошенского муниципального района</w:t>
      </w:r>
    </w:p>
    <w:p w14:paraId="283ACB34" w14:textId="77777777" w:rsidR="00820F07" w:rsidRPr="005014B5" w:rsidRDefault="00820F07" w:rsidP="00820F07">
      <w:pPr>
        <w:spacing w:line="240" w:lineRule="exact"/>
        <w:jc w:val="center"/>
        <w:rPr>
          <w:b/>
          <w:sz w:val="28"/>
          <w:szCs w:val="24"/>
          <w:lang w:eastAsia="ar-SA"/>
        </w:rPr>
      </w:pPr>
      <w:r w:rsidRPr="005014B5">
        <w:rPr>
          <w:b/>
          <w:sz w:val="28"/>
          <w:szCs w:val="24"/>
        </w:rPr>
        <w:t>Реформирование и развитие системы муниципального</w:t>
      </w:r>
      <w:r>
        <w:rPr>
          <w:b/>
          <w:sz w:val="28"/>
          <w:szCs w:val="24"/>
        </w:rPr>
        <w:t xml:space="preserve"> </w:t>
      </w:r>
      <w:r w:rsidRPr="005014B5">
        <w:rPr>
          <w:b/>
          <w:sz w:val="28"/>
          <w:szCs w:val="24"/>
        </w:rPr>
        <w:t>управления</w:t>
      </w:r>
      <w:r>
        <w:rPr>
          <w:b/>
          <w:sz w:val="28"/>
          <w:szCs w:val="24"/>
        </w:rPr>
        <w:t xml:space="preserve"> </w:t>
      </w:r>
      <w:r w:rsidRPr="005014B5">
        <w:rPr>
          <w:b/>
          <w:sz w:val="28"/>
          <w:szCs w:val="24"/>
          <w:lang w:eastAsia="ar-SA"/>
        </w:rPr>
        <w:t>Мошенского</w:t>
      </w:r>
    </w:p>
    <w:p w14:paraId="72924DC6" w14:textId="77777777" w:rsidR="00820F07" w:rsidRPr="005014B5" w:rsidRDefault="00820F07" w:rsidP="00820F07">
      <w:pPr>
        <w:spacing w:line="240" w:lineRule="exact"/>
        <w:jc w:val="center"/>
        <w:rPr>
          <w:sz w:val="28"/>
          <w:szCs w:val="24"/>
        </w:rPr>
      </w:pPr>
      <w:r w:rsidRPr="005014B5">
        <w:rPr>
          <w:b/>
          <w:sz w:val="28"/>
          <w:szCs w:val="24"/>
          <w:lang w:eastAsia="ar-SA"/>
        </w:rPr>
        <w:t>му</w:t>
      </w:r>
      <w:r>
        <w:rPr>
          <w:b/>
          <w:sz w:val="28"/>
          <w:szCs w:val="24"/>
          <w:lang w:eastAsia="ar-SA"/>
        </w:rPr>
        <w:t>ниципального района на 2021-2025</w:t>
      </w:r>
      <w:r w:rsidRPr="005014B5">
        <w:rPr>
          <w:b/>
          <w:sz w:val="28"/>
          <w:szCs w:val="24"/>
          <w:lang w:eastAsia="ar-SA"/>
        </w:rPr>
        <w:t xml:space="preserve"> годы</w:t>
      </w:r>
      <w:r>
        <w:rPr>
          <w:b/>
          <w:sz w:val="28"/>
          <w:szCs w:val="24"/>
        </w:rPr>
        <w:t>» за 2021</w:t>
      </w:r>
      <w:r w:rsidRPr="005014B5">
        <w:rPr>
          <w:b/>
          <w:sz w:val="28"/>
          <w:szCs w:val="24"/>
        </w:rPr>
        <w:t xml:space="preserve"> год</w:t>
      </w:r>
    </w:p>
    <w:p w14:paraId="77D6E25C" w14:textId="49ED1B3D" w:rsidR="00C63E36" w:rsidRPr="00CA7049" w:rsidRDefault="00C63E36" w:rsidP="00C63E36">
      <w:pPr>
        <w:widowControl w:val="0"/>
        <w:autoSpaceDE w:val="0"/>
        <w:autoSpaceDN w:val="0"/>
        <w:jc w:val="center"/>
        <w:rPr>
          <w:sz w:val="24"/>
          <w:szCs w:val="24"/>
        </w:rPr>
      </w:pPr>
    </w:p>
    <w:p w14:paraId="09B6C8E1" w14:textId="77777777" w:rsidR="00C63E36" w:rsidRPr="00CA7049" w:rsidRDefault="00C63E36" w:rsidP="00C63E36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693"/>
        <w:gridCol w:w="3580"/>
        <w:gridCol w:w="3956"/>
        <w:gridCol w:w="2416"/>
        <w:gridCol w:w="1978"/>
        <w:gridCol w:w="2072"/>
      </w:tblGrid>
      <w:tr w:rsidR="00C63E36" w:rsidRPr="00CA7049" w14:paraId="4F7C944B" w14:textId="77777777" w:rsidTr="00EB7CAF">
        <w:trPr>
          <w:trHeight w:val="1199"/>
        </w:trPr>
        <w:tc>
          <w:tcPr>
            <w:tcW w:w="236" w:type="pct"/>
          </w:tcPr>
          <w:p w14:paraId="4445111E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№п/п</w:t>
            </w:r>
          </w:p>
        </w:tc>
        <w:tc>
          <w:tcPr>
            <w:tcW w:w="1218" w:type="pct"/>
          </w:tcPr>
          <w:p w14:paraId="28AE7A46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Наименование критерия оценки эффективности реализации по</w:t>
            </w:r>
            <w:r w:rsidRPr="00CA7049">
              <w:rPr>
                <w:sz w:val="24"/>
                <w:szCs w:val="24"/>
              </w:rPr>
              <w:t>д</w:t>
            </w:r>
            <w:r w:rsidRPr="00CA7049">
              <w:rPr>
                <w:sz w:val="24"/>
                <w:szCs w:val="24"/>
              </w:rPr>
              <w:t>программы</w:t>
            </w:r>
          </w:p>
        </w:tc>
        <w:tc>
          <w:tcPr>
            <w:tcW w:w="1346" w:type="pct"/>
          </w:tcPr>
          <w:p w14:paraId="4895A91E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Вариант оценки</w:t>
            </w:r>
          </w:p>
        </w:tc>
        <w:tc>
          <w:tcPr>
            <w:tcW w:w="822" w:type="pct"/>
          </w:tcPr>
          <w:p w14:paraId="3085CE00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Значение критерия оценки эффективн</w:t>
            </w:r>
            <w:r w:rsidRPr="00CA7049">
              <w:rPr>
                <w:sz w:val="24"/>
                <w:szCs w:val="24"/>
              </w:rPr>
              <w:t>о</w:t>
            </w:r>
            <w:r w:rsidRPr="00CA7049">
              <w:rPr>
                <w:sz w:val="24"/>
                <w:szCs w:val="24"/>
              </w:rPr>
              <w:t>сти (от 0 до 1)</w:t>
            </w:r>
          </w:p>
        </w:tc>
        <w:tc>
          <w:tcPr>
            <w:tcW w:w="673" w:type="pct"/>
          </w:tcPr>
          <w:p w14:paraId="183C9145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Вес критерия оценки эффе</w:t>
            </w:r>
            <w:r w:rsidRPr="00CA7049">
              <w:rPr>
                <w:sz w:val="24"/>
                <w:szCs w:val="24"/>
              </w:rPr>
              <w:t>к</w:t>
            </w:r>
            <w:r w:rsidRPr="00CA7049">
              <w:rPr>
                <w:sz w:val="24"/>
                <w:szCs w:val="24"/>
              </w:rPr>
              <w:t>тивности</w:t>
            </w:r>
          </w:p>
        </w:tc>
        <w:tc>
          <w:tcPr>
            <w:tcW w:w="705" w:type="pct"/>
          </w:tcPr>
          <w:p w14:paraId="669DD18A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Оценка эффекти</w:t>
            </w:r>
            <w:r w:rsidRPr="00CA7049">
              <w:rPr>
                <w:sz w:val="24"/>
                <w:szCs w:val="24"/>
              </w:rPr>
              <w:t>в</w:t>
            </w:r>
            <w:r w:rsidRPr="00CA7049">
              <w:rPr>
                <w:sz w:val="24"/>
                <w:szCs w:val="24"/>
              </w:rPr>
              <w:t>ности в баллах (гр. 4 x гр. 5)</w:t>
            </w:r>
          </w:p>
        </w:tc>
      </w:tr>
    </w:tbl>
    <w:p w14:paraId="7951D011" w14:textId="77777777" w:rsidR="00C63E36" w:rsidRPr="00CA7049" w:rsidRDefault="00C63E36" w:rsidP="00C63E36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90"/>
        <w:gridCol w:w="3563"/>
        <w:gridCol w:w="3938"/>
        <w:gridCol w:w="2405"/>
        <w:gridCol w:w="1969"/>
        <w:gridCol w:w="2062"/>
      </w:tblGrid>
      <w:tr w:rsidR="00C63E36" w:rsidRPr="00CA7049" w14:paraId="4FA8E76C" w14:textId="77777777" w:rsidTr="00EB7CAF">
        <w:trPr>
          <w:trHeight w:val="173"/>
          <w:tblHeader/>
        </w:trPr>
        <w:tc>
          <w:tcPr>
            <w:tcW w:w="236" w:type="pct"/>
          </w:tcPr>
          <w:p w14:paraId="52A81FAD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14:paraId="16D4014C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2</w:t>
            </w:r>
          </w:p>
        </w:tc>
        <w:tc>
          <w:tcPr>
            <w:tcW w:w="1346" w:type="pct"/>
          </w:tcPr>
          <w:p w14:paraId="5E428518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3</w:t>
            </w:r>
          </w:p>
        </w:tc>
        <w:tc>
          <w:tcPr>
            <w:tcW w:w="822" w:type="pct"/>
          </w:tcPr>
          <w:p w14:paraId="38F8C44F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4</w:t>
            </w:r>
          </w:p>
        </w:tc>
        <w:tc>
          <w:tcPr>
            <w:tcW w:w="673" w:type="pct"/>
          </w:tcPr>
          <w:p w14:paraId="3A8FD554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14:paraId="3AF7CE0F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6</w:t>
            </w:r>
          </w:p>
        </w:tc>
      </w:tr>
      <w:tr w:rsidR="00C63E36" w:rsidRPr="00CA7049" w14:paraId="3A35B78D" w14:textId="77777777" w:rsidTr="00EB7CAF">
        <w:trPr>
          <w:trHeight w:val="1006"/>
        </w:trPr>
        <w:tc>
          <w:tcPr>
            <w:tcW w:w="236" w:type="pct"/>
          </w:tcPr>
          <w:p w14:paraId="1DC2E923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1.</w:t>
            </w:r>
          </w:p>
        </w:tc>
        <w:tc>
          <w:tcPr>
            <w:tcW w:w="1218" w:type="pct"/>
          </w:tcPr>
          <w:p w14:paraId="5976A174" w14:textId="77777777" w:rsidR="00C63E36" w:rsidRPr="00CA7049" w:rsidRDefault="00C63E36" w:rsidP="00EB7CA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Соответствие количества дости</w:t>
            </w:r>
            <w:r w:rsidRPr="00CA7049">
              <w:rPr>
                <w:sz w:val="24"/>
                <w:szCs w:val="24"/>
              </w:rPr>
              <w:t>г</w:t>
            </w:r>
            <w:r w:rsidRPr="00CA7049">
              <w:rPr>
                <w:sz w:val="24"/>
                <w:szCs w:val="24"/>
              </w:rPr>
              <w:t>нутых и запланированных по</w:t>
            </w:r>
            <w:r w:rsidRPr="00CA7049">
              <w:rPr>
                <w:sz w:val="24"/>
                <w:szCs w:val="24"/>
              </w:rPr>
              <w:t>д</w:t>
            </w:r>
            <w:r w:rsidRPr="00CA7049">
              <w:rPr>
                <w:sz w:val="24"/>
                <w:szCs w:val="24"/>
              </w:rPr>
              <w:t>программой целевых показателей</w:t>
            </w:r>
          </w:p>
        </w:tc>
        <w:tc>
          <w:tcPr>
            <w:tcW w:w="1346" w:type="pct"/>
          </w:tcPr>
          <w:p w14:paraId="371CD2C1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количества достигнутых к количеству запланированных по</w:t>
            </w:r>
            <w:r w:rsidRPr="00CA7049">
              <w:rPr>
                <w:sz w:val="24"/>
                <w:szCs w:val="24"/>
              </w:rPr>
              <w:t>д</w:t>
            </w:r>
            <w:r w:rsidRPr="00CA7049">
              <w:rPr>
                <w:sz w:val="24"/>
                <w:szCs w:val="24"/>
              </w:rPr>
              <w:t>программой целевых показателей</w:t>
            </w:r>
          </w:p>
        </w:tc>
        <w:tc>
          <w:tcPr>
            <w:tcW w:w="822" w:type="pct"/>
          </w:tcPr>
          <w:p w14:paraId="67CE1A5D" w14:textId="77777777" w:rsidR="00C63E36" w:rsidRPr="00CA7049" w:rsidRDefault="00DF7D51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68D66356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35</w:t>
            </w:r>
          </w:p>
        </w:tc>
        <w:tc>
          <w:tcPr>
            <w:tcW w:w="705" w:type="pct"/>
          </w:tcPr>
          <w:p w14:paraId="03ADB642" w14:textId="77777777" w:rsidR="00C63E36" w:rsidRPr="00CA7049" w:rsidRDefault="00DF7D51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C63E36" w:rsidRPr="00CA7049" w14:paraId="370DC5C5" w14:textId="77777777" w:rsidTr="00EB7CAF">
        <w:tc>
          <w:tcPr>
            <w:tcW w:w="236" w:type="pct"/>
          </w:tcPr>
          <w:p w14:paraId="39CF7131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2.</w:t>
            </w:r>
          </w:p>
        </w:tc>
        <w:tc>
          <w:tcPr>
            <w:tcW w:w="1218" w:type="pct"/>
          </w:tcPr>
          <w:p w14:paraId="66363DE3" w14:textId="77777777" w:rsidR="00C63E36" w:rsidRPr="00CA7049" w:rsidRDefault="00C63E36" w:rsidP="00EB7CA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Выполнение мероприятий по</w:t>
            </w:r>
            <w:r w:rsidRPr="00CA7049">
              <w:rPr>
                <w:sz w:val="24"/>
                <w:szCs w:val="24"/>
              </w:rPr>
              <w:t>д</w:t>
            </w:r>
            <w:r w:rsidRPr="00CA7049">
              <w:rPr>
                <w:sz w:val="24"/>
                <w:szCs w:val="24"/>
              </w:rPr>
              <w:t>программы</w:t>
            </w:r>
          </w:p>
        </w:tc>
        <w:tc>
          <w:tcPr>
            <w:tcW w:w="1346" w:type="pct"/>
          </w:tcPr>
          <w:p w14:paraId="49F12C8B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выполненных в отчетном году мероприятий подпрограммы&lt;*&gt; к общему числу запланированных в отчетном году мероприятий подпр</w:t>
            </w:r>
            <w:r w:rsidRPr="00CA7049">
              <w:rPr>
                <w:sz w:val="24"/>
                <w:szCs w:val="24"/>
              </w:rPr>
              <w:t>о</w:t>
            </w:r>
            <w:r w:rsidRPr="00CA7049">
              <w:rPr>
                <w:sz w:val="24"/>
                <w:szCs w:val="24"/>
              </w:rPr>
              <w:t>граммы</w:t>
            </w:r>
          </w:p>
        </w:tc>
        <w:tc>
          <w:tcPr>
            <w:tcW w:w="822" w:type="pct"/>
          </w:tcPr>
          <w:p w14:paraId="4446ACBC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665D72C6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25</w:t>
            </w:r>
          </w:p>
        </w:tc>
        <w:tc>
          <w:tcPr>
            <w:tcW w:w="705" w:type="pct"/>
          </w:tcPr>
          <w:p w14:paraId="2A0904E6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C63E36" w:rsidRPr="00CA7049" w14:paraId="74C9EA4E" w14:textId="77777777" w:rsidTr="00EB7CAF">
        <w:tc>
          <w:tcPr>
            <w:tcW w:w="236" w:type="pct"/>
          </w:tcPr>
          <w:p w14:paraId="2668E4B8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3.</w:t>
            </w:r>
          </w:p>
        </w:tc>
        <w:tc>
          <w:tcPr>
            <w:tcW w:w="1218" w:type="pct"/>
          </w:tcPr>
          <w:p w14:paraId="211B2BA1" w14:textId="77777777" w:rsidR="00C63E36" w:rsidRPr="00CA7049" w:rsidRDefault="00C63E36" w:rsidP="00EB7CA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Уровень фактического объема финансирования подпрограммы</w:t>
            </w:r>
          </w:p>
        </w:tc>
        <w:tc>
          <w:tcPr>
            <w:tcW w:w="1346" w:type="pct"/>
          </w:tcPr>
          <w:p w14:paraId="2A658F97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фактического объема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подпрограммы (из ф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дерального, областного и местного бюджета) к плановому объему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(из федерального, о</w:t>
            </w:r>
            <w:r w:rsidRPr="00CA7049">
              <w:rPr>
                <w:sz w:val="24"/>
                <w:szCs w:val="24"/>
              </w:rPr>
              <w:t>б</w:t>
            </w:r>
            <w:r w:rsidRPr="00CA7049">
              <w:rPr>
                <w:sz w:val="24"/>
                <w:szCs w:val="24"/>
              </w:rPr>
              <w:t>ластного и местного бюджета)</w:t>
            </w:r>
          </w:p>
        </w:tc>
        <w:tc>
          <w:tcPr>
            <w:tcW w:w="822" w:type="pct"/>
          </w:tcPr>
          <w:p w14:paraId="15424E01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2BB72E0B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14:paraId="2D6E1FE2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63E36" w:rsidRPr="00CA7049" w14:paraId="38C82C37" w14:textId="77777777" w:rsidTr="00EB7CAF">
        <w:tc>
          <w:tcPr>
            <w:tcW w:w="236" w:type="pct"/>
          </w:tcPr>
          <w:p w14:paraId="012E9DF0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4.</w:t>
            </w:r>
          </w:p>
        </w:tc>
        <w:tc>
          <w:tcPr>
            <w:tcW w:w="1218" w:type="pct"/>
          </w:tcPr>
          <w:p w14:paraId="746DAD5E" w14:textId="77777777" w:rsidR="00C63E36" w:rsidRPr="00CA7049" w:rsidRDefault="00C63E36" w:rsidP="00EB7CA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Отклонение освоенного объема финансирования из областного бюджета от фактического объема финансирования из областного бюджета</w:t>
            </w:r>
          </w:p>
        </w:tc>
        <w:tc>
          <w:tcPr>
            <w:tcW w:w="1346" w:type="pct"/>
          </w:tcPr>
          <w:p w14:paraId="2EA0DD4C" w14:textId="77777777" w:rsidR="00C63E36" w:rsidRPr="00CA7049" w:rsidRDefault="00C63E36" w:rsidP="00EB7CA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освоенного объема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к фактическому объ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му финансирования из областного бюджета</w:t>
            </w:r>
          </w:p>
        </w:tc>
        <w:tc>
          <w:tcPr>
            <w:tcW w:w="822" w:type="pct"/>
          </w:tcPr>
          <w:p w14:paraId="6C566C12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4A7CE8F9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14:paraId="35026ACE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63E36" w:rsidRPr="00CA7049" w14:paraId="4129E24F" w14:textId="77777777" w:rsidTr="00EB7CAF">
        <w:tc>
          <w:tcPr>
            <w:tcW w:w="236" w:type="pct"/>
          </w:tcPr>
          <w:p w14:paraId="7255097A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5.</w:t>
            </w:r>
          </w:p>
        </w:tc>
        <w:tc>
          <w:tcPr>
            <w:tcW w:w="1218" w:type="pct"/>
          </w:tcPr>
          <w:p w14:paraId="435982CF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Отклонение освоенного объема финансирования из федерального бюджета от фактического объема финансирования из федерального бюджета &lt;**&gt;</w:t>
            </w:r>
          </w:p>
        </w:tc>
        <w:tc>
          <w:tcPr>
            <w:tcW w:w="1346" w:type="pct"/>
          </w:tcPr>
          <w:p w14:paraId="5BFC11D8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освоенного объема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к фактическому объ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му финансирования из федерального бюджета</w:t>
            </w:r>
          </w:p>
        </w:tc>
        <w:tc>
          <w:tcPr>
            <w:tcW w:w="822" w:type="pct"/>
          </w:tcPr>
          <w:p w14:paraId="704572B8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334EE239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14:paraId="74497567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63E36" w:rsidRPr="00CA7049" w14:paraId="76B1A5DF" w14:textId="77777777" w:rsidTr="00EB7CAF">
        <w:tc>
          <w:tcPr>
            <w:tcW w:w="236" w:type="pct"/>
          </w:tcPr>
          <w:p w14:paraId="7EDBCE22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6.</w:t>
            </w:r>
          </w:p>
        </w:tc>
        <w:tc>
          <w:tcPr>
            <w:tcW w:w="1218" w:type="pct"/>
          </w:tcPr>
          <w:p w14:paraId="517FDB99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Отклонение освоенного объема финансирования из местных бюджетов от фактического объ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ма финансирования из местных бюджетов &lt;**&gt;</w:t>
            </w:r>
          </w:p>
        </w:tc>
        <w:tc>
          <w:tcPr>
            <w:tcW w:w="1346" w:type="pct"/>
          </w:tcPr>
          <w:p w14:paraId="31185021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освоенного объема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к фактическому объ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му финансирования из местных бюджетов</w:t>
            </w:r>
          </w:p>
        </w:tc>
        <w:tc>
          <w:tcPr>
            <w:tcW w:w="822" w:type="pct"/>
          </w:tcPr>
          <w:p w14:paraId="0CC6C9C6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413764DB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14:paraId="0524FAAE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63E36" w:rsidRPr="00CA7049" w14:paraId="18336C33" w14:textId="77777777" w:rsidTr="00EB7CAF">
        <w:tc>
          <w:tcPr>
            <w:tcW w:w="236" w:type="pct"/>
          </w:tcPr>
          <w:p w14:paraId="183552DA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7.</w:t>
            </w:r>
          </w:p>
        </w:tc>
        <w:tc>
          <w:tcPr>
            <w:tcW w:w="1218" w:type="pct"/>
          </w:tcPr>
          <w:p w14:paraId="50B82BF8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Отклонение освоенного объема финансирования из внебюдже</w:t>
            </w:r>
            <w:r w:rsidRPr="00CA7049">
              <w:rPr>
                <w:sz w:val="24"/>
                <w:szCs w:val="24"/>
              </w:rPr>
              <w:t>т</w:t>
            </w:r>
            <w:r w:rsidRPr="00CA7049">
              <w:rPr>
                <w:sz w:val="24"/>
                <w:szCs w:val="24"/>
              </w:rPr>
              <w:t>ных источников и внебюджетных фондов от фактического объема финансирования из внебюдже</w:t>
            </w:r>
            <w:r w:rsidRPr="00CA7049">
              <w:rPr>
                <w:sz w:val="24"/>
                <w:szCs w:val="24"/>
              </w:rPr>
              <w:t>т</w:t>
            </w:r>
            <w:r w:rsidRPr="00CA7049">
              <w:rPr>
                <w:sz w:val="24"/>
                <w:szCs w:val="24"/>
              </w:rPr>
              <w:t>ных источников и внебюджетных фондов &lt;**&gt;</w:t>
            </w:r>
          </w:p>
        </w:tc>
        <w:tc>
          <w:tcPr>
            <w:tcW w:w="1346" w:type="pct"/>
          </w:tcPr>
          <w:p w14:paraId="447B9A77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отношение освоенного объема ф</w:t>
            </w:r>
            <w:r w:rsidRPr="00CA7049">
              <w:rPr>
                <w:sz w:val="24"/>
                <w:szCs w:val="24"/>
              </w:rPr>
              <w:t>и</w:t>
            </w:r>
            <w:r w:rsidRPr="00CA7049">
              <w:rPr>
                <w:sz w:val="24"/>
                <w:szCs w:val="24"/>
              </w:rPr>
              <w:t>нансирования к фактическому объ</w:t>
            </w:r>
            <w:r w:rsidRPr="00CA7049">
              <w:rPr>
                <w:sz w:val="24"/>
                <w:szCs w:val="24"/>
              </w:rPr>
              <w:t>е</w:t>
            </w:r>
            <w:r w:rsidRPr="00CA7049">
              <w:rPr>
                <w:sz w:val="24"/>
                <w:szCs w:val="24"/>
              </w:rPr>
              <w:t>му финансирования из внебюдже</w:t>
            </w:r>
            <w:r w:rsidRPr="00CA7049">
              <w:rPr>
                <w:sz w:val="24"/>
                <w:szCs w:val="24"/>
              </w:rPr>
              <w:t>т</w:t>
            </w:r>
            <w:r w:rsidRPr="00CA7049">
              <w:rPr>
                <w:sz w:val="24"/>
                <w:szCs w:val="24"/>
              </w:rPr>
              <w:t>ных источников и внебюджетных фондов</w:t>
            </w:r>
          </w:p>
        </w:tc>
        <w:tc>
          <w:tcPr>
            <w:tcW w:w="822" w:type="pct"/>
          </w:tcPr>
          <w:p w14:paraId="54E1AB1C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14:paraId="706E2FE1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14:paraId="4E2FBB5B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63E36" w:rsidRPr="00CA7049" w14:paraId="29B2B4F8" w14:textId="77777777" w:rsidTr="00EB7CAF">
        <w:tc>
          <w:tcPr>
            <w:tcW w:w="236" w:type="pct"/>
          </w:tcPr>
          <w:p w14:paraId="07CAA7B7" w14:textId="77777777" w:rsidR="00C63E36" w:rsidRPr="00CA7049" w:rsidRDefault="00C63E36" w:rsidP="00EB7CA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18" w:type="pct"/>
          </w:tcPr>
          <w:p w14:paraId="0490BA07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Оценка эффективности реализ</w:t>
            </w:r>
            <w:r w:rsidRPr="00CA7049">
              <w:rPr>
                <w:sz w:val="24"/>
                <w:szCs w:val="24"/>
              </w:rPr>
              <w:t>а</w:t>
            </w:r>
            <w:r w:rsidRPr="00CA7049">
              <w:rPr>
                <w:sz w:val="24"/>
                <w:szCs w:val="24"/>
              </w:rPr>
              <w:t>ции подпрограммы в баллах (</w:t>
            </w:r>
            <w:proofErr w:type="spellStart"/>
            <w:r w:rsidRPr="00CA7049">
              <w:rPr>
                <w:sz w:val="24"/>
                <w:szCs w:val="24"/>
              </w:rPr>
              <w:t>пэф</w:t>
            </w:r>
            <w:proofErr w:type="spellEnd"/>
            <w:r w:rsidRPr="00CA7049">
              <w:rPr>
                <w:sz w:val="24"/>
                <w:szCs w:val="24"/>
              </w:rPr>
              <w:t>) &lt;***&gt;</w:t>
            </w:r>
          </w:p>
        </w:tc>
        <w:tc>
          <w:tcPr>
            <w:tcW w:w="1346" w:type="pct"/>
          </w:tcPr>
          <w:p w14:paraId="3F3D47E7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x</w:t>
            </w:r>
          </w:p>
        </w:tc>
        <w:tc>
          <w:tcPr>
            <w:tcW w:w="822" w:type="pct"/>
          </w:tcPr>
          <w:p w14:paraId="2CFC4CF3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x</w:t>
            </w:r>
          </w:p>
        </w:tc>
        <w:tc>
          <w:tcPr>
            <w:tcW w:w="673" w:type="pct"/>
          </w:tcPr>
          <w:p w14:paraId="6620CC8F" w14:textId="77777777" w:rsidR="00C63E36" w:rsidRPr="00CA7049" w:rsidRDefault="00C63E36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A7049">
              <w:rPr>
                <w:sz w:val="24"/>
                <w:szCs w:val="24"/>
              </w:rPr>
              <w:t>x</w:t>
            </w:r>
          </w:p>
        </w:tc>
        <w:tc>
          <w:tcPr>
            <w:tcW w:w="705" w:type="pct"/>
          </w:tcPr>
          <w:p w14:paraId="13547254" w14:textId="77777777" w:rsidR="00C63E36" w:rsidRPr="00CA7049" w:rsidRDefault="00DF7D51" w:rsidP="00EB7CAF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14:paraId="47D54744" w14:textId="77777777" w:rsidR="00C63E36" w:rsidRPr="00CA7049" w:rsidRDefault="00C63E36" w:rsidP="00C63E36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CA7049">
        <w:rPr>
          <w:sz w:val="24"/>
          <w:szCs w:val="24"/>
        </w:rPr>
        <w:t>--------------------------------</w:t>
      </w:r>
    </w:p>
    <w:p w14:paraId="5C1BC5E1" w14:textId="77777777" w:rsidR="00C63E36" w:rsidRPr="00CA7049" w:rsidRDefault="00C63E36" w:rsidP="00C63E36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CA7049">
        <w:rPr>
          <w:sz w:val="24"/>
          <w:szCs w:val="24"/>
        </w:rPr>
        <w:t>&lt;*&gt; Мероприятие подпрограммы, которое выполнено частично, признается невыполненным.</w:t>
      </w:r>
    </w:p>
    <w:p w14:paraId="30834233" w14:textId="77777777" w:rsidR="00C63E36" w:rsidRPr="00CA7049" w:rsidRDefault="00C63E36" w:rsidP="00C63E36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CA7049">
        <w:rPr>
          <w:sz w:val="24"/>
          <w:szCs w:val="24"/>
        </w:rPr>
        <w:t>&lt;**&gt; В случае привлечения на реализацию подпрограммы муниципальной программы средств из федерального бюджета, областного бюджета, внебюджетных источников, внебюджетных фондов. При отсутствии данного вида финансирования значение критерия берется равным 1.</w:t>
      </w:r>
    </w:p>
    <w:p w14:paraId="368F62DD" w14:textId="77777777" w:rsidR="00C63E36" w:rsidRPr="00CA7049" w:rsidRDefault="00C63E36" w:rsidP="00C63E36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CA7049">
        <w:rPr>
          <w:sz w:val="24"/>
          <w:szCs w:val="24"/>
        </w:rPr>
        <w:t>&lt;***&gt; Сумма баллов по графе 6.</w:t>
      </w:r>
    </w:p>
    <w:p w14:paraId="35D084F0" w14:textId="77777777" w:rsidR="00C63E36" w:rsidRPr="00BE112D" w:rsidRDefault="00C63E36" w:rsidP="00CA7049">
      <w:pPr>
        <w:tabs>
          <w:tab w:val="left" w:pos="1268"/>
        </w:tabs>
        <w:rPr>
          <w:sz w:val="28"/>
          <w:szCs w:val="28"/>
        </w:rPr>
      </w:pPr>
    </w:p>
    <w:sectPr w:rsidR="00C63E36" w:rsidRPr="00BE112D" w:rsidSect="002527C8">
      <w:footerReference w:type="first" r:id="rId9"/>
      <w:pgSz w:w="16840" w:h="11907" w:orient="landscape" w:code="9"/>
      <w:pgMar w:top="1134" w:right="851" w:bottom="993" w:left="1418" w:header="8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FC4900" w14:textId="77777777" w:rsidR="00F813AA" w:rsidRDefault="00F813AA" w:rsidP="00F90400">
      <w:r>
        <w:separator/>
      </w:r>
    </w:p>
  </w:endnote>
  <w:endnote w:type="continuationSeparator" w:id="0">
    <w:p w14:paraId="155D3B55" w14:textId="77777777" w:rsidR="00F813AA" w:rsidRDefault="00F813AA" w:rsidP="00F90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9809A8" w14:textId="77777777" w:rsidR="00F813AA" w:rsidRDefault="00F813AA">
    <w:pPr>
      <w:pStyle w:val="a3"/>
      <w:rPr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8B3A1" w14:textId="77777777" w:rsidR="00F813AA" w:rsidRDefault="00F813AA" w:rsidP="00F90400">
      <w:r>
        <w:separator/>
      </w:r>
    </w:p>
  </w:footnote>
  <w:footnote w:type="continuationSeparator" w:id="0">
    <w:p w14:paraId="34ABE84F" w14:textId="77777777" w:rsidR="00F813AA" w:rsidRDefault="00F813AA" w:rsidP="00F904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C392A"/>
    <w:multiLevelType w:val="hybridMultilevel"/>
    <w:tmpl w:val="71A8D332"/>
    <w:lvl w:ilvl="0" w:tplc="AD2281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E53DCF"/>
    <w:multiLevelType w:val="hybridMultilevel"/>
    <w:tmpl w:val="C59213F4"/>
    <w:lvl w:ilvl="0" w:tplc="AD22811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5154493C"/>
    <w:multiLevelType w:val="hybridMultilevel"/>
    <w:tmpl w:val="76564CD0"/>
    <w:lvl w:ilvl="0" w:tplc="AD2281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D1B60"/>
    <w:rsid w:val="0000415C"/>
    <w:rsid w:val="00006056"/>
    <w:rsid w:val="0000798A"/>
    <w:rsid w:val="00020F20"/>
    <w:rsid w:val="00042680"/>
    <w:rsid w:val="000530BB"/>
    <w:rsid w:val="000630E6"/>
    <w:rsid w:val="00071FF2"/>
    <w:rsid w:val="00081EB4"/>
    <w:rsid w:val="00082135"/>
    <w:rsid w:val="000A1028"/>
    <w:rsid w:val="000A4235"/>
    <w:rsid w:val="000A4733"/>
    <w:rsid w:val="000B2C1D"/>
    <w:rsid w:val="000B3D05"/>
    <w:rsid w:val="000C17A6"/>
    <w:rsid w:val="000C7CBE"/>
    <w:rsid w:val="000D191F"/>
    <w:rsid w:val="000D5AEA"/>
    <w:rsid w:val="000D740D"/>
    <w:rsid w:val="000E04B9"/>
    <w:rsid w:val="000E2D64"/>
    <w:rsid w:val="000E3B6A"/>
    <w:rsid w:val="000F3A53"/>
    <w:rsid w:val="000F54D3"/>
    <w:rsid w:val="000F7F1D"/>
    <w:rsid w:val="00102A59"/>
    <w:rsid w:val="001174D4"/>
    <w:rsid w:val="00120C57"/>
    <w:rsid w:val="001228FF"/>
    <w:rsid w:val="00125605"/>
    <w:rsid w:val="00126C9B"/>
    <w:rsid w:val="0013518C"/>
    <w:rsid w:val="00143395"/>
    <w:rsid w:val="00151D69"/>
    <w:rsid w:val="00167592"/>
    <w:rsid w:val="001679B5"/>
    <w:rsid w:val="00174749"/>
    <w:rsid w:val="00175753"/>
    <w:rsid w:val="001942C5"/>
    <w:rsid w:val="00197285"/>
    <w:rsid w:val="001B4379"/>
    <w:rsid w:val="001C0F5D"/>
    <w:rsid w:val="001C2826"/>
    <w:rsid w:val="001E3749"/>
    <w:rsid w:val="001F7109"/>
    <w:rsid w:val="002162B5"/>
    <w:rsid w:val="002179BB"/>
    <w:rsid w:val="00221BC8"/>
    <w:rsid w:val="0022373E"/>
    <w:rsid w:val="0023689C"/>
    <w:rsid w:val="00246585"/>
    <w:rsid w:val="00246FD2"/>
    <w:rsid w:val="002527C8"/>
    <w:rsid w:val="0026149E"/>
    <w:rsid w:val="002707F6"/>
    <w:rsid w:val="00292A6F"/>
    <w:rsid w:val="002B0574"/>
    <w:rsid w:val="002B6344"/>
    <w:rsid w:val="002E22E8"/>
    <w:rsid w:val="002E7192"/>
    <w:rsid w:val="00323C09"/>
    <w:rsid w:val="0034028B"/>
    <w:rsid w:val="00343747"/>
    <w:rsid w:val="003477DF"/>
    <w:rsid w:val="003544DA"/>
    <w:rsid w:val="00355C76"/>
    <w:rsid w:val="00387005"/>
    <w:rsid w:val="00390230"/>
    <w:rsid w:val="00390788"/>
    <w:rsid w:val="00392BF3"/>
    <w:rsid w:val="00393E8F"/>
    <w:rsid w:val="0039495C"/>
    <w:rsid w:val="003A273D"/>
    <w:rsid w:val="003B1702"/>
    <w:rsid w:val="003F3D79"/>
    <w:rsid w:val="00403318"/>
    <w:rsid w:val="00424189"/>
    <w:rsid w:val="004255E4"/>
    <w:rsid w:val="00431E5B"/>
    <w:rsid w:val="00435699"/>
    <w:rsid w:val="00450D1E"/>
    <w:rsid w:val="00463D31"/>
    <w:rsid w:val="0049055B"/>
    <w:rsid w:val="00492023"/>
    <w:rsid w:val="004A6354"/>
    <w:rsid w:val="004B215E"/>
    <w:rsid w:val="004B35CC"/>
    <w:rsid w:val="004B5000"/>
    <w:rsid w:val="004D7EEB"/>
    <w:rsid w:val="004E0DA9"/>
    <w:rsid w:val="004F20DA"/>
    <w:rsid w:val="004F3141"/>
    <w:rsid w:val="004F463B"/>
    <w:rsid w:val="004F4AD4"/>
    <w:rsid w:val="005014B5"/>
    <w:rsid w:val="00502C71"/>
    <w:rsid w:val="00513618"/>
    <w:rsid w:val="00513B1B"/>
    <w:rsid w:val="00525947"/>
    <w:rsid w:val="00530991"/>
    <w:rsid w:val="0053686B"/>
    <w:rsid w:val="00541D09"/>
    <w:rsid w:val="00546955"/>
    <w:rsid w:val="00563BA4"/>
    <w:rsid w:val="005746AE"/>
    <w:rsid w:val="00580861"/>
    <w:rsid w:val="005A518F"/>
    <w:rsid w:val="005A6055"/>
    <w:rsid w:val="005E0BDA"/>
    <w:rsid w:val="005E2AF9"/>
    <w:rsid w:val="005F3FDC"/>
    <w:rsid w:val="0060348D"/>
    <w:rsid w:val="00621759"/>
    <w:rsid w:val="00677417"/>
    <w:rsid w:val="00691873"/>
    <w:rsid w:val="00694789"/>
    <w:rsid w:val="006A3592"/>
    <w:rsid w:val="006B0B75"/>
    <w:rsid w:val="006B606C"/>
    <w:rsid w:val="006C63E7"/>
    <w:rsid w:val="006C6FAA"/>
    <w:rsid w:val="006D1F68"/>
    <w:rsid w:val="006D75B4"/>
    <w:rsid w:val="006E50B7"/>
    <w:rsid w:val="006E7A3A"/>
    <w:rsid w:val="006F1D1D"/>
    <w:rsid w:val="006F3DCC"/>
    <w:rsid w:val="007157BC"/>
    <w:rsid w:val="007215F4"/>
    <w:rsid w:val="00747116"/>
    <w:rsid w:val="007508FF"/>
    <w:rsid w:val="00755343"/>
    <w:rsid w:val="00785CBE"/>
    <w:rsid w:val="00797013"/>
    <w:rsid w:val="007A104B"/>
    <w:rsid w:val="007B5E23"/>
    <w:rsid w:val="007C73C2"/>
    <w:rsid w:val="007D25BB"/>
    <w:rsid w:val="007E6B21"/>
    <w:rsid w:val="007F0839"/>
    <w:rsid w:val="00814E44"/>
    <w:rsid w:val="0082016B"/>
    <w:rsid w:val="00820F07"/>
    <w:rsid w:val="0084004B"/>
    <w:rsid w:val="008427AC"/>
    <w:rsid w:val="00845EEA"/>
    <w:rsid w:val="00851187"/>
    <w:rsid w:val="008735DA"/>
    <w:rsid w:val="00877B98"/>
    <w:rsid w:val="008814F6"/>
    <w:rsid w:val="00882614"/>
    <w:rsid w:val="00892A53"/>
    <w:rsid w:val="00897125"/>
    <w:rsid w:val="008B6C29"/>
    <w:rsid w:val="008D48E9"/>
    <w:rsid w:val="008E2EBA"/>
    <w:rsid w:val="008E6546"/>
    <w:rsid w:val="00922504"/>
    <w:rsid w:val="00936BB2"/>
    <w:rsid w:val="009463B3"/>
    <w:rsid w:val="00963FA5"/>
    <w:rsid w:val="00980713"/>
    <w:rsid w:val="00980FF6"/>
    <w:rsid w:val="009843AD"/>
    <w:rsid w:val="009A728B"/>
    <w:rsid w:val="009C11D6"/>
    <w:rsid w:val="009D1107"/>
    <w:rsid w:val="009D6F28"/>
    <w:rsid w:val="009E09EF"/>
    <w:rsid w:val="009E0B4D"/>
    <w:rsid w:val="009F1258"/>
    <w:rsid w:val="00A007A5"/>
    <w:rsid w:val="00A262C8"/>
    <w:rsid w:val="00A353CA"/>
    <w:rsid w:val="00A6350D"/>
    <w:rsid w:val="00A65848"/>
    <w:rsid w:val="00A66ECB"/>
    <w:rsid w:val="00A66F35"/>
    <w:rsid w:val="00A969BF"/>
    <w:rsid w:val="00AA4273"/>
    <w:rsid w:val="00AB6799"/>
    <w:rsid w:val="00AC4343"/>
    <w:rsid w:val="00AD2363"/>
    <w:rsid w:val="00AD5C49"/>
    <w:rsid w:val="00AE11BB"/>
    <w:rsid w:val="00AF7BA2"/>
    <w:rsid w:val="00B218CD"/>
    <w:rsid w:val="00B22CDC"/>
    <w:rsid w:val="00B22DF7"/>
    <w:rsid w:val="00B341A9"/>
    <w:rsid w:val="00B3473E"/>
    <w:rsid w:val="00B37F5B"/>
    <w:rsid w:val="00B4125E"/>
    <w:rsid w:val="00B50134"/>
    <w:rsid w:val="00B562FF"/>
    <w:rsid w:val="00B56CA9"/>
    <w:rsid w:val="00B63B78"/>
    <w:rsid w:val="00B67E47"/>
    <w:rsid w:val="00B73FB1"/>
    <w:rsid w:val="00B85A5E"/>
    <w:rsid w:val="00BA0017"/>
    <w:rsid w:val="00BD05CF"/>
    <w:rsid w:val="00BD12A6"/>
    <w:rsid w:val="00BD6ABF"/>
    <w:rsid w:val="00BE112D"/>
    <w:rsid w:val="00BF03A1"/>
    <w:rsid w:val="00BF617E"/>
    <w:rsid w:val="00C00BA6"/>
    <w:rsid w:val="00C02870"/>
    <w:rsid w:val="00C1298B"/>
    <w:rsid w:val="00C14CDD"/>
    <w:rsid w:val="00C26BD1"/>
    <w:rsid w:val="00C32E06"/>
    <w:rsid w:val="00C3739F"/>
    <w:rsid w:val="00C4232E"/>
    <w:rsid w:val="00C4274A"/>
    <w:rsid w:val="00C43632"/>
    <w:rsid w:val="00C5419D"/>
    <w:rsid w:val="00C567CD"/>
    <w:rsid w:val="00C63E36"/>
    <w:rsid w:val="00C72398"/>
    <w:rsid w:val="00C7408C"/>
    <w:rsid w:val="00C85F04"/>
    <w:rsid w:val="00C872A0"/>
    <w:rsid w:val="00C93870"/>
    <w:rsid w:val="00CA22CC"/>
    <w:rsid w:val="00CA2356"/>
    <w:rsid w:val="00CA7049"/>
    <w:rsid w:val="00CB3494"/>
    <w:rsid w:val="00CD1BBE"/>
    <w:rsid w:val="00CD2C82"/>
    <w:rsid w:val="00CD4914"/>
    <w:rsid w:val="00CD7DAC"/>
    <w:rsid w:val="00CF3955"/>
    <w:rsid w:val="00CF5C00"/>
    <w:rsid w:val="00CF6FFC"/>
    <w:rsid w:val="00D01B9A"/>
    <w:rsid w:val="00D04F34"/>
    <w:rsid w:val="00D42DD1"/>
    <w:rsid w:val="00D617B4"/>
    <w:rsid w:val="00D67C35"/>
    <w:rsid w:val="00D73AA8"/>
    <w:rsid w:val="00D7638C"/>
    <w:rsid w:val="00D80073"/>
    <w:rsid w:val="00D86402"/>
    <w:rsid w:val="00D86A0E"/>
    <w:rsid w:val="00D9685A"/>
    <w:rsid w:val="00DB0FB7"/>
    <w:rsid w:val="00DC42DA"/>
    <w:rsid w:val="00DC6B51"/>
    <w:rsid w:val="00DD501C"/>
    <w:rsid w:val="00DF7D51"/>
    <w:rsid w:val="00E01785"/>
    <w:rsid w:val="00E066BB"/>
    <w:rsid w:val="00E13573"/>
    <w:rsid w:val="00E252A7"/>
    <w:rsid w:val="00E270C1"/>
    <w:rsid w:val="00E36E18"/>
    <w:rsid w:val="00E453D6"/>
    <w:rsid w:val="00E4588D"/>
    <w:rsid w:val="00E514EE"/>
    <w:rsid w:val="00E53296"/>
    <w:rsid w:val="00E5601C"/>
    <w:rsid w:val="00E56495"/>
    <w:rsid w:val="00E57505"/>
    <w:rsid w:val="00E626B5"/>
    <w:rsid w:val="00E7206C"/>
    <w:rsid w:val="00E7244B"/>
    <w:rsid w:val="00E73B10"/>
    <w:rsid w:val="00E76D79"/>
    <w:rsid w:val="00E83128"/>
    <w:rsid w:val="00E87199"/>
    <w:rsid w:val="00E9371F"/>
    <w:rsid w:val="00EA1E89"/>
    <w:rsid w:val="00EA30A6"/>
    <w:rsid w:val="00EB7CAF"/>
    <w:rsid w:val="00EC51EE"/>
    <w:rsid w:val="00EC5786"/>
    <w:rsid w:val="00EC75E8"/>
    <w:rsid w:val="00ED624D"/>
    <w:rsid w:val="00EE0A4B"/>
    <w:rsid w:val="00EF00DD"/>
    <w:rsid w:val="00EF2429"/>
    <w:rsid w:val="00EF71C6"/>
    <w:rsid w:val="00F062AE"/>
    <w:rsid w:val="00F06B24"/>
    <w:rsid w:val="00F248D8"/>
    <w:rsid w:val="00F24BD1"/>
    <w:rsid w:val="00F30AB2"/>
    <w:rsid w:val="00F4156C"/>
    <w:rsid w:val="00F5400A"/>
    <w:rsid w:val="00F55690"/>
    <w:rsid w:val="00F62A5A"/>
    <w:rsid w:val="00F813AA"/>
    <w:rsid w:val="00F90400"/>
    <w:rsid w:val="00F9585C"/>
    <w:rsid w:val="00F967A7"/>
    <w:rsid w:val="00FB3F4E"/>
    <w:rsid w:val="00FB4332"/>
    <w:rsid w:val="00FC1A2E"/>
    <w:rsid w:val="00FD1B60"/>
    <w:rsid w:val="00FE3E72"/>
    <w:rsid w:val="00FE5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2E9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400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F90400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link w:val="30"/>
    <w:qFormat/>
    <w:rsid w:val="00F90400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link w:val="40"/>
    <w:qFormat/>
    <w:rsid w:val="00F90400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90400"/>
    <w:rPr>
      <w:rFonts w:ascii="Garamond" w:eastAsia="Times New Roman" w:hAnsi="Garamond" w:cs="Times New Roman"/>
      <w:b/>
      <w:spacing w:val="20"/>
      <w:sz w:val="28"/>
      <w:szCs w:val="20"/>
      <w:lang w:eastAsia="ru-RU"/>
    </w:rPr>
  </w:style>
  <w:style w:type="character" w:customStyle="1" w:styleId="30">
    <w:name w:val="Заголовок 3 Знак"/>
    <w:link w:val="3"/>
    <w:rsid w:val="00F90400"/>
    <w:rPr>
      <w:rFonts w:ascii="Garamond" w:eastAsia="Times New Roman" w:hAnsi="Garamond" w:cs="Times New Roman"/>
      <w:b/>
      <w:spacing w:val="20"/>
      <w:sz w:val="32"/>
      <w:szCs w:val="20"/>
      <w:lang w:eastAsia="ru-RU"/>
    </w:rPr>
  </w:style>
  <w:style w:type="character" w:customStyle="1" w:styleId="40">
    <w:name w:val="Заголовок 4 Знак"/>
    <w:link w:val="4"/>
    <w:rsid w:val="00F90400"/>
    <w:rPr>
      <w:rFonts w:ascii="Times New Roman" w:eastAsia="Times New Roman" w:hAnsi="Times New Roman" w:cs="Times New Roman"/>
      <w:b/>
      <w:spacing w:val="126"/>
      <w:sz w:val="44"/>
      <w:szCs w:val="20"/>
      <w:lang w:eastAsia="ru-RU"/>
    </w:rPr>
  </w:style>
  <w:style w:type="paragraph" w:styleId="a3">
    <w:name w:val="footer"/>
    <w:basedOn w:val="a"/>
    <w:link w:val="a4"/>
    <w:rsid w:val="00F90400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rsid w:val="00F904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F90400"/>
    <w:pPr>
      <w:jc w:val="center"/>
    </w:pPr>
    <w:rPr>
      <w:rFonts w:ascii="Garamond" w:hAnsi="Garamond"/>
      <w:b/>
      <w:spacing w:val="20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F90400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9040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904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9040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9843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3686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53686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1679B5"/>
    <w:pPr>
      <w:widowControl w:val="0"/>
      <w:autoSpaceDE w:val="0"/>
      <w:autoSpaceDN w:val="0"/>
    </w:pPr>
    <w:rPr>
      <w:rFonts w:eastAsia="Times New Roman" w:cs="Calibri"/>
      <w:sz w:val="22"/>
    </w:rPr>
  </w:style>
  <w:style w:type="table" w:customStyle="1" w:styleId="1">
    <w:name w:val="Сетка таблицы1"/>
    <w:basedOn w:val="a1"/>
    <w:next w:val="aa"/>
    <w:rsid w:val="007A104B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B67E47"/>
    <w:rPr>
      <w:color w:val="0000FF"/>
      <w:u w:val="single"/>
    </w:rPr>
  </w:style>
  <w:style w:type="character" w:styleId="ac">
    <w:name w:val="Strong"/>
    <w:basedOn w:val="a0"/>
    <w:uiPriority w:val="22"/>
    <w:qFormat/>
    <w:rsid w:val="005808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Shaban\Documents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70E8C-1157-4A9E-AED7-A1A1CF6B9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1557</TotalTime>
  <Pages>22</Pages>
  <Words>4369</Words>
  <Characters>24908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29219</CharactersWithSpaces>
  <SharedDoc>false</SharedDoc>
  <HLinks>
    <vt:vector size="42" baseType="variant">
      <vt:variant>
        <vt:i4>5570562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Par45</vt:lpwstr>
      </vt:variant>
      <vt:variant>
        <vt:i4>5636098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Par70</vt:lpwstr>
      </vt:variant>
      <vt:variant>
        <vt:i4>7012406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Par248</vt:lpwstr>
      </vt:variant>
      <vt:variant>
        <vt:i4>6750258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Par107</vt:lpwstr>
      </vt:variant>
      <vt:variant>
        <vt:i4>4784131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consultantplus://offline/ref=DCEC78320D6A6E9DC59E6EE8610510AD1A2C50B333E1BF8C97BCA5D4A370148D54B5951E5482914EF0AAD6BC36J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7798880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consultantplus://offline/ref=DCEC78320D6A6E9DC59E70E577694FA51F2306B838EFB4D8C8E3FE89F4791EDA13FACC5C108C9246BF33J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О.В.</dc:creator>
  <cp:keywords/>
  <cp:lastModifiedBy>TSpirina</cp:lastModifiedBy>
  <cp:revision>84</cp:revision>
  <cp:lastPrinted>2022-01-17T07:18:00Z</cp:lastPrinted>
  <dcterms:created xsi:type="dcterms:W3CDTF">2018-02-15T09:04:00Z</dcterms:created>
  <dcterms:modified xsi:type="dcterms:W3CDTF">2022-01-17T07:27:00Z</dcterms:modified>
</cp:coreProperties>
</file>