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DB1" w:rsidRDefault="009C5DB1">
      <w:pPr>
        <w:jc w:val="center"/>
      </w:pPr>
    </w:p>
    <w:p w:rsidR="009C5DB1" w:rsidRDefault="00046980">
      <w:pPr>
        <w:jc w:val="center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49.65pt" fillcolor="window">
            <v:imagedata r:id="rId8" o:title=""/>
          </v:shape>
        </w:pict>
      </w:r>
    </w:p>
    <w:p w:rsidR="009C5DB1" w:rsidRDefault="009C5DB1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>Российская   Федерация</w:t>
      </w:r>
    </w:p>
    <w:p w:rsidR="009C5DB1" w:rsidRDefault="009C5DB1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Новгородская область</w:t>
      </w:r>
    </w:p>
    <w:p w:rsidR="009C5DB1" w:rsidRDefault="009C5DB1"/>
    <w:p w:rsidR="009C5DB1" w:rsidRPr="003A4A9B" w:rsidRDefault="003A4A9B">
      <w:pPr>
        <w:pStyle w:val="3"/>
        <w:rPr>
          <w:rFonts w:ascii="Times New Roman" w:hAnsi="Times New Roman"/>
          <w:spacing w:val="-30"/>
          <w:szCs w:val="32"/>
        </w:rPr>
      </w:pPr>
      <w:r w:rsidRPr="003A4A9B">
        <w:rPr>
          <w:rFonts w:ascii="Times New Roman" w:hAnsi="Times New Roman"/>
          <w:spacing w:val="-30"/>
          <w:szCs w:val="32"/>
        </w:rPr>
        <w:t>АДМИНИСТРАЦИЯ МОШЕНСКОГО МУНИЦИПАЛЬНОГО РАЙОНА</w:t>
      </w:r>
    </w:p>
    <w:p w:rsidR="009C5DB1" w:rsidRDefault="009C5DB1">
      <w:pPr>
        <w:pStyle w:val="2"/>
      </w:pPr>
    </w:p>
    <w:p w:rsidR="009C5DB1" w:rsidRDefault="009C5DB1">
      <w:pPr>
        <w:pStyle w:val="4"/>
        <w:rPr>
          <w:spacing w:val="84"/>
          <w:sz w:val="40"/>
        </w:rPr>
      </w:pPr>
      <w:r>
        <w:rPr>
          <w:sz w:val="40"/>
        </w:rPr>
        <w:t>ПОСТАНОВЛЕНИЕ</w:t>
      </w:r>
    </w:p>
    <w:p w:rsidR="009C5DB1" w:rsidRDefault="009C5DB1">
      <w:pPr>
        <w:jc w:val="center"/>
        <w:rPr>
          <w:rFonts w:ascii="Courier New" w:hAnsi="Courier New"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52"/>
      </w:tblGrid>
      <w:tr w:rsidR="003A4A9B" w:rsidRPr="003A4A9B">
        <w:trPr>
          <w:jc w:val="center"/>
        </w:trPr>
        <w:tc>
          <w:tcPr>
            <w:tcW w:w="3652" w:type="dxa"/>
          </w:tcPr>
          <w:p w:rsidR="003A4A9B" w:rsidRPr="003A4A9B" w:rsidRDefault="00181792" w:rsidP="003A4A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15.04.2020 </w:t>
            </w:r>
            <w:r w:rsidR="00995DA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232</w:t>
            </w:r>
          </w:p>
        </w:tc>
      </w:tr>
    </w:tbl>
    <w:p w:rsidR="003A4A9B" w:rsidRDefault="003A4A9B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52"/>
      </w:tblGrid>
      <w:tr w:rsidR="009C5DB1" w:rsidRPr="003A4A9B">
        <w:trPr>
          <w:jc w:val="center"/>
        </w:trPr>
        <w:tc>
          <w:tcPr>
            <w:tcW w:w="3652" w:type="dxa"/>
          </w:tcPr>
          <w:p w:rsidR="009C5DB1" w:rsidRPr="003A4A9B" w:rsidRDefault="009C5DB1" w:rsidP="003A4A9B">
            <w:pPr>
              <w:jc w:val="center"/>
              <w:rPr>
                <w:sz w:val="28"/>
                <w:szCs w:val="28"/>
              </w:rPr>
            </w:pPr>
            <w:r w:rsidRPr="003A4A9B">
              <w:rPr>
                <w:sz w:val="28"/>
                <w:szCs w:val="28"/>
              </w:rPr>
              <w:t>с. Мошенское</w:t>
            </w:r>
          </w:p>
        </w:tc>
      </w:tr>
    </w:tbl>
    <w:p w:rsidR="003A4A9B" w:rsidRDefault="003A4A9B"/>
    <w:tbl>
      <w:tblPr>
        <w:tblW w:w="0" w:type="auto"/>
        <w:jc w:val="center"/>
        <w:tblInd w:w="-2071" w:type="dxa"/>
        <w:tblLayout w:type="fixed"/>
        <w:tblLook w:val="0000" w:firstRow="0" w:lastRow="0" w:firstColumn="0" w:lastColumn="0" w:noHBand="0" w:noVBand="0"/>
      </w:tblPr>
      <w:tblGrid>
        <w:gridCol w:w="8130"/>
      </w:tblGrid>
      <w:tr w:rsidR="009C5DB1" w:rsidRPr="003A4A9B">
        <w:trPr>
          <w:jc w:val="center"/>
        </w:trPr>
        <w:tc>
          <w:tcPr>
            <w:tcW w:w="8130" w:type="dxa"/>
          </w:tcPr>
          <w:p w:rsidR="009C5DB1" w:rsidRPr="003A4A9B" w:rsidRDefault="00181792" w:rsidP="00181792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  постановление Администрации Мошенского муниципального района от 26.06.2015 № 324</w:t>
            </w:r>
          </w:p>
        </w:tc>
      </w:tr>
    </w:tbl>
    <w:p w:rsidR="00181792" w:rsidRDefault="00181792" w:rsidP="00181792">
      <w:pPr>
        <w:spacing w:line="300" w:lineRule="exact"/>
        <w:jc w:val="both"/>
        <w:rPr>
          <w:sz w:val="22"/>
        </w:rPr>
      </w:pPr>
    </w:p>
    <w:p w:rsidR="00181792" w:rsidRDefault="00181792" w:rsidP="00181792">
      <w:pPr>
        <w:spacing w:line="300" w:lineRule="exact"/>
        <w:ind w:firstLine="709"/>
        <w:jc w:val="both"/>
        <w:rPr>
          <w:b/>
          <w:sz w:val="28"/>
        </w:rPr>
      </w:pPr>
      <w:r>
        <w:rPr>
          <w:sz w:val="28"/>
          <w:szCs w:val="28"/>
        </w:rPr>
        <w:t>В соответствии с Федеральным законом от 27 июля 2010 года                           № 210-ФЗ "Об организации предоставления государственных 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услуг" и в целях повышения качества исполнения и доступности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услуги, создания комфортных условий для потребителей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пальной услуги, </w:t>
      </w:r>
      <w:r w:rsidRPr="00181792">
        <w:rPr>
          <w:sz w:val="28"/>
          <w:szCs w:val="28"/>
        </w:rPr>
        <w:t>Администрация Мошенского муниципального района</w:t>
      </w:r>
      <w:r>
        <w:rPr>
          <w:b/>
          <w:sz w:val="28"/>
        </w:rPr>
        <w:t xml:space="preserve">                    ПОСТАНОВЛЯЕТ:</w:t>
      </w:r>
    </w:p>
    <w:p w:rsidR="00181792" w:rsidRDefault="00181792" w:rsidP="00181792">
      <w:pPr>
        <w:spacing w:line="300" w:lineRule="exact"/>
        <w:ind w:firstLine="709"/>
        <w:jc w:val="both"/>
        <w:rPr>
          <w:b/>
          <w:sz w:val="28"/>
        </w:rPr>
      </w:pPr>
    </w:p>
    <w:p w:rsidR="00181792" w:rsidRDefault="00181792" w:rsidP="00181792">
      <w:pPr>
        <w:spacing w:line="300" w:lineRule="exact"/>
        <w:ind w:firstLine="709"/>
        <w:jc w:val="both"/>
        <w:rPr>
          <w:b/>
          <w:sz w:val="28"/>
        </w:rPr>
      </w:pPr>
      <w:r>
        <w:rPr>
          <w:sz w:val="28"/>
        </w:rPr>
        <w:t>1. Внести изменения в постановление Администрации Мошенского муниципального района от 26.06.2015 № 324 «Об утверждении администр</w:t>
      </w:r>
      <w:r>
        <w:rPr>
          <w:sz w:val="28"/>
        </w:rPr>
        <w:t>а</w:t>
      </w:r>
      <w:r>
        <w:rPr>
          <w:sz w:val="28"/>
        </w:rPr>
        <w:t xml:space="preserve">тивного регламента </w:t>
      </w:r>
      <w:r w:rsidRPr="00745868">
        <w:rPr>
          <w:sz w:val="28"/>
        </w:rPr>
        <w:t>по предоставлению муниципальной услуги по выдаче специальных</w:t>
      </w:r>
      <w:r>
        <w:rPr>
          <w:sz w:val="28"/>
        </w:rPr>
        <w:t xml:space="preserve"> </w:t>
      </w:r>
      <w:r w:rsidRPr="00745868">
        <w:rPr>
          <w:sz w:val="28"/>
        </w:rPr>
        <w:t>разрешений на движение по автомобильным дорогам местного значения транспортного средства, осуществляющего перевозки тяжелове</w:t>
      </w:r>
      <w:r w:rsidRPr="00745868">
        <w:rPr>
          <w:sz w:val="28"/>
        </w:rPr>
        <w:t>с</w:t>
      </w:r>
      <w:r w:rsidRPr="00745868">
        <w:rPr>
          <w:sz w:val="28"/>
        </w:rPr>
        <w:t>ных и (или) крупногабаритных грузов</w:t>
      </w:r>
      <w:r>
        <w:rPr>
          <w:sz w:val="28"/>
        </w:rPr>
        <w:t>»:</w:t>
      </w:r>
    </w:p>
    <w:p w:rsidR="00181792" w:rsidRDefault="00181792" w:rsidP="00181792">
      <w:pPr>
        <w:spacing w:line="300" w:lineRule="exact"/>
        <w:ind w:firstLine="709"/>
        <w:jc w:val="both"/>
        <w:rPr>
          <w:b/>
          <w:sz w:val="28"/>
        </w:rPr>
      </w:pPr>
      <w:r>
        <w:rPr>
          <w:sz w:val="28"/>
          <w:szCs w:val="28"/>
        </w:rPr>
        <w:t>1.1. Изложить заголовок к постановлению в редакции:</w:t>
      </w:r>
    </w:p>
    <w:p w:rsidR="00181792" w:rsidRDefault="00181792" w:rsidP="00181792">
      <w:pPr>
        <w:spacing w:line="300" w:lineRule="exact"/>
        <w:ind w:firstLine="709"/>
        <w:jc w:val="both"/>
        <w:rPr>
          <w:b/>
          <w:sz w:val="28"/>
        </w:rPr>
      </w:pPr>
      <w:r w:rsidRPr="00181792">
        <w:rPr>
          <w:sz w:val="28"/>
        </w:rPr>
        <w:t>«</w:t>
      </w:r>
      <w:r>
        <w:rPr>
          <w:sz w:val="28"/>
          <w:szCs w:val="28"/>
        </w:rPr>
        <w:t>Об утверждении административного регламента по предоставлению муниципальной услуги «Выдача специальных разрешений на движение по автомобильным дорогам местного значения тяжеловесного и (или) крупног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баритного транспортного средства».</w:t>
      </w:r>
    </w:p>
    <w:p w:rsidR="00181792" w:rsidRDefault="00181792" w:rsidP="00181792">
      <w:pPr>
        <w:spacing w:line="300" w:lineRule="exact"/>
        <w:ind w:firstLine="709"/>
        <w:jc w:val="both"/>
        <w:rPr>
          <w:b/>
          <w:sz w:val="28"/>
        </w:rPr>
      </w:pPr>
      <w:r>
        <w:rPr>
          <w:sz w:val="28"/>
          <w:szCs w:val="28"/>
        </w:rPr>
        <w:t>1.2. Изложить пункт 1 в редакции:</w:t>
      </w:r>
    </w:p>
    <w:p w:rsidR="00181792" w:rsidRDefault="00181792" w:rsidP="00181792">
      <w:pPr>
        <w:spacing w:line="300" w:lineRule="exact"/>
        <w:ind w:firstLine="709"/>
        <w:jc w:val="both"/>
        <w:rPr>
          <w:b/>
          <w:sz w:val="28"/>
        </w:rPr>
      </w:pPr>
      <w:r>
        <w:rPr>
          <w:sz w:val="28"/>
          <w:szCs w:val="28"/>
        </w:rPr>
        <w:t>«1. Утвердить прилагаемый административный регламент по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ставлению муниципальной услуги «</w:t>
      </w:r>
      <w:r w:rsidRPr="00745868">
        <w:rPr>
          <w:sz w:val="28"/>
          <w:szCs w:val="28"/>
        </w:rPr>
        <w:t>Выдача специальных разрешений на движение по автомобильным дорогам местного значения тяжеловесного и (или) крупногабаритного транспортного средства</w:t>
      </w:r>
      <w:r>
        <w:rPr>
          <w:sz w:val="28"/>
          <w:szCs w:val="28"/>
        </w:rPr>
        <w:t>»  (далее административный регламент).».</w:t>
      </w:r>
    </w:p>
    <w:p w:rsidR="00181792" w:rsidRDefault="00181792" w:rsidP="00181792">
      <w:pPr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Изложить административный регламент в новой прилагаемой реда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ции.</w:t>
      </w:r>
    </w:p>
    <w:p w:rsidR="00181792" w:rsidRPr="00181792" w:rsidRDefault="00181792" w:rsidP="00181792">
      <w:pPr>
        <w:spacing w:line="300" w:lineRule="exact"/>
        <w:ind w:firstLine="709"/>
        <w:jc w:val="both"/>
        <w:rPr>
          <w:b/>
          <w:sz w:val="28"/>
        </w:rPr>
      </w:pPr>
      <w:r>
        <w:rPr>
          <w:sz w:val="28"/>
        </w:rPr>
        <w:t>3</w:t>
      </w:r>
      <w:r>
        <w:rPr>
          <w:color w:val="000000"/>
          <w:sz w:val="28"/>
          <w:szCs w:val="28"/>
        </w:rPr>
        <w:t>. Постановление вступает в силу со дня его официального опублик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вания.</w:t>
      </w:r>
    </w:p>
    <w:p w:rsidR="005638CB" w:rsidRDefault="00181792" w:rsidP="00181792">
      <w:pPr>
        <w:widowControl w:val="0"/>
        <w:spacing w:line="300" w:lineRule="exact"/>
        <w:ind w:firstLine="709"/>
        <w:jc w:val="both"/>
        <w:rPr>
          <w:sz w:val="28"/>
        </w:rPr>
      </w:pPr>
      <w:r>
        <w:rPr>
          <w:color w:val="000000"/>
          <w:sz w:val="28"/>
          <w:szCs w:val="28"/>
        </w:rPr>
        <w:t>4. Опубликовать постановление в бюллетене «Официальный вестник Мошенского муниципального района».</w:t>
      </w:r>
    </w:p>
    <w:p w:rsidR="00855360" w:rsidRDefault="00855360" w:rsidP="00181792">
      <w:pPr>
        <w:widowControl w:val="0"/>
        <w:spacing w:line="300" w:lineRule="exact"/>
        <w:jc w:val="both"/>
        <w:rPr>
          <w:sz w:val="28"/>
        </w:rPr>
      </w:pPr>
    </w:p>
    <w:p w:rsidR="00855360" w:rsidRDefault="00855360" w:rsidP="00181792">
      <w:pPr>
        <w:spacing w:line="300" w:lineRule="exact"/>
        <w:jc w:val="both"/>
        <w:rPr>
          <w:b/>
          <w:sz w:val="28"/>
        </w:rPr>
      </w:pPr>
      <w:r w:rsidRPr="00855360">
        <w:rPr>
          <w:b/>
          <w:sz w:val="28"/>
        </w:rPr>
        <w:t xml:space="preserve">Глава муниципального района </w:t>
      </w:r>
      <w:r w:rsidR="004544F4">
        <w:rPr>
          <w:b/>
          <w:sz w:val="28"/>
        </w:rPr>
        <w:t xml:space="preserve">                                    </w:t>
      </w:r>
      <w:r w:rsidR="00995DAB">
        <w:rPr>
          <w:b/>
          <w:sz w:val="28"/>
        </w:rPr>
        <w:t>Т.В. Павлова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A5018" w:rsidRPr="00BA5018" w:rsidTr="00BA5018">
        <w:tc>
          <w:tcPr>
            <w:tcW w:w="4785" w:type="dxa"/>
          </w:tcPr>
          <w:p w:rsidR="00BA5018" w:rsidRPr="00BA5018" w:rsidRDefault="00BA5018" w:rsidP="00BA5018">
            <w:pPr>
              <w:pStyle w:val="ae"/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BA5018" w:rsidRPr="00BA5018" w:rsidRDefault="00BA5018" w:rsidP="00BA5018">
            <w:pPr>
              <w:pStyle w:val="ae"/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18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BA5018" w:rsidRPr="00BA5018" w:rsidRDefault="00BA5018" w:rsidP="00BA5018">
            <w:pPr>
              <w:pStyle w:val="ae"/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1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BA5018" w:rsidRDefault="00BA5018" w:rsidP="00BA5018">
            <w:pPr>
              <w:pStyle w:val="ae"/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18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727A97" w:rsidRDefault="00727A97" w:rsidP="00BA5018">
            <w:pPr>
              <w:pStyle w:val="ae"/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26.06.2015</w:t>
            </w:r>
            <w:r w:rsidR="00A13E82">
              <w:rPr>
                <w:rFonts w:ascii="Times New Roman" w:hAnsi="Times New Roman" w:cs="Times New Roman"/>
                <w:sz w:val="28"/>
                <w:szCs w:val="28"/>
              </w:rPr>
              <w:t xml:space="preserve"> № 324</w:t>
            </w:r>
            <w:bookmarkStart w:id="0" w:name="_GoBack"/>
            <w:bookmarkEnd w:id="0"/>
          </w:p>
          <w:p w:rsidR="00727A97" w:rsidRDefault="00727A97" w:rsidP="00BA5018">
            <w:pPr>
              <w:pStyle w:val="ae"/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от 21.06.2018 № 322,</w:t>
            </w:r>
          </w:p>
          <w:p w:rsidR="00727A97" w:rsidRPr="00BA5018" w:rsidRDefault="00727A97" w:rsidP="00BA5018">
            <w:pPr>
              <w:pStyle w:val="ae"/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22.04.2019 № 257,</w:t>
            </w:r>
          </w:p>
          <w:p w:rsidR="00BA5018" w:rsidRPr="00BA5018" w:rsidRDefault="00BA5018" w:rsidP="00BA5018">
            <w:pPr>
              <w:pStyle w:val="ae"/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018">
              <w:rPr>
                <w:rFonts w:ascii="Times New Roman" w:hAnsi="Times New Roman" w:cs="Times New Roman"/>
                <w:sz w:val="28"/>
                <w:szCs w:val="28"/>
              </w:rPr>
              <w:t>от 15.04.2020 № 232</w:t>
            </w:r>
            <w:r w:rsidR="00727A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181792" w:rsidRPr="00BA5018" w:rsidRDefault="00181792" w:rsidP="00BA5018">
      <w:pPr>
        <w:pStyle w:val="ae"/>
        <w:widowControl w:val="0"/>
        <w:suppressAutoHyphens w:val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A5018" w:rsidRPr="00BA5018" w:rsidRDefault="00181792" w:rsidP="00BA5018">
      <w:pPr>
        <w:widowControl w:val="0"/>
        <w:jc w:val="center"/>
        <w:rPr>
          <w:b/>
          <w:bCs/>
          <w:sz w:val="28"/>
          <w:szCs w:val="28"/>
        </w:rPr>
      </w:pPr>
      <w:r w:rsidRPr="00BA5018">
        <w:rPr>
          <w:b/>
          <w:bCs/>
          <w:sz w:val="28"/>
          <w:szCs w:val="28"/>
        </w:rPr>
        <w:t xml:space="preserve"> Административный регламент </w:t>
      </w:r>
    </w:p>
    <w:p w:rsidR="00BA5018" w:rsidRPr="00BA5018" w:rsidRDefault="00181792" w:rsidP="00BA5018">
      <w:pPr>
        <w:widowControl w:val="0"/>
        <w:jc w:val="center"/>
        <w:rPr>
          <w:b/>
          <w:bCs/>
          <w:sz w:val="28"/>
          <w:szCs w:val="28"/>
        </w:rPr>
      </w:pPr>
      <w:r w:rsidRPr="00BA5018">
        <w:rPr>
          <w:b/>
          <w:bCs/>
          <w:sz w:val="28"/>
          <w:szCs w:val="28"/>
        </w:rPr>
        <w:t xml:space="preserve">по предоставлению муниципальной услуги «Выдача специальных </w:t>
      </w:r>
    </w:p>
    <w:p w:rsidR="00BA5018" w:rsidRDefault="00181792" w:rsidP="00BA5018">
      <w:pPr>
        <w:widowControl w:val="0"/>
        <w:jc w:val="center"/>
        <w:rPr>
          <w:b/>
          <w:bCs/>
          <w:sz w:val="28"/>
          <w:szCs w:val="28"/>
        </w:rPr>
      </w:pPr>
      <w:r w:rsidRPr="00BA5018">
        <w:rPr>
          <w:b/>
          <w:bCs/>
          <w:sz w:val="28"/>
          <w:szCs w:val="28"/>
        </w:rPr>
        <w:t xml:space="preserve">разрешений на движение   по  автомобильным дорогам местного </w:t>
      </w:r>
    </w:p>
    <w:p w:rsidR="00BA5018" w:rsidRDefault="00181792" w:rsidP="00BA5018">
      <w:pPr>
        <w:widowControl w:val="0"/>
        <w:jc w:val="center"/>
        <w:rPr>
          <w:b/>
          <w:bCs/>
          <w:sz w:val="28"/>
          <w:szCs w:val="28"/>
        </w:rPr>
      </w:pPr>
      <w:r w:rsidRPr="00BA5018">
        <w:rPr>
          <w:b/>
          <w:bCs/>
          <w:sz w:val="28"/>
          <w:szCs w:val="28"/>
        </w:rPr>
        <w:t xml:space="preserve">значения тяжеловесного и (или) крупногабаритного транспортного </w:t>
      </w:r>
    </w:p>
    <w:p w:rsidR="00181792" w:rsidRPr="00BA5018" w:rsidRDefault="00181792" w:rsidP="00BA5018">
      <w:pPr>
        <w:widowControl w:val="0"/>
        <w:jc w:val="center"/>
        <w:rPr>
          <w:b/>
          <w:sz w:val="28"/>
          <w:szCs w:val="28"/>
          <w:highlight w:val="yellow"/>
        </w:rPr>
      </w:pPr>
      <w:r w:rsidRPr="00BA5018">
        <w:rPr>
          <w:b/>
          <w:bCs/>
          <w:sz w:val="28"/>
          <w:szCs w:val="28"/>
        </w:rPr>
        <w:t>средства»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8"/>
        <w:outlineLvl w:val="1"/>
        <w:rPr>
          <w:b/>
          <w:sz w:val="28"/>
          <w:szCs w:val="28"/>
          <w:highlight w:val="yellow"/>
        </w:rPr>
      </w:pPr>
    </w:p>
    <w:p w:rsidR="00181792" w:rsidRPr="00BA5018" w:rsidRDefault="00181792" w:rsidP="00BA5018">
      <w:pPr>
        <w:pStyle w:val="ConsPlusNormal"/>
        <w:ind w:firstLine="709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A501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BA5018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1.1. Предмет регулирования регламента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Административный регламент по предоставлению муниципальной услуги по выдаче  специальных разрешений на движение по автомобильным дорогам местного значения тяжеловесного и (или) крупногабаритного тран</w:t>
      </w:r>
      <w:r w:rsidRPr="00BA5018">
        <w:rPr>
          <w:sz w:val="28"/>
          <w:szCs w:val="28"/>
        </w:rPr>
        <w:t>с</w:t>
      </w:r>
      <w:r w:rsidRPr="00BA5018">
        <w:rPr>
          <w:sz w:val="28"/>
          <w:szCs w:val="28"/>
        </w:rPr>
        <w:t>портного средства</w:t>
      </w:r>
      <w:r w:rsidRPr="00BA5018">
        <w:rPr>
          <w:color w:val="C00000"/>
          <w:sz w:val="28"/>
          <w:szCs w:val="28"/>
        </w:rPr>
        <w:t xml:space="preserve"> </w:t>
      </w:r>
      <w:r w:rsidRPr="00BA5018">
        <w:rPr>
          <w:sz w:val="28"/>
          <w:szCs w:val="28"/>
        </w:rPr>
        <w:t>(далее – административный регламент) устанавливает сроки, состав и последовательность административных процедур (действий) Администрации Мошенского муниципального района  по выдаче специал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t>ных разрешений на движение тяжеловесного и (или) крупногабаритного транспортного средства по автомобильным дорогам местного значения в случае, если маршрут, часть маршрута тяжеловесного и (или) крупногаб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ритного транспортного средства не проходят по автомобильным дорогам ф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дерального, регионального или межмуниципального значения, участкам т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 xml:space="preserve">ких автомобильных дорог (далее – муниципальная услуга). 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Административный регламент также устанавливает порядок взаим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действия между структурными подразделениями Администрации Мошенск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го муниципального района, их должностными лицами, взаимодействия с ф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зическими и юридическими лицами, с заявителями при предоставлении м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ниципальной услуги.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Специальное разрешение на движение по автомобильным дорогам местного значения тяжеловесного и (или) крупногабаритного транспортного средства выдается на одну поездку или на несколько поездок (не более дес</w:t>
      </w:r>
      <w:r w:rsidRPr="00BA5018">
        <w:rPr>
          <w:sz w:val="28"/>
          <w:szCs w:val="28"/>
        </w:rPr>
        <w:t>я</w:t>
      </w:r>
      <w:r w:rsidRPr="00BA5018">
        <w:rPr>
          <w:sz w:val="28"/>
          <w:szCs w:val="28"/>
        </w:rPr>
        <w:t>ти) транспортного средства по определенному маршруту без груза или с ан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логичным грузом, имеющим одинаковую характеристику (полное наимен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вание, марка, модель, габариты, масса). Специальное разрешение выдается на срок до трех месяцев.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 случае выдачи специального разрешения в электронной форме</w:t>
      </w:r>
      <w:r w:rsidRPr="00BA5018">
        <w:rPr>
          <w:sz w:val="28"/>
          <w:szCs w:val="28"/>
        </w:rPr>
        <w:br/>
        <w:t xml:space="preserve">в соответствии с </w:t>
      </w:r>
      <w:hyperlink r:id="rId9" w:history="1">
        <w:r w:rsidRPr="00BA5018">
          <w:rPr>
            <w:sz w:val="28"/>
            <w:szCs w:val="28"/>
          </w:rPr>
          <w:t>частью 17 статьи 31</w:t>
        </w:r>
      </w:hyperlink>
      <w:r w:rsidRPr="00BA5018">
        <w:rPr>
          <w:sz w:val="28"/>
          <w:szCs w:val="28"/>
        </w:rPr>
        <w:t xml:space="preserve"> Федерального закона от 08.11.2007</w:t>
      </w:r>
      <w:r w:rsidRPr="00BA5018">
        <w:rPr>
          <w:sz w:val="28"/>
          <w:szCs w:val="28"/>
        </w:rPr>
        <w:br/>
        <w:t>№ 257-ФЗ «Об автомобильных дорогах и о дорожной деятельности в Росси</w:t>
      </w:r>
      <w:r w:rsidRPr="00BA5018">
        <w:rPr>
          <w:sz w:val="28"/>
          <w:szCs w:val="28"/>
        </w:rPr>
        <w:t>й</w:t>
      </w:r>
      <w:r w:rsidRPr="00BA5018">
        <w:rPr>
          <w:sz w:val="28"/>
          <w:szCs w:val="28"/>
        </w:rPr>
        <w:t xml:space="preserve">ской Федерации  и о внесении изменений в отдельные законодательные акты  </w:t>
      </w:r>
      <w:r w:rsidRPr="00BA5018">
        <w:rPr>
          <w:sz w:val="28"/>
          <w:szCs w:val="28"/>
        </w:rPr>
        <w:lastRenderedPageBreak/>
        <w:t>Российской Федерации» (далее – Федеральный закон № 257-ФЗ), специал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t>ное разрешение выдается на одну поездку и на срок до одного месяца.</w:t>
      </w:r>
    </w:p>
    <w:p w:rsid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Специальное разрешение выдается на одну поездку или на несколько поездок (не более тридцати) крупногабаритной сельскохозяйственной техн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ки (комбайн, трактор) своим ходом в период с марта по сентябрь</w:t>
      </w:r>
      <w:r w:rsidRPr="00BA5018">
        <w:rPr>
          <w:sz w:val="28"/>
          <w:szCs w:val="28"/>
        </w:rPr>
        <w:br/>
        <w:t>в пределах одного муниципального образования. Специальное разрешение выдается на срок до трех месяцев.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 случае если срок выданного специального разрешения на движение крупногабаритной сельскохозяйственной техники (комбайн, трактор) не и</w:t>
      </w:r>
      <w:r w:rsidRPr="00BA5018">
        <w:rPr>
          <w:sz w:val="28"/>
          <w:szCs w:val="28"/>
        </w:rPr>
        <w:t>с</w:t>
      </w:r>
      <w:r w:rsidRPr="00BA5018">
        <w:rPr>
          <w:sz w:val="28"/>
          <w:szCs w:val="28"/>
        </w:rPr>
        <w:t>тек, при этом соответствующим транспортным средством совершено пр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дельное количество поездок, указанное в специальном разрешении, владелец транспортного средства вправе подать повторное заявление на движение данной крупногабаритной сельскохозяйственной техники (комбайн, трактор) своим ходом в период с марта по сентябрь в пределах одного муниципальн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го образования. По такому заявлению специальное разрешение выдается в течение четырех рабочих дней со дня его регистрации на одну или несколько поездок (не более тридцати) на срок, не превышающий срок действия ранее выданного специального разрешения.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1.2. Круг заявителей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iCs/>
          <w:sz w:val="28"/>
          <w:szCs w:val="28"/>
        </w:rPr>
        <w:t>1.2.1. Заявителями муниципальной услуги, указанной в настоящем а</w:t>
      </w:r>
      <w:r w:rsidRPr="00BA5018">
        <w:rPr>
          <w:iCs/>
          <w:sz w:val="28"/>
          <w:szCs w:val="28"/>
        </w:rPr>
        <w:t>д</w:t>
      </w:r>
      <w:r w:rsidRPr="00BA5018">
        <w:rPr>
          <w:iCs/>
          <w:sz w:val="28"/>
          <w:szCs w:val="28"/>
        </w:rPr>
        <w:t>министративном регламенте (далее - заявитель), являются владельцы тран</w:t>
      </w:r>
      <w:r w:rsidRPr="00BA5018">
        <w:rPr>
          <w:iCs/>
          <w:sz w:val="28"/>
          <w:szCs w:val="28"/>
        </w:rPr>
        <w:t>с</w:t>
      </w:r>
      <w:r w:rsidRPr="00BA5018">
        <w:rPr>
          <w:iCs/>
          <w:sz w:val="28"/>
          <w:szCs w:val="28"/>
        </w:rPr>
        <w:t>портных средств</w:t>
      </w:r>
      <w:r w:rsidRPr="00BA5018">
        <w:rPr>
          <w:sz w:val="28"/>
          <w:szCs w:val="28"/>
        </w:rPr>
        <w:t>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 w:rsidRPr="00BA5018">
        <w:rPr>
          <w:iCs/>
          <w:sz w:val="28"/>
          <w:szCs w:val="28"/>
        </w:rPr>
        <w:t>1.2.2. С заявлением о предоставлении муниципальной услуги  вправе обратиться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</w:t>
      </w:r>
      <w:r w:rsidRPr="00BA5018">
        <w:rPr>
          <w:iCs/>
          <w:sz w:val="28"/>
          <w:szCs w:val="28"/>
        </w:rPr>
        <w:t>и</w:t>
      </w:r>
      <w:r w:rsidRPr="00BA5018">
        <w:rPr>
          <w:iCs/>
          <w:sz w:val="28"/>
          <w:szCs w:val="28"/>
        </w:rPr>
        <w:t>ми полномочиями.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A5018">
        <w:rPr>
          <w:b/>
          <w:sz w:val="28"/>
          <w:szCs w:val="28"/>
        </w:rPr>
        <w:t>1.3. Требования к порядку информирования о предоставлении м</w:t>
      </w:r>
      <w:r w:rsidRPr="00BA5018">
        <w:rPr>
          <w:b/>
          <w:sz w:val="28"/>
          <w:szCs w:val="28"/>
        </w:rPr>
        <w:t>у</w:t>
      </w:r>
      <w:r w:rsidRPr="00BA5018">
        <w:rPr>
          <w:b/>
          <w:sz w:val="28"/>
          <w:szCs w:val="28"/>
        </w:rPr>
        <w:t>ниципальной услуги</w:t>
      </w:r>
    </w:p>
    <w:p w:rsidR="00181792" w:rsidRPr="00BA5018" w:rsidRDefault="00181792" w:rsidP="00BA5018">
      <w:pPr>
        <w:widowControl w:val="0"/>
        <w:tabs>
          <w:tab w:val="left" w:pos="3570"/>
        </w:tabs>
        <w:ind w:firstLine="709"/>
        <w:jc w:val="both"/>
        <w:rPr>
          <w:rFonts w:eastAsia="Arial"/>
          <w:sz w:val="28"/>
          <w:szCs w:val="28"/>
          <w:lang w:eastAsia="zh-CN"/>
        </w:rPr>
      </w:pPr>
      <w:bookmarkStart w:id="1" w:name="_Toc206489247"/>
      <w:r w:rsidRPr="00BA5018">
        <w:rPr>
          <w:rFonts w:eastAsia="Calibri"/>
          <w:sz w:val="28"/>
          <w:szCs w:val="28"/>
          <w:lang w:eastAsia="en-US"/>
        </w:rPr>
        <w:t xml:space="preserve">1.3.1. </w:t>
      </w:r>
      <w:r w:rsidRPr="00BA5018">
        <w:rPr>
          <w:rFonts w:eastAsia="Arial"/>
          <w:sz w:val="28"/>
          <w:szCs w:val="28"/>
          <w:lang w:eastAsia="zh-CN"/>
        </w:rPr>
        <w:t>Муниципальная услуга предоставляется Администрацией М</w:t>
      </w:r>
      <w:r w:rsidRPr="00BA5018">
        <w:rPr>
          <w:rFonts w:eastAsia="Arial"/>
          <w:sz w:val="28"/>
          <w:szCs w:val="28"/>
          <w:lang w:eastAsia="zh-CN"/>
        </w:rPr>
        <w:t>о</w:t>
      </w:r>
      <w:r w:rsidRPr="00BA5018">
        <w:rPr>
          <w:rFonts w:eastAsia="Arial"/>
          <w:sz w:val="28"/>
          <w:szCs w:val="28"/>
          <w:lang w:eastAsia="zh-CN"/>
        </w:rPr>
        <w:t>шенского муниципального района в лице отдела жилищно- коммунального хозяйства и  дорожной деятельности  Администрации Мошенского муниц</w:t>
      </w:r>
      <w:r w:rsidRPr="00BA5018">
        <w:rPr>
          <w:rFonts w:eastAsia="Arial"/>
          <w:sz w:val="28"/>
          <w:szCs w:val="28"/>
          <w:lang w:eastAsia="zh-CN"/>
        </w:rPr>
        <w:t>и</w:t>
      </w:r>
      <w:r w:rsidRPr="00BA5018">
        <w:rPr>
          <w:rFonts w:eastAsia="Arial"/>
          <w:sz w:val="28"/>
          <w:szCs w:val="28"/>
          <w:lang w:eastAsia="zh-CN"/>
        </w:rPr>
        <w:t>пального района (далее – Уполномоченный орган).</w:t>
      </w:r>
    </w:p>
    <w:p w:rsidR="00181792" w:rsidRPr="00BA5018" w:rsidRDefault="00181792" w:rsidP="00BA5018">
      <w:pPr>
        <w:widowControl w:val="0"/>
        <w:tabs>
          <w:tab w:val="left" w:pos="35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Arial"/>
          <w:sz w:val="28"/>
          <w:szCs w:val="28"/>
          <w:lang w:eastAsia="zh-CN"/>
        </w:rPr>
        <w:t xml:space="preserve">1.3.2. Место нахождения Уполномоченного органа: </w:t>
      </w:r>
      <w:r w:rsidRPr="00BA5018">
        <w:rPr>
          <w:rFonts w:eastAsia="Calibri"/>
          <w:sz w:val="28"/>
          <w:szCs w:val="28"/>
          <w:lang w:eastAsia="en-US"/>
        </w:rPr>
        <w:t>ул. Советская, д. 5, с. Мошенское, Новгородская область.</w:t>
      </w:r>
    </w:p>
    <w:p w:rsidR="00181792" w:rsidRPr="00BA5018" w:rsidRDefault="00181792" w:rsidP="00BA5018">
      <w:pPr>
        <w:widowControl w:val="0"/>
        <w:tabs>
          <w:tab w:val="left" w:pos="35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Arial"/>
          <w:sz w:val="28"/>
          <w:szCs w:val="28"/>
          <w:lang w:eastAsia="zh-CN"/>
        </w:rPr>
        <w:t>Почтовый адрес: 174450,</w:t>
      </w:r>
      <w:r w:rsidRPr="00BA5018">
        <w:rPr>
          <w:rFonts w:eastAsia="Calibri"/>
          <w:sz w:val="28"/>
          <w:szCs w:val="28"/>
          <w:lang w:eastAsia="en-US"/>
        </w:rPr>
        <w:t xml:space="preserve"> Новгородская область, с. Мошенское, ул. С</w:t>
      </w:r>
      <w:r w:rsidRPr="00BA5018">
        <w:rPr>
          <w:rFonts w:eastAsia="Calibri"/>
          <w:sz w:val="28"/>
          <w:szCs w:val="28"/>
          <w:lang w:eastAsia="en-US"/>
        </w:rPr>
        <w:t>о</w:t>
      </w:r>
      <w:r w:rsidRPr="00BA5018">
        <w:rPr>
          <w:rFonts w:eastAsia="Calibri"/>
          <w:sz w:val="28"/>
          <w:szCs w:val="28"/>
          <w:lang w:eastAsia="en-US"/>
        </w:rPr>
        <w:t>ветская, д. 5.</w:t>
      </w:r>
    </w:p>
    <w:p w:rsidR="00181792" w:rsidRPr="00BA5018" w:rsidRDefault="00181792" w:rsidP="00BA5018">
      <w:pPr>
        <w:widowControl w:val="0"/>
        <w:autoSpaceDE w:val="0"/>
        <w:ind w:firstLine="709"/>
        <w:jc w:val="both"/>
        <w:rPr>
          <w:rFonts w:eastAsia="Arial"/>
          <w:sz w:val="28"/>
          <w:szCs w:val="28"/>
          <w:lang w:eastAsia="zh-CN"/>
        </w:rPr>
      </w:pPr>
      <w:r w:rsidRPr="00BA5018">
        <w:rPr>
          <w:rFonts w:eastAsia="Arial"/>
          <w:sz w:val="28"/>
          <w:szCs w:val="28"/>
          <w:lang w:eastAsia="zh-CN"/>
        </w:rPr>
        <w:t>График приема заинтересованных лиц по вопросам предоставления муниципальной услуги специалистами  Уполномоченного органа:</w:t>
      </w:r>
    </w:p>
    <w:tbl>
      <w:tblPr>
        <w:tblW w:w="0" w:type="auto"/>
        <w:tblInd w:w="7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4794"/>
      </w:tblGrid>
      <w:tr w:rsidR="00181792" w:rsidRPr="00BA5018" w:rsidTr="00181792">
        <w:tc>
          <w:tcPr>
            <w:tcW w:w="2127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 xml:space="preserve">Понедельник </w:t>
            </w:r>
          </w:p>
        </w:tc>
        <w:tc>
          <w:tcPr>
            <w:tcW w:w="4794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ind w:right="-35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>08.00-16.00,  перерыв 13.00-14.00</w:t>
            </w:r>
          </w:p>
        </w:tc>
      </w:tr>
      <w:tr w:rsidR="00181792" w:rsidRPr="00BA5018" w:rsidTr="00181792">
        <w:tc>
          <w:tcPr>
            <w:tcW w:w="2127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 xml:space="preserve">Вторник </w:t>
            </w:r>
          </w:p>
        </w:tc>
        <w:tc>
          <w:tcPr>
            <w:tcW w:w="4794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>неприемный день</w:t>
            </w:r>
          </w:p>
        </w:tc>
      </w:tr>
      <w:tr w:rsidR="00181792" w:rsidRPr="00BA5018" w:rsidTr="00181792">
        <w:tc>
          <w:tcPr>
            <w:tcW w:w="2127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 xml:space="preserve">Среда </w:t>
            </w:r>
          </w:p>
        </w:tc>
        <w:tc>
          <w:tcPr>
            <w:tcW w:w="4794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>08.00-16.00,   перерыв  13.00-14.00</w:t>
            </w:r>
          </w:p>
        </w:tc>
      </w:tr>
      <w:tr w:rsidR="00181792" w:rsidRPr="00BA5018" w:rsidTr="00181792">
        <w:tc>
          <w:tcPr>
            <w:tcW w:w="2127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 xml:space="preserve">Четверг </w:t>
            </w:r>
          </w:p>
        </w:tc>
        <w:tc>
          <w:tcPr>
            <w:tcW w:w="4794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>неприемный день</w:t>
            </w:r>
          </w:p>
        </w:tc>
      </w:tr>
      <w:tr w:rsidR="00181792" w:rsidRPr="00BA5018" w:rsidTr="00181792">
        <w:tc>
          <w:tcPr>
            <w:tcW w:w="2127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 xml:space="preserve">Пятница </w:t>
            </w:r>
          </w:p>
        </w:tc>
        <w:tc>
          <w:tcPr>
            <w:tcW w:w="4794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>08.00-13.00.</w:t>
            </w:r>
          </w:p>
        </w:tc>
      </w:tr>
      <w:tr w:rsidR="00181792" w:rsidRPr="00BA5018" w:rsidTr="00181792">
        <w:tc>
          <w:tcPr>
            <w:tcW w:w="2127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lastRenderedPageBreak/>
              <w:t>Суббота</w:t>
            </w:r>
          </w:p>
        </w:tc>
        <w:tc>
          <w:tcPr>
            <w:tcW w:w="4794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>выходной</w:t>
            </w:r>
          </w:p>
        </w:tc>
      </w:tr>
      <w:tr w:rsidR="00181792" w:rsidRPr="00BA5018" w:rsidTr="00181792">
        <w:tc>
          <w:tcPr>
            <w:tcW w:w="2127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 xml:space="preserve">Воскресенье         </w:t>
            </w:r>
          </w:p>
        </w:tc>
        <w:tc>
          <w:tcPr>
            <w:tcW w:w="4794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>выходной</w:t>
            </w:r>
          </w:p>
        </w:tc>
      </w:tr>
    </w:tbl>
    <w:p w:rsidR="00181792" w:rsidRPr="00BA5018" w:rsidRDefault="00181792" w:rsidP="00BA5018">
      <w:pPr>
        <w:widowControl w:val="0"/>
        <w:autoSpaceDE w:val="0"/>
        <w:ind w:firstLine="709"/>
        <w:jc w:val="both"/>
        <w:rPr>
          <w:rFonts w:eastAsia="Arial"/>
          <w:sz w:val="28"/>
          <w:szCs w:val="28"/>
          <w:lang w:eastAsia="zh-CN"/>
        </w:rPr>
      </w:pPr>
      <w:r w:rsidRPr="00BA5018">
        <w:rPr>
          <w:rFonts w:eastAsia="Arial"/>
          <w:sz w:val="28"/>
          <w:szCs w:val="28"/>
          <w:lang w:eastAsia="zh-CN"/>
        </w:rPr>
        <w:t>Справочные телефоны Уполномоченного органа:</w:t>
      </w:r>
    </w:p>
    <w:p w:rsidR="00181792" w:rsidRPr="00BA5018" w:rsidRDefault="00181792" w:rsidP="00BA5018">
      <w:pPr>
        <w:widowControl w:val="0"/>
        <w:autoSpaceDE w:val="0"/>
        <w:ind w:firstLine="709"/>
        <w:jc w:val="both"/>
        <w:rPr>
          <w:rFonts w:eastAsia="Arial"/>
          <w:sz w:val="28"/>
          <w:szCs w:val="28"/>
          <w:lang w:eastAsia="zh-CN"/>
        </w:rPr>
      </w:pPr>
      <w:r w:rsidRPr="00BA5018">
        <w:rPr>
          <w:rFonts w:eastAsia="Arial"/>
          <w:sz w:val="28"/>
          <w:szCs w:val="28"/>
          <w:lang w:eastAsia="zh-CN"/>
        </w:rPr>
        <w:t>телефон  заведующего Уполномоченным органом  - 8(81653) 61-689;</w:t>
      </w:r>
    </w:p>
    <w:p w:rsidR="00181792" w:rsidRPr="00BA5018" w:rsidRDefault="00181792" w:rsidP="00BA5018">
      <w:pPr>
        <w:widowControl w:val="0"/>
        <w:autoSpaceDE w:val="0"/>
        <w:ind w:firstLine="709"/>
        <w:jc w:val="both"/>
        <w:rPr>
          <w:rFonts w:eastAsia="Arial"/>
          <w:sz w:val="28"/>
          <w:szCs w:val="28"/>
          <w:lang w:eastAsia="zh-CN"/>
        </w:rPr>
      </w:pPr>
      <w:r w:rsidRPr="00BA5018">
        <w:rPr>
          <w:rFonts w:eastAsia="Arial"/>
          <w:sz w:val="28"/>
          <w:szCs w:val="28"/>
          <w:lang w:eastAsia="zh-CN"/>
        </w:rPr>
        <w:t>телефон (факс) - 8(81653) 61-646;</w:t>
      </w:r>
    </w:p>
    <w:p w:rsidR="00BA5018" w:rsidRDefault="00181792" w:rsidP="00BA5018">
      <w:pPr>
        <w:widowControl w:val="0"/>
        <w:autoSpaceDE w:val="0"/>
        <w:ind w:firstLine="709"/>
        <w:jc w:val="both"/>
        <w:rPr>
          <w:rFonts w:eastAsia="Arial"/>
          <w:sz w:val="28"/>
          <w:szCs w:val="28"/>
          <w:lang w:eastAsia="zh-CN"/>
        </w:rPr>
      </w:pPr>
      <w:r w:rsidRPr="00BA5018">
        <w:rPr>
          <w:rFonts w:eastAsia="Arial"/>
          <w:sz w:val="28"/>
          <w:szCs w:val="28"/>
          <w:lang w:eastAsia="zh-CN"/>
        </w:rPr>
        <w:t>телефон спец</w:t>
      </w:r>
      <w:r w:rsidR="00BA5018">
        <w:rPr>
          <w:rFonts w:eastAsia="Arial"/>
          <w:sz w:val="28"/>
          <w:szCs w:val="28"/>
          <w:lang w:eastAsia="zh-CN"/>
        </w:rPr>
        <w:t>иалистов Уполномоченного органа</w:t>
      </w:r>
      <w:r w:rsidRPr="00BA5018">
        <w:rPr>
          <w:rFonts w:eastAsia="Arial"/>
          <w:sz w:val="28"/>
          <w:szCs w:val="28"/>
          <w:lang w:eastAsia="zh-CN"/>
        </w:rPr>
        <w:t xml:space="preserve"> - 8(81653) 61-689.</w:t>
      </w:r>
    </w:p>
    <w:p w:rsidR="00181792" w:rsidRPr="00BA5018" w:rsidRDefault="00181792" w:rsidP="00BA5018">
      <w:pPr>
        <w:widowControl w:val="0"/>
        <w:autoSpaceDE w:val="0"/>
        <w:ind w:firstLine="709"/>
        <w:jc w:val="both"/>
        <w:rPr>
          <w:rFonts w:eastAsia="Arial"/>
          <w:sz w:val="28"/>
          <w:szCs w:val="28"/>
          <w:lang w:eastAsia="zh-CN"/>
        </w:rPr>
      </w:pPr>
      <w:r w:rsidRPr="00BA5018">
        <w:rPr>
          <w:rFonts w:eastAsia="Calibri"/>
          <w:sz w:val="28"/>
          <w:szCs w:val="28"/>
          <w:lang w:eastAsia="en-US"/>
        </w:rPr>
        <w:t>Официальный сайт Мошенского муниципального района в информ</w:t>
      </w:r>
      <w:r w:rsidRPr="00BA5018">
        <w:rPr>
          <w:rFonts w:eastAsia="Calibri"/>
          <w:sz w:val="28"/>
          <w:szCs w:val="28"/>
          <w:lang w:eastAsia="en-US"/>
        </w:rPr>
        <w:t>а</w:t>
      </w:r>
      <w:r w:rsidRPr="00BA5018">
        <w:rPr>
          <w:rFonts w:eastAsia="Calibri"/>
          <w:sz w:val="28"/>
          <w:szCs w:val="28"/>
          <w:lang w:eastAsia="en-US"/>
        </w:rPr>
        <w:t>ционной - телекоммуникационной се</w:t>
      </w:r>
      <w:r w:rsidR="00BA5018">
        <w:rPr>
          <w:rFonts w:eastAsia="Calibri"/>
          <w:sz w:val="28"/>
          <w:szCs w:val="28"/>
          <w:lang w:eastAsia="en-US"/>
        </w:rPr>
        <w:t>ти «Интернет» (далее - Интернет</w:t>
      </w:r>
      <w:r w:rsidRPr="00BA5018">
        <w:rPr>
          <w:rFonts w:eastAsia="Calibri"/>
          <w:sz w:val="28"/>
          <w:szCs w:val="28"/>
          <w:lang w:eastAsia="en-US"/>
        </w:rPr>
        <w:t xml:space="preserve">-сайт):  </w:t>
      </w:r>
      <w:r w:rsidRPr="00BA5018">
        <w:rPr>
          <w:rFonts w:eastAsia="Calibri"/>
          <w:sz w:val="28"/>
          <w:szCs w:val="28"/>
          <w:lang w:val="en-US" w:eastAsia="en-US"/>
        </w:rPr>
        <w:t>www</w:t>
      </w:r>
      <w:r w:rsidRPr="00BA5018">
        <w:rPr>
          <w:rFonts w:eastAsia="Calibri"/>
          <w:sz w:val="28"/>
          <w:szCs w:val="28"/>
          <w:lang w:eastAsia="en-US"/>
        </w:rPr>
        <w:t>.</w:t>
      </w:r>
      <w:r w:rsidRPr="00BA5018">
        <w:rPr>
          <w:rFonts w:eastAsia="Calibri"/>
          <w:sz w:val="28"/>
          <w:szCs w:val="28"/>
          <w:lang w:val="en-US" w:eastAsia="en-US"/>
        </w:rPr>
        <w:t>moshensk</w:t>
      </w:r>
      <w:r w:rsidRPr="00BA5018">
        <w:rPr>
          <w:rFonts w:eastAsia="Calibri"/>
          <w:sz w:val="28"/>
          <w:szCs w:val="28"/>
          <w:lang w:eastAsia="en-US"/>
        </w:rPr>
        <w:t>.</w:t>
      </w:r>
      <w:r w:rsidRPr="00BA5018">
        <w:rPr>
          <w:rFonts w:eastAsia="Calibri"/>
          <w:sz w:val="28"/>
          <w:szCs w:val="28"/>
          <w:lang w:val="en-US" w:eastAsia="en-US"/>
        </w:rPr>
        <w:t>ru</w:t>
      </w:r>
    </w:p>
    <w:p w:rsidR="00181792" w:rsidRPr="00BA5018" w:rsidRDefault="00181792" w:rsidP="00BA5018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Arial"/>
          <w:sz w:val="28"/>
          <w:szCs w:val="28"/>
          <w:lang w:eastAsia="zh-CN"/>
        </w:rPr>
        <w:t xml:space="preserve">Адрес электронной почты: </w:t>
      </w:r>
      <w:r w:rsidRPr="00BA5018">
        <w:rPr>
          <w:rFonts w:eastAsia="Calibri"/>
          <w:sz w:val="28"/>
          <w:szCs w:val="28"/>
          <w:lang w:val="en-US" w:eastAsia="en-US"/>
        </w:rPr>
        <w:t>mosh</w:t>
      </w:r>
      <w:r w:rsidRPr="00BA5018">
        <w:rPr>
          <w:rFonts w:eastAsia="Calibri"/>
          <w:sz w:val="28"/>
          <w:szCs w:val="28"/>
          <w:lang w:eastAsia="en-US"/>
        </w:rPr>
        <w:t>-</w:t>
      </w:r>
      <w:r w:rsidRPr="00BA5018">
        <w:rPr>
          <w:rFonts w:eastAsia="Calibri"/>
          <w:sz w:val="28"/>
          <w:szCs w:val="28"/>
          <w:lang w:val="en-US" w:eastAsia="en-US"/>
        </w:rPr>
        <w:t>adm</w:t>
      </w:r>
      <w:r w:rsidRPr="00BA5018">
        <w:rPr>
          <w:rFonts w:eastAsia="Calibri"/>
          <w:sz w:val="28"/>
          <w:szCs w:val="28"/>
          <w:lang w:eastAsia="en-US"/>
        </w:rPr>
        <w:t>@</w:t>
      </w:r>
      <w:r w:rsidRPr="00BA5018">
        <w:rPr>
          <w:rFonts w:eastAsia="Calibri"/>
          <w:sz w:val="28"/>
          <w:szCs w:val="28"/>
          <w:lang w:val="en-US" w:eastAsia="en-US"/>
        </w:rPr>
        <w:t>yandex</w:t>
      </w:r>
      <w:r w:rsidRPr="00BA5018">
        <w:rPr>
          <w:rFonts w:eastAsia="Calibri"/>
          <w:sz w:val="28"/>
          <w:szCs w:val="28"/>
          <w:lang w:eastAsia="en-US"/>
        </w:rPr>
        <w:t>.</w:t>
      </w:r>
      <w:r w:rsidRPr="00BA5018">
        <w:rPr>
          <w:rFonts w:eastAsia="Calibri"/>
          <w:sz w:val="28"/>
          <w:szCs w:val="28"/>
          <w:lang w:val="en-US" w:eastAsia="en-US"/>
        </w:rPr>
        <w:t>ru</w:t>
      </w:r>
    </w:p>
    <w:p w:rsidR="00181792" w:rsidRPr="00BA5018" w:rsidRDefault="00181792" w:rsidP="00BA5018">
      <w:pPr>
        <w:widowControl w:val="0"/>
        <w:ind w:firstLine="709"/>
        <w:jc w:val="both"/>
        <w:rPr>
          <w:rFonts w:eastAsia="Arial"/>
          <w:sz w:val="28"/>
          <w:szCs w:val="28"/>
        </w:rPr>
      </w:pPr>
      <w:r w:rsidRPr="00BA5018">
        <w:rPr>
          <w:rFonts w:eastAsia="Calibri"/>
          <w:sz w:val="28"/>
          <w:szCs w:val="28"/>
          <w:lang w:eastAsia="en-US"/>
        </w:rPr>
        <w:t xml:space="preserve">Адрес сайта федеральной государственной информационной системы «Единый портал государственных и муниципальных услуг (функций»: </w:t>
      </w:r>
      <w:hyperlink r:id="rId10" w:history="1">
        <w:r w:rsidRPr="00BA5018">
          <w:rPr>
            <w:rFonts w:eastAsia="Arial"/>
            <w:sz w:val="28"/>
            <w:szCs w:val="28"/>
          </w:rPr>
          <w:t>http://www.gosuslugi.ru</w:t>
        </w:r>
      </w:hyperlink>
      <w:r w:rsidRPr="00BA5018">
        <w:rPr>
          <w:rFonts w:eastAsia="Calibri"/>
          <w:sz w:val="28"/>
          <w:szCs w:val="28"/>
          <w:lang w:eastAsia="en-US"/>
        </w:rPr>
        <w:t xml:space="preserve"> 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rFonts w:eastAsia="Calibri"/>
          <w:sz w:val="28"/>
          <w:szCs w:val="28"/>
          <w:lang w:eastAsia="en-US"/>
        </w:rPr>
        <w:t xml:space="preserve">Адрес сайта региональной государственной информационной системы «Портал государственных и муниципальных услуг (функций) Новгородской области: </w:t>
      </w:r>
      <w:r w:rsidRPr="00BA5018">
        <w:rPr>
          <w:sz w:val="28"/>
          <w:szCs w:val="28"/>
        </w:rPr>
        <w:t>http://</w:t>
      </w:r>
      <w:r w:rsidRPr="00BA5018">
        <w:rPr>
          <w:sz w:val="28"/>
          <w:szCs w:val="28"/>
          <w:lang w:val="en-US"/>
        </w:rPr>
        <w:t>uslugi</w:t>
      </w:r>
      <w:r w:rsidRPr="00BA5018">
        <w:rPr>
          <w:sz w:val="28"/>
          <w:szCs w:val="28"/>
        </w:rPr>
        <w:t>2.</w:t>
      </w:r>
      <w:r w:rsidRPr="00BA5018">
        <w:rPr>
          <w:sz w:val="28"/>
          <w:szCs w:val="28"/>
          <w:lang w:val="en-US"/>
        </w:rPr>
        <w:t>novreg</w:t>
      </w:r>
      <w:r w:rsidRPr="00BA5018">
        <w:rPr>
          <w:sz w:val="28"/>
          <w:szCs w:val="28"/>
        </w:rPr>
        <w:t>.ru</w:t>
      </w:r>
      <w:r w:rsidRPr="00BA5018">
        <w:rPr>
          <w:rFonts w:eastAsia="Calibri"/>
          <w:iCs/>
          <w:sz w:val="28"/>
          <w:szCs w:val="28"/>
          <w:lang w:eastAsia="en-US"/>
        </w:rPr>
        <w:t>/#/</w:t>
      </w:r>
      <w:r w:rsidRPr="00BA5018">
        <w:rPr>
          <w:sz w:val="28"/>
          <w:szCs w:val="28"/>
        </w:rPr>
        <w:t xml:space="preserve"> </w:t>
      </w:r>
    </w:p>
    <w:p w:rsidR="00181792" w:rsidRPr="00BA5018" w:rsidRDefault="00181792" w:rsidP="00BA5018">
      <w:pPr>
        <w:widowControl w:val="0"/>
        <w:tabs>
          <w:tab w:val="left" w:pos="35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 xml:space="preserve">1.3.3. Местонахождение </w:t>
      </w:r>
      <w:r w:rsidRPr="00BA5018">
        <w:rPr>
          <w:rFonts w:eastAsia="Arial"/>
          <w:sz w:val="28"/>
          <w:szCs w:val="28"/>
          <w:lang w:eastAsia="zh-CN"/>
        </w:rPr>
        <w:t>государственного областного автономного учреждения «Многофункциональный центр предоставления государстве</w:t>
      </w:r>
      <w:r w:rsidRPr="00BA5018">
        <w:rPr>
          <w:rFonts w:eastAsia="Arial"/>
          <w:sz w:val="28"/>
          <w:szCs w:val="28"/>
          <w:lang w:eastAsia="zh-CN"/>
        </w:rPr>
        <w:t>н</w:t>
      </w:r>
      <w:r w:rsidRPr="00BA5018">
        <w:rPr>
          <w:rFonts w:eastAsia="Arial"/>
          <w:sz w:val="28"/>
          <w:szCs w:val="28"/>
          <w:lang w:eastAsia="zh-CN"/>
        </w:rPr>
        <w:t>ных и муниципальных услуг» (далее - МФЦ)</w:t>
      </w:r>
      <w:r w:rsidRPr="00BA5018">
        <w:rPr>
          <w:rFonts w:eastAsia="Calibri"/>
          <w:sz w:val="28"/>
          <w:szCs w:val="28"/>
          <w:lang w:eastAsia="en-US"/>
        </w:rPr>
        <w:t>: ул. 1 Мая, д.15, с. Мошенское, Новгородская область.</w:t>
      </w:r>
    </w:p>
    <w:p w:rsidR="00181792" w:rsidRPr="00BA5018" w:rsidRDefault="00181792" w:rsidP="00BA5018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Arial"/>
          <w:sz w:val="28"/>
          <w:szCs w:val="28"/>
          <w:lang w:eastAsia="zh-CN"/>
        </w:rPr>
        <w:t>Почтовый адрес: 174450,</w:t>
      </w:r>
      <w:r w:rsidRPr="00BA5018">
        <w:rPr>
          <w:rFonts w:eastAsia="Calibri"/>
          <w:sz w:val="28"/>
          <w:szCs w:val="28"/>
          <w:lang w:eastAsia="en-US"/>
        </w:rPr>
        <w:t xml:space="preserve"> Новгородская область, с. Мошенское, ул. 1 Мая, д.15.</w:t>
      </w:r>
    </w:p>
    <w:p w:rsidR="00181792" w:rsidRPr="00BA5018" w:rsidRDefault="00181792" w:rsidP="00BA5018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Телефон/факс для справок о порядке предоставления муниципальной услуги, для направления обращений факсимильной связью: 88002501053 доб.5261.</w:t>
      </w:r>
    </w:p>
    <w:p w:rsidR="00181792" w:rsidRPr="00BA5018" w:rsidRDefault="00181792" w:rsidP="00BA5018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 xml:space="preserve">Адрес электронной почты для направления обращений:       </w:t>
      </w:r>
      <w:r w:rsidRPr="00BA5018">
        <w:rPr>
          <w:rFonts w:eastAsia="Calibri"/>
          <w:sz w:val="28"/>
          <w:szCs w:val="28"/>
          <w:lang w:val="en-US" w:eastAsia="en-US"/>
        </w:rPr>
        <w:t>mochenskoe</w:t>
      </w:r>
      <w:r w:rsidRPr="00BA5018">
        <w:rPr>
          <w:rFonts w:eastAsia="Calibri"/>
          <w:sz w:val="28"/>
          <w:szCs w:val="28"/>
          <w:lang w:eastAsia="en-US"/>
        </w:rPr>
        <w:t>@</w:t>
      </w:r>
      <w:r w:rsidRPr="00BA5018">
        <w:rPr>
          <w:rFonts w:eastAsia="Calibri"/>
          <w:sz w:val="28"/>
          <w:szCs w:val="28"/>
          <w:lang w:val="en-US" w:eastAsia="en-US"/>
        </w:rPr>
        <w:t>mail</w:t>
      </w:r>
      <w:r w:rsidRPr="00BA5018">
        <w:rPr>
          <w:rFonts w:eastAsia="Calibri"/>
          <w:sz w:val="28"/>
          <w:szCs w:val="28"/>
          <w:lang w:eastAsia="en-US"/>
        </w:rPr>
        <w:t>.</w:t>
      </w:r>
      <w:r w:rsidRPr="00BA5018">
        <w:rPr>
          <w:rFonts w:eastAsia="Calibri"/>
          <w:sz w:val="28"/>
          <w:szCs w:val="28"/>
          <w:lang w:val="en-US" w:eastAsia="en-US"/>
        </w:rPr>
        <w:t>ru</w:t>
      </w:r>
    </w:p>
    <w:p w:rsidR="00181792" w:rsidRPr="00BA5018" w:rsidRDefault="00181792" w:rsidP="00BA5018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 xml:space="preserve">График работы </w:t>
      </w:r>
      <w:r w:rsidRPr="00BA5018">
        <w:rPr>
          <w:rFonts w:eastAsia="Arial"/>
          <w:sz w:val="28"/>
          <w:szCs w:val="28"/>
          <w:lang w:eastAsia="ar-SA"/>
        </w:rPr>
        <w:t>МФЦ</w:t>
      </w:r>
      <w:r w:rsidRPr="00BA5018">
        <w:rPr>
          <w:rFonts w:eastAsia="Calibri"/>
          <w:sz w:val="28"/>
          <w:szCs w:val="28"/>
          <w:lang w:eastAsia="en-US"/>
        </w:rPr>
        <w:t xml:space="preserve">: </w:t>
      </w:r>
    </w:p>
    <w:tbl>
      <w:tblPr>
        <w:tblW w:w="8647" w:type="dxa"/>
        <w:tblInd w:w="7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095"/>
      </w:tblGrid>
      <w:tr w:rsidR="00181792" w:rsidRPr="00BA5018" w:rsidTr="00130979">
        <w:tc>
          <w:tcPr>
            <w:tcW w:w="2552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 xml:space="preserve">Понедельник </w:t>
            </w:r>
          </w:p>
        </w:tc>
        <w:tc>
          <w:tcPr>
            <w:tcW w:w="6095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ind w:right="-35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>08.</w:t>
            </w:r>
            <w:r w:rsidRPr="00BA5018">
              <w:rPr>
                <w:rFonts w:eastAsia="Calibri"/>
                <w:sz w:val="28"/>
                <w:szCs w:val="28"/>
                <w:lang w:val="en-US" w:eastAsia="zh-CN"/>
              </w:rPr>
              <w:t>3</w:t>
            </w:r>
            <w:r w:rsidRPr="00BA5018">
              <w:rPr>
                <w:rFonts w:eastAsia="Calibri"/>
                <w:sz w:val="28"/>
                <w:szCs w:val="28"/>
                <w:lang w:eastAsia="zh-CN"/>
              </w:rPr>
              <w:t>0-17.0</w:t>
            </w:r>
            <w:r w:rsidR="00BA5018">
              <w:rPr>
                <w:rFonts w:eastAsia="Calibri"/>
                <w:sz w:val="28"/>
                <w:szCs w:val="28"/>
                <w:lang w:eastAsia="zh-CN"/>
              </w:rPr>
              <w:t>0,</w:t>
            </w:r>
            <w:r w:rsidRPr="00BA5018">
              <w:rPr>
                <w:rFonts w:eastAsia="Calibri"/>
                <w:sz w:val="28"/>
                <w:szCs w:val="28"/>
                <w:lang w:eastAsia="zh-CN"/>
              </w:rPr>
              <w:t xml:space="preserve"> без перерыва на обед</w:t>
            </w:r>
          </w:p>
        </w:tc>
      </w:tr>
      <w:tr w:rsidR="00181792" w:rsidRPr="00BA5018" w:rsidTr="00130979">
        <w:tc>
          <w:tcPr>
            <w:tcW w:w="2552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 xml:space="preserve">Вторник </w:t>
            </w:r>
          </w:p>
        </w:tc>
        <w:tc>
          <w:tcPr>
            <w:tcW w:w="6095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>08.</w:t>
            </w:r>
            <w:r w:rsidRPr="00BA5018">
              <w:rPr>
                <w:rFonts w:eastAsia="Calibri"/>
                <w:sz w:val="28"/>
                <w:szCs w:val="28"/>
                <w:lang w:val="en-US" w:eastAsia="zh-CN"/>
              </w:rPr>
              <w:t>3</w:t>
            </w:r>
            <w:r w:rsidRPr="00BA5018">
              <w:rPr>
                <w:rFonts w:eastAsia="Calibri"/>
                <w:sz w:val="28"/>
                <w:szCs w:val="28"/>
                <w:lang w:eastAsia="zh-CN"/>
              </w:rPr>
              <w:t>0-17.0</w:t>
            </w:r>
            <w:r w:rsidR="00BA5018">
              <w:rPr>
                <w:rFonts w:eastAsia="Calibri"/>
                <w:sz w:val="28"/>
                <w:szCs w:val="28"/>
                <w:lang w:eastAsia="zh-CN"/>
              </w:rPr>
              <w:t>0,</w:t>
            </w:r>
            <w:r w:rsidRPr="00BA5018">
              <w:rPr>
                <w:rFonts w:eastAsia="Calibri"/>
                <w:sz w:val="28"/>
                <w:szCs w:val="28"/>
                <w:lang w:eastAsia="zh-CN"/>
              </w:rPr>
              <w:t xml:space="preserve"> без перерыва на обед</w:t>
            </w:r>
          </w:p>
        </w:tc>
      </w:tr>
      <w:tr w:rsidR="00181792" w:rsidRPr="00BA5018" w:rsidTr="00130979">
        <w:tc>
          <w:tcPr>
            <w:tcW w:w="2552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 xml:space="preserve">Среда </w:t>
            </w:r>
          </w:p>
        </w:tc>
        <w:tc>
          <w:tcPr>
            <w:tcW w:w="6095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>08.</w:t>
            </w:r>
            <w:r w:rsidRPr="00BA5018">
              <w:rPr>
                <w:rFonts w:eastAsia="Calibri"/>
                <w:sz w:val="28"/>
                <w:szCs w:val="28"/>
                <w:lang w:val="en-US" w:eastAsia="zh-CN"/>
              </w:rPr>
              <w:t>3</w:t>
            </w:r>
            <w:r w:rsidRPr="00BA5018">
              <w:rPr>
                <w:rFonts w:eastAsia="Calibri"/>
                <w:sz w:val="28"/>
                <w:szCs w:val="28"/>
                <w:lang w:eastAsia="zh-CN"/>
              </w:rPr>
              <w:t>0-17.0</w:t>
            </w:r>
            <w:r w:rsidR="00BA5018">
              <w:rPr>
                <w:rFonts w:eastAsia="Calibri"/>
                <w:sz w:val="28"/>
                <w:szCs w:val="28"/>
                <w:lang w:eastAsia="zh-CN"/>
              </w:rPr>
              <w:t>0,</w:t>
            </w:r>
            <w:r w:rsidRPr="00BA5018">
              <w:rPr>
                <w:rFonts w:eastAsia="Calibri"/>
                <w:sz w:val="28"/>
                <w:szCs w:val="28"/>
                <w:lang w:eastAsia="zh-CN"/>
              </w:rPr>
              <w:t xml:space="preserve"> без перерыва на обед</w:t>
            </w:r>
          </w:p>
        </w:tc>
      </w:tr>
      <w:tr w:rsidR="00181792" w:rsidRPr="00BA5018" w:rsidTr="00130979">
        <w:tc>
          <w:tcPr>
            <w:tcW w:w="2552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 xml:space="preserve">Четверг </w:t>
            </w:r>
          </w:p>
        </w:tc>
        <w:tc>
          <w:tcPr>
            <w:tcW w:w="6095" w:type="dxa"/>
            <w:hideMark/>
          </w:tcPr>
          <w:p w:rsidR="00130979" w:rsidRDefault="00181792" w:rsidP="003B5971">
            <w:pPr>
              <w:widowControl w:val="0"/>
              <w:snapToGrid w:val="0"/>
              <w:jc w:val="both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>09.00-17.30,</w:t>
            </w:r>
            <w:r w:rsidR="00BA5018">
              <w:rPr>
                <w:rFonts w:eastAsia="Calibri"/>
                <w:sz w:val="28"/>
                <w:szCs w:val="28"/>
                <w:lang w:eastAsia="zh-CN"/>
              </w:rPr>
              <w:t xml:space="preserve"> </w:t>
            </w:r>
            <w:r w:rsidRPr="00BA5018">
              <w:rPr>
                <w:rFonts w:eastAsia="Calibri"/>
                <w:sz w:val="28"/>
                <w:szCs w:val="28"/>
                <w:lang w:eastAsia="zh-CN"/>
              </w:rPr>
              <w:t xml:space="preserve">(прием заявителей с 10.00) </w:t>
            </w:r>
          </w:p>
          <w:p w:rsidR="00181792" w:rsidRPr="00BA5018" w:rsidRDefault="00181792" w:rsidP="003B5971">
            <w:pPr>
              <w:widowControl w:val="0"/>
              <w:snapToGrid w:val="0"/>
              <w:jc w:val="both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>без перерыва на обед</w:t>
            </w:r>
          </w:p>
        </w:tc>
      </w:tr>
      <w:tr w:rsidR="00181792" w:rsidRPr="00BA5018" w:rsidTr="00130979">
        <w:tc>
          <w:tcPr>
            <w:tcW w:w="2552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 xml:space="preserve">Пятница </w:t>
            </w:r>
          </w:p>
        </w:tc>
        <w:tc>
          <w:tcPr>
            <w:tcW w:w="6095" w:type="dxa"/>
            <w:hideMark/>
          </w:tcPr>
          <w:p w:rsidR="00130979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>08.30-17.00, (по предварительной записи до 20.00)</w:t>
            </w:r>
          </w:p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 xml:space="preserve"> без перерыва на обед </w:t>
            </w:r>
          </w:p>
        </w:tc>
      </w:tr>
      <w:tr w:rsidR="00181792" w:rsidRPr="00BA5018" w:rsidTr="00130979">
        <w:tc>
          <w:tcPr>
            <w:tcW w:w="2552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>Суббота</w:t>
            </w:r>
          </w:p>
        </w:tc>
        <w:tc>
          <w:tcPr>
            <w:tcW w:w="6095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>выходной</w:t>
            </w:r>
          </w:p>
        </w:tc>
      </w:tr>
      <w:tr w:rsidR="00181792" w:rsidRPr="00BA5018" w:rsidTr="00130979">
        <w:trPr>
          <w:trHeight w:val="353"/>
        </w:trPr>
        <w:tc>
          <w:tcPr>
            <w:tcW w:w="2552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 xml:space="preserve">Воскресенье         </w:t>
            </w:r>
          </w:p>
        </w:tc>
        <w:tc>
          <w:tcPr>
            <w:tcW w:w="6095" w:type="dxa"/>
            <w:hideMark/>
          </w:tcPr>
          <w:p w:rsidR="00181792" w:rsidRPr="00BA5018" w:rsidRDefault="00181792" w:rsidP="00BA5018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BA5018">
              <w:rPr>
                <w:rFonts w:eastAsia="Calibri"/>
                <w:sz w:val="28"/>
                <w:szCs w:val="28"/>
                <w:lang w:eastAsia="zh-CN"/>
              </w:rPr>
              <w:t>выходной.</w:t>
            </w:r>
          </w:p>
        </w:tc>
      </w:tr>
    </w:tbl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1.3.4. Способы и порядок получения информации о правилах пред</w:t>
      </w:r>
      <w:r w:rsidRPr="00BA5018">
        <w:rPr>
          <w:rFonts w:eastAsia="Calibri"/>
          <w:sz w:val="28"/>
          <w:szCs w:val="28"/>
          <w:lang w:eastAsia="en-US"/>
        </w:rPr>
        <w:t>о</w:t>
      </w:r>
      <w:r w:rsidRPr="00BA5018">
        <w:rPr>
          <w:rFonts w:eastAsia="Calibri"/>
          <w:sz w:val="28"/>
          <w:szCs w:val="28"/>
          <w:lang w:eastAsia="en-US"/>
        </w:rPr>
        <w:t>ставления муниципальной услуги</w:t>
      </w:r>
    </w:p>
    <w:p w:rsidR="00181792" w:rsidRPr="00BA5018" w:rsidRDefault="00181792" w:rsidP="00BA5018">
      <w:pPr>
        <w:widowControl w:val="0"/>
        <w:tabs>
          <w:tab w:val="left" w:pos="0"/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Информацию о правилах предоставления муниципальной услуги з</w:t>
      </w:r>
      <w:r w:rsidRPr="00BA5018">
        <w:rPr>
          <w:rFonts w:eastAsia="Calibri"/>
          <w:sz w:val="28"/>
          <w:szCs w:val="28"/>
          <w:lang w:eastAsia="en-US"/>
        </w:rPr>
        <w:t>а</w:t>
      </w:r>
      <w:r w:rsidRPr="00BA5018">
        <w:rPr>
          <w:rFonts w:eastAsia="Calibri"/>
          <w:sz w:val="28"/>
          <w:szCs w:val="28"/>
          <w:lang w:eastAsia="en-US"/>
        </w:rPr>
        <w:t xml:space="preserve">явитель может получить следующими способами: 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лично;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посредством телефонной, факсимильной связи;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 xml:space="preserve">посредством электронной связи, 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lastRenderedPageBreak/>
        <w:t>посредством почтовой связи;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 xml:space="preserve">на информационных стендах в помещениях </w:t>
      </w:r>
      <w:r w:rsidRPr="00BA5018">
        <w:rPr>
          <w:rFonts w:eastAsia="Calibri"/>
          <w:iCs/>
          <w:sz w:val="28"/>
          <w:szCs w:val="28"/>
          <w:lang w:eastAsia="en-US"/>
        </w:rPr>
        <w:t xml:space="preserve">Уполномоченного органа, </w:t>
      </w:r>
      <w:r w:rsidRPr="00BA5018">
        <w:rPr>
          <w:rFonts w:eastAsia="Arial"/>
          <w:sz w:val="28"/>
          <w:szCs w:val="28"/>
          <w:lang w:eastAsia="ar-SA"/>
        </w:rPr>
        <w:t>МФЦ</w:t>
      </w:r>
      <w:r w:rsidRPr="00BA5018">
        <w:rPr>
          <w:rFonts w:eastAsia="Calibri"/>
          <w:sz w:val="28"/>
          <w:szCs w:val="28"/>
          <w:lang w:eastAsia="en-US"/>
        </w:rPr>
        <w:t>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на официальном Интернет-сайте</w:t>
      </w:r>
      <w:r w:rsidRPr="00BA5018">
        <w:rPr>
          <w:rFonts w:eastAsia="Calibri"/>
          <w:iCs/>
          <w:sz w:val="28"/>
          <w:szCs w:val="28"/>
          <w:lang w:eastAsia="en-US"/>
        </w:rPr>
        <w:t xml:space="preserve">, сайте </w:t>
      </w:r>
      <w:r w:rsidRPr="00BA5018">
        <w:rPr>
          <w:rFonts w:eastAsia="Arial"/>
          <w:sz w:val="28"/>
          <w:szCs w:val="28"/>
          <w:lang w:eastAsia="ar-SA"/>
        </w:rPr>
        <w:t>МФЦ</w:t>
      </w:r>
      <w:r w:rsidRPr="00BA5018">
        <w:rPr>
          <w:rFonts w:eastAsia="Calibri"/>
          <w:iCs/>
          <w:sz w:val="28"/>
          <w:szCs w:val="28"/>
          <w:lang w:eastAsia="en-US"/>
        </w:rPr>
        <w:t>.</w:t>
      </w:r>
      <w:r w:rsidRPr="00BA5018">
        <w:rPr>
          <w:rFonts w:eastAsia="Calibri"/>
          <w:sz w:val="28"/>
          <w:szCs w:val="28"/>
          <w:lang w:eastAsia="en-US"/>
        </w:rPr>
        <w:t xml:space="preserve">     </w:t>
      </w:r>
    </w:p>
    <w:p w:rsidR="00181792" w:rsidRPr="00BA5018" w:rsidRDefault="00181792" w:rsidP="00BA5018">
      <w:pPr>
        <w:widowControl w:val="0"/>
        <w:autoSpaceDE w:val="0"/>
        <w:ind w:firstLine="720"/>
        <w:jc w:val="both"/>
        <w:rPr>
          <w:rFonts w:eastAsia="Arial"/>
          <w:sz w:val="28"/>
          <w:szCs w:val="28"/>
          <w:lang w:eastAsia="en-US"/>
        </w:rPr>
      </w:pPr>
      <w:r w:rsidRPr="00BA5018">
        <w:rPr>
          <w:rFonts w:eastAsia="Arial"/>
          <w:sz w:val="28"/>
          <w:szCs w:val="28"/>
          <w:lang w:eastAsia="en-US"/>
        </w:rPr>
        <w:t>В рамках информирования заявителей о порядке предоставления м</w:t>
      </w:r>
      <w:r w:rsidRPr="00BA5018">
        <w:rPr>
          <w:rFonts w:eastAsia="Arial"/>
          <w:sz w:val="28"/>
          <w:szCs w:val="28"/>
          <w:lang w:eastAsia="en-US"/>
        </w:rPr>
        <w:t>у</w:t>
      </w:r>
      <w:r w:rsidRPr="00BA5018">
        <w:rPr>
          <w:rFonts w:eastAsia="Arial"/>
          <w:sz w:val="28"/>
          <w:szCs w:val="28"/>
          <w:lang w:eastAsia="en-US"/>
        </w:rPr>
        <w:t>ниципальной услуги функционируют информационные порталы: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федеральная государственная информационная система «Единый по</w:t>
      </w:r>
      <w:r w:rsidRPr="00BA5018">
        <w:rPr>
          <w:rFonts w:eastAsia="Calibri"/>
          <w:sz w:val="28"/>
          <w:szCs w:val="28"/>
          <w:lang w:eastAsia="en-US"/>
        </w:rPr>
        <w:t>р</w:t>
      </w:r>
      <w:r w:rsidRPr="00BA5018">
        <w:rPr>
          <w:rFonts w:eastAsia="Calibri"/>
          <w:sz w:val="28"/>
          <w:szCs w:val="28"/>
          <w:lang w:eastAsia="en-US"/>
        </w:rPr>
        <w:t>тал государственных и муниципальных услуг (функций)» (далее единый по</w:t>
      </w:r>
      <w:r w:rsidRPr="00BA5018">
        <w:rPr>
          <w:rFonts w:eastAsia="Calibri"/>
          <w:sz w:val="28"/>
          <w:szCs w:val="28"/>
          <w:lang w:eastAsia="en-US"/>
        </w:rPr>
        <w:t>р</w:t>
      </w:r>
      <w:r w:rsidRPr="00BA5018">
        <w:rPr>
          <w:rFonts w:eastAsia="Calibri"/>
          <w:sz w:val="28"/>
          <w:szCs w:val="28"/>
          <w:lang w:eastAsia="en-US"/>
        </w:rPr>
        <w:t>тал);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bCs/>
          <w:sz w:val="28"/>
          <w:szCs w:val="28"/>
        </w:rPr>
        <w:t>федеральная государственная информационная система «Федеральный реестр государственных и муниципальных услуг (функций)» (далее – фед</w:t>
      </w:r>
      <w:r w:rsidRPr="00BA5018">
        <w:rPr>
          <w:bCs/>
          <w:sz w:val="28"/>
          <w:szCs w:val="28"/>
        </w:rPr>
        <w:t>е</w:t>
      </w:r>
      <w:r w:rsidRPr="00BA5018">
        <w:rPr>
          <w:bCs/>
          <w:sz w:val="28"/>
          <w:szCs w:val="28"/>
        </w:rPr>
        <w:t>ральный реестр);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rFonts w:eastAsia="Calibri"/>
          <w:sz w:val="28"/>
          <w:szCs w:val="28"/>
          <w:lang w:eastAsia="en-US"/>
        </w:rPr>
        <w:t>региональная государственная информационная система «Портал гос</w:t>
      </w:r>
      <w:r w:rsidRPr="00BA5018">
        <w:rPr>
          <w:rFonts w:eastAsia="Calibri"/>
          <w:sz w:val="28"/>
          <w:szCs w:val="28"/>
          <w:lang w:eastAsia="en-US"/>
        </w:rPr>
        <w:t>у</w:t>
      </w:r>
      <w:r w:rsidRPr="00BA5018">
        <w:rPr>
          <w:rFonts w:eastAsia="Calibri"/>
          <w:sz w:val="28"/>
          <w:szCs w:val="28"/>
          <w:lang w:eastAsia="en-US"/>
        </w:rPr>
        <w:t>дарственных и муниципальных услуг (функций) Новгородской области»</w:t>
      </w:r>
      <w:r w:rsidRPr="00BA5018">
        <w:rPr>
          <w:sz w:val="28"/>
          <w:szCs w:val="28"/>
        </w:rPr>
        <w:t xml:space="preserve"> (д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лее региональный портал)</w:t>
      </w:r>
      <w:r w:rsidRPr="00BA5018">
        <w:rPr>
          <w:bCs/>
          <w:sz w:val="28"/>
          <w:szCs w:val="28"/>
        </w:rPr>
        <w:t xml:space="preserve">; 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региональная государственная информационная системе «Реестр гос</w:t>
      </w:r>
      <w:r w:rsidRPr="00BA5018">
        <w:rPr>
          <w:bCs/>
          <w:sz w:val="28"/>
          <w:szCs w:val="28"/>
        </w:rPr>
        <w:t>у</w:t>
      </w:r>
      <w:r w:rsidRPr="00BA5018">
        <w:rPr>
          <w:bCs/>
          <w:sz w:val="28"/>
          <w:szCs w:val="28"/>
        </w:rPr>
        <w:t>дарственных и муниципальных услуг (функций)» (далее – региональный р</w:t>
      </w:r>
      <w:r w:rsidRPr="00BA5018">
        <w:rPr>
          <w:bCs/>
          <w:sz w:val="28"/>
          <w:szCs w:val="28"/>
        </w:rPr>
        <w:t>е</w:t>
      </w:r>
      <w:r w:rsidRPr="00BA5018">
        <w:rPr>
          <w:bCs/>
          <w:sz w:val="28"/>
          <w:szCs w:val="28"/>
        </w:rPr>
        <w:t>естр).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1.3.5.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размещается:</w:t>
      </w:r>
    </w:p>
    <w:p w:rsidR="00181792" w:rsidRPr="00BA5018" w:rsidRDefault="00181792" w:rsidP="00BA5018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 xml:space="preserve">на информационных стендах </w:t>
      </w:r>
      <w:r w:rsidRPr="00BA5018">
        <w:rPr>
          <w:rFonts w:eastAsia="Calibri"/>
          <w:iCs/>
          <w:sz w:val="28"/>
          <w:szCs w:val="28"/>
          <w:lang w:eastAsia="en-US"/>
        </w:rPr>
        <w:t xml:space="preserve">Уполномоченного органа, </w:t>
      </w:r>
      <w:r w:rsidRPr="00BA5018">
        <w:rPr>
          <w:rFonts w:eastAsia="Arial"/>
          <w:sz w:val="28"/>
          <w:szCs w:val="28"/>
          <w:lang w:eastAsia="ar-SA"/>
        </w:rPr>
        <w:t>МФЦ</w:t>
      </w:r>
      <w:r w:rsidRPr="00BA5018">
        <w:rPr>
          <w:rFonts w:eastAsia="Calibri"/>
          <w:sz w:val="28"/>
          <w:szCs w:val="28"/>
          <w:lang w:eastAsia="en-US"/>
        </w:rPr>
        <w:t xml:space="preserve">; </w:t>
      </w:r>
    </w:p>
    <w:p w:rsidR="00181792" w:rsidRPr="00BA5018" w:rsidRDefault="00181792" w:rsidP="00BA5018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 xml:space="preserve">в средствах массовой информации; </w:t>
      </w:r>
    </w:p>
    <w:p w:rsidR="00181792" w:rsidRPr="00BA5018" w:rsidRDefault="00181792" w:rsidP="00BA5018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на официальном Интернет-сайте</w:t>
      </w:r>
      <w:r w:rsidRPr="00BA5018">
        <w:rPr>
          <w:rFonts w:eastAsia="Calibri"/>
          <w:iCs/>
          <w:sz w:val="28"/>
          <w:szCs w:val="28"/>
          <w:lang w:eastAsia="en-US"/>
        </w:rPr>
        <w:t xml:space="preserve">, сайте </w:t>
      </w:r>
      <w:r w:rsidRPr="00BA5018">
        <w:rPr>
          <w:rFonts w:eastAsia="Arial"/>
          <w:sz w:val="28"/>
          <w:szCs w:val="28"/>
          <w:lang w:eastAsia="ar-SA"/>
        </w:rPr>
        <w:t>МФЦ</w:t>
      </w:r>
      <w:r w:rsidRPr="00BA5018">
        <w:rPr>
          <w:rFonts w:eastAsia="Calibri"/>
          <w:sz w:val="28"/>
          <w:szCs w:val="28"/>
          <w:lang w:eastAsia="en-US"/>
        </w:rPr>
        <w:t>;</w:t>
      </w:r>
    </w:p>
    <w:p w:rsidR="00181792" w:rsidRPr="00BA5018" w:rsidRDefault="00181792" w:rsidP="00BA5018">
      <w:pPr>
        <w:widowControl w:val="0"/>
        <w:ind w:firstLine="709"/>
        <w:jc w:val="both"/>
        <w:rPr>
          <w:rFonts w:eastAsia="Arial"/>
          <w:sz w:val="28"/>
          <w:szCs w:val="28"/>
          <w:lang w:eastAsia="en-US"/>
        </w:rPr>
      </w:pPr>
      <w:r w:rsidRPr="00BA5018">
        <w:rPr>
          <w:rFonts w:eastAsia="Arial"/>
          <w:sz w:val="28"/>
          <w:szCs w:val="28"/>
          <w:lang w:eastAsia="en-US"/>
        </w:rPr>
        <w:t>на едином портале;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rFonts w:eastAsia="Arial"/>
          <w:sz w:val="28"/>
          <w:szCs w:val="28"/>
          <w:lang w:eastAsia="en-US"/>
        </w:rPr>
        <w:t>на региональном портале.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 xml:space="preserve">1.3.6. Информирование по вопросам предоставления муниципальной услуги осуществляется специалистами </w:t>
      </w:r>
      <w:r w:rsidRPr="00BA5018">
        <w:rPr>
          <w:rFonts w:eastAsia="Calibri"/>
          <w:iCs/>
          <w:sz w:val="28"/>
          <w:szCs w:val="28"/>
          <w:lang w:eastAsia="en-US"/>
        </w:rPr>
        <w:t xml:space="preserve">Уполномоченного органа, а также специалистами </w:t>
      </w:r>
      <w:r w:rsidRPr="00BA5018">
        <w:rPr>
          <w:rFonts w:eastAsia="Arial"/>
          <w:sz w:val="28"/>
          <w:szCs w:val="28"/>
          <w:lang w:eastAsia="zh-CN"/>
        </w:rPr>
        <w:t xml:space="preserve"> </w:t>
      </w:r>
      <w:r w:rsidRPr="00BA5018">
        <w:rPr>
          <w:rFonts w:eastAsia="Arial"/>
          <w:sz w:val="28"/>
          <w:szCs w:val="28"/>
          <w:lang w:eastAsia="ar-SA"/>
        </w:rPr>
        <w:t>МФЦ</w:t>
      </w:r>
      <w:r w:rsidRPr="00BA5018">
        <w:rPr>
          <w:rFonts w:eastAsia="Calibri"/>
          <w:sz w:val="28"/>
          <w:szCs w:val="28"/>
          <w:lang w:eastAsia="en-US"/>
        </w:rPr>
        <w:t xml:space="preserve">, ответственными за информирование. </w:t>
      </w:r>
    </w:p>
    <w:p w:rsidR="00181792" w:rsidRPr="00BA5018" w:rsidRDefault="00181792" w:rsidP="00BA5018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Специалисты Уполномоченного органа, ответственные за информир</w:t>
      </w:r>
      <w:r w:rsidRPr="00BA5018">
        <w:rPr>
          <w:rFonts w:eastAsia="Calibri"/>
          <w:sz w:val="28"/>
          <w:szCs w:val="28"/>
          <w:lang w:eastAsia="en-US"/>
        </w:rPr>
        <w:t>о</w:t>
      </w:r>
      <w:r w:rsidRPr="00BA5018">
        <w:rPr>
          <w:rFonts w:eastAsia="Calibri"/>
          <w:sz w:val="28"/>
          <w:szCs w:val="28"/>
          <w:lang w:eastAsia="en-US"/>
        </w:rPr>
        <w:t>вание, определяются должностными инструкциями, которые размещаются на официальном Интернет-сайте и на информационных стендах Уполномоче</w:t>
      </w:r>
      <w:r w:rsidRPr="00BA5018">
        <w:rPr>
          <w:rFonts w:eastAsia="Calibri"/>
          <w:sz w:val="28"/>
          <w:szCs w:val="28"/>
          <w:lang w:eastAsia="en-US"/>
        </w:rPr>
        <w:t>н</w:t>
      </w:r>
      <w:r w:rsidRPr="00BA5018">
        <w:rPr>
          <w:rFonts w:eastAsia="Calibri"/>
          <w:sz w:val="28"/>
          <w:szCs w:val="28"/>
          <w:lang w:eastAsia="en-US"/>
        </w:rPr>
        <w:t>ного органа.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1.3.7.</w:t>
      </w:r>
      <w:r w:rsidRPr="00BA5018">
        <w:rPr>
          <w:rFonts w:eastAsia="Arial Unicode MS"/>
          <w:sz w:val="28"/>
          <w:szCs w:val="28"/>
          <w:lang w:eastAsia="en-US"/>
        </w:rPr>
        <w:t xml:space="preserve"> Информирование о правилах предоставления муниципальной услуги осуществляется по следующим вопросам: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en-US"/>
        </w:rPr>
      </w:pPr>
      <w:r w:rsidRPr="00BA5018">
        <w:rPr>
          <w:rFonts w:eastAsia="Arial Unicode MS"/>
          <w:sz w:val="28"/>
          <w:szCs w:val="28"/>
          <w:lang w:eastAsia="en-US"/>
        </w:rPr>
        <w:t xml:space="preserve">место нахождения </w:t>
      </w:r>
      <w:r w:rsidRPr="00BA5018">
        <w:rPr>
          <w:rFonts w:eastAsia="Calibri"/>
          <w:iCs/>
          <w:sz w:val="28"/>
          <w:szCs w:val="28"/>
          <w:lang w:eastAsia="en-US"/>
        </w:rPr>
        <w:t>Уполномоченного органа</w:t>
      </w:r>
      <w:r w:rsidRPr="00BA5018">
        <w:rPr>
          <w:rFonts w:eastAsia="Arial Unicode MS"/>
          <w:sz w:val="28"/>
          <w:szCs w:val="28"/>
          <w:lang w:eastAsia="en-US"/>
        </w:rPr>
        <w:t xml:space="preserve">, </w:t>
      </w:r>
      <w:r w:rsidRPr="00BA5018">
        <w:rPr>
          <w:rFonts w:eastAsia="Arial"/>
          <w:sz w:val="28"/>
          <w:szCs w:val="28"/>
          <w:lang w:eastAsia="ar-SA"/>
        </w:rPr>
        <w:t>МФЦ</w:t>
      </w:r>
      <w:r w:rsidRPr="00BA5018">
        <w:rPr>
          <w:rFonts w:eastAsia="Arial Unicode MS"/>
          <w:sz w:val="28"/>
          <w:szCs w:val="28"/>
          <w:lang w:eastAsia="en-US"/>
        </w:rPr>
        <w:t xml:space="preserve">; 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en-US"/>
        </w:rPr>
      </w:pPr>
      <w:r w:rsidRPr="00BA5018">
        <w:rPr>
          <w:rFonts w:eastAsia="Arial Unicode MS"/>
          <w:sz w:val="28"/>
          <w:szCs w:val="28"/>
          <w:lang w:eastAsia="en-US"/>
        </w:rPr>
        <w:t xml:space="preserve">должностные лица и муниципальные служащие </w:t>
      </w:r>
      <w:r w:rsidRPr="00BA5018">
        <w:rPr>
          <w:rFonts w:eastAsia="Calibri"/>
          <w:iCs/>
          <w:sz w:val="28"/>
          <w:szCs w:val="28"/>
          <w:lang w:eastAsia="en-US"/>
        </w:rPr>
        <w:t>Уполномоченного о</w:t>
      </w:r>
      <w:r w:rsidRPr="00BA5018">
        <w:rPr>
          <w:rFonts w:eastAsia="Calibri"/>
          <w:iCs/>
          <w:sz w:val="28"/>
          <w:szCs w:val="28"/>
          <w:lang w:eastAsia="en-US"/>
        </w:rPr>
        <w:t>р</w:t>
      </w:r>
      <w:r w:rsidRPr="00BA5018">
        <w:rPr>
          <w:rFonts w:eastAsia="Calibri"/>
          <w:iCs/>
          <w:sz w:val="28"/>
          <w:szCs w:val="28"/>
          <w:lang w:eastAsia="en-US"/>
        </w:rPr>
        <w:t>гана</w:t>
      </w:r>
      <w:r w:rsidRPr="00BA5018">
        <w:rPr>
          <w:rFonts w:eastAsia="Arial Unicode MS"/>
          <w:sz w:val="28"/>
          <w:szCs w:val="28"/>
          <w:lang w:eastAsia="en-US"/>
        </w:rPr>
        <w:t xml:space="preserve">, уполномоченные </w:t>
      </w:r>
      <w:r w:rsidRPr="00BA5018">
        <w:rPr>
          <w:rFonts w:eastAsia="Calibri"/>
          <w:sz w:val="28"/>
          <w:szCs w:val="28"/>
          <w:lang w:eastAsia="en-US"/>
        </w:rPr>
        <w:t>предоставлять муниципальную услугу и</w:t>
      </w:r>
      <w:r w:rsidRPr="00BA5018">
        <w:rPr>
          <w:rFonts w:eastAsia="Arial Unicode MS"/>
          <w:sz w:val="28"/>
          <w:szCs w:val="28"/>
          <w:lang w:eastAsia="en-US"/>
        </w:rPr>
        <w:t xml:space="preserve"> номера ко</w:t>
      </w:r>
      <w:r w:rsidRPr="00BA5018">
        <w:rPr>
          <w:rFonts w:eastAsia="Arial Unicode MS"/>
          <w:sz w:val="28"/>
          <w:szCs w:val="28"/>
          <w:lang w:eastAsia="en-US"/>
        </w:rPr>
        <w:t>н</w:t>
      </w:r>
      <w:r w:rsidRPr="00BA5018">
        <w:rPr>
          <w:rFonts w:eastAsia="Arial Unicode MS"/>
          <w:sz w:val="28"/>
          <w:szCs w:val="28"/>
          <w:lang w:eastAsia="en-US"/>
        </w:rPr>
        <w:t xml:space="preserve">тактных телефонов; 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/>
          <w:iCs/>
          <w:sz w:val="28"/>
          <w:szCs w:val="28"/>
          <w:u w:val="single"/>
          <w:lang w:eastAsia="en-US"/>
        </w:rPr>
      </w:pPr>
      <w:r w:rsidRPr="00BA5018">
        <w:rPr>
          <w:rFonts w:eastAsia="Arial Unicode MS"/>
          <w:sz w:val="28"/>
          <w:szCs w:val="28"/>
          <w:lang w:eastAsia="en-US"/>
        </w:rPr>
        <w:t xml:space="preserve">график работы </w:t>
      </w:r>
      <w:r w:rsidRPr="00BA5018">
        <w:rPr>
          <w:rFonts w:eastAsia="Calibri"/>
          <w:iCs/>
          <w:sz w:val="28"/>
          <w:szCs w:val="28"/>
          <w:lang w:eastAsia="en-US"/>
        </w:rPr>
        <w:t>Уполномоченного органа;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en-US"/>
        </w:rPr>
      </w:pPr>
      <w:r w:rsidRPr="00BA5018">
        <w:rPr>
          <w:rFonts w:eastAsia="Arial Unicode MS"/>
          <w:sz w:val="28"/>
          <w:szCs w:val="28"/>
          <w:lang w:eastAsia="en-US"/>
        </w:rPr>
        <w:t>адрес Интернет-сайта</w:t>
      </w:r>
      <w:r w:rsidRPr="00BA5018">
        <w:rPr>
          <w:rFonts w:eastAsia="Calibri"/>
          <w:iCs/>
          <w:sz w:val="28"/>
          <w:szCs w:val="28"/>
          <w:lang w:eastAsia="en-US"/>
        </w:rPr>
        <w:t xml:space="preserve">, сайта </w:t>
      </w:r>
      <w:r w:rsidRPr="00BA5018">
        <w:rPr>
          <w:rFonts w:eastAsia="Arial"/>
          <w:sz w:val="28"/>
          <w:szCs w:val="28"/>
          <w:lang w:eastAsia="ar-SA"/>
        </w:rPr>
        <w:t>МФЦ</w:t>
      </w:r>
      <w:r w:rsidRPr="00BA5018">
        <w:rPr>
          <w:rFonts w:eastAsia="Calibri"/>
          <w:iCs/>
          <w:sz w:val="28"/>
          <w:szCs w:val="28"/>
          <w:lang w:eastAsia="en-US"/>
        </w:rPr>
        <w:t>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en-US"/>
        </w:rPr>
      </w:pPr>
      <w:r w:rsidRPr="00BA5018">
        <w:rPr>
          <w:rFonts w:eastAsia="Arial Unicode MS"/>
          <w:sz w:val="28"/>
          <w:szCs w:val="28"/>
          <w:lang w:eastAsia="en-US"/>
        </w:rPr>
        <w:t xml:space="preserve">адрес электронной почты </w:t>
      </w:r>
      <w:r w:rsidRPr="00BA5018">
        <w:rPr>
          <w:rFonts w:eastAsia="Calibri"/>
          <w:iCs/>
          <w:sz w:val="28"/>
          <w:szCs w:val="28"/>
          <w:lang w:eastAsia="en-US"/>
        </w:rPr>
        <w:t xml:space="preserve">Уполномоченного органа, </w:t>
      </w:r>
      <w:r w:rsidRPr="00BA5018">
        <w:rPr>
          <w:rFonts w:eastAsia="Arial"/>
          <w:sz w:val="28"/>
          <w:szCs w:val="28"/>
          <w:lang w:eastAsia="ar-SA"/>
        </w:rPr>
        <w:t>МФЦ</w:t>
      </w:r>
      <w:r w:rsidRPr="00BA5018">
        <w:rPr>
          <w:rFonts w:eastAsia="Calibri"/>
          <w:iCs/>
          <w:sz w:val="28"/>
          <w:szCs w:val="28"/>
          <w:lang w:eastAsia="en-US"/>
        </w:rPr>
        <w:t>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нормативные правовые акты по вопросам предоставления муниципал</w:t>
      </w:r>
      <w:r w:rsidRPr="00BA5018">
        <w:rPr>
          <w:rFonts w:eastAsia="Calibri"/>
          <w:sz w:val="28"/>
          <w:szCs w:val="28"/>
          <w:lang w:eastAsia="en-US"/>
        </w:rPr>
        <w:t>ь</w:t>
      </w:r>
      <w:r w:rsidRPr="00BA5018">
        <w:rPr>
          <w:rFonts w:eastAsia="Calibri"/>
          <w:sz w:val="28"/>
          <w:szCs w:val="28"/>
          <w:lang w:eastAsia="en-US"/>
        </w:rPr>
        <w:t>ной услуги, в том числе, настоящий административный регламент (наимен</w:t>
      </w:r>
      <w:r w:rsidRPr="00BA5018">
        <w:rPr>
          <w:rFonts w:eastAsia="Calibri"/>
          <w:sz w:val="28"/>
          <w:szCs w:val="28"/>
          <w:lang w:eastAsia="en-US"/>
        </w:rPr>
        <w:t>о</w:t>
      </w:r>
      <w:r w:rsidRPr="00BA5018">
        <w:rPr>
          <w:rFonts w:eastAsia="Calibri"/>
          <w:sz w:val="28"/>
          <w:szCs w:val="28"/>
          <w:lang w:eastAsia="en-US"/>
        </w:rPr>
        <w:lastRenderedPageBreak/>
        <w:t>вание, номер, дата принятия нормативного правового акта);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en-US"/>
        </w:rPr>
      </w:pPr>
      <w:r w:rsidRPr="00BA5018">
        <w:rPr>
          <w:rFonts w:eastAsia="Arial Unicode MS"/>
          <w:sz w:val="28"/>
          <w:szCs w:val="28"/>
          <w:lang w:eastAsia="en-US"/>
        </w:rPr>
        <w:t>ход предоставления муниципальной услуги;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en-US"/>
        </w:rPr>
      </w:pPr>
      <w:r w:rsidRPr="00BA5018">
        <w:rPr>
          <w:rFonts w:eastAsia="Arial Unicode MS"/>
          <w:sz w:val="28"/>
          <w:szCs w:val="28"/>
          <w:lang w:eastAsia="en-US"/>
        </w:rPr>
        <w:t>административные процедуры предоставления муниципальной услуги;</w:t>
      </w:r>
    </w:p>
    <w:p w:rsidR="00181792" w:rsidRPr="00BA5018" w:rsidRDefault="00181792" w:rsidP="00BA5018">
      <w:pPr>
        <w:widowControl w:val="0"/>
        <w:tabs>
          <w:tab w:val="left" w:pos="54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срок предоставления муниципальной услуги;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en-US"/>
        </w:rPr>
      </w:pPr>
      <w:r w:rsidRPr="00BA5018">
        <w:rPr>
          <w:rFonts w:eastAsia="Arial Unicode MS"/>
          <w:sz w:val="28"/>
          <w:szCs w:val="28"/>
          <w:lang w:eastAsia="en-US"/>
        </w:rPr>
        <w:t>порядок и формы контроля за предоставлением муниципальной услуги;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en-US"/>
        </w:rPr>
      </w:pPr>
      <w:r w:rsidRPr="00BA5018">
        <w:rPr>
          <w:rFonts w:eastAsia="Arial Unicode MS"/>
          <w:sz w:val="28"/>
          <w:szCs w:val="28"/>
          <w:lang w:eastAsia="en-US"/>
        </w:rPr>
        <w:t>основания для отказа в предоставлении муниципальной услуги;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eastAsia="en-US"/>
        </w:rPr>
      </w:pPr>
      <w:r w:rsidRPr="00BA5018">
        <w:rPr>
          <w:rFonts w:eastAsia="Arial Unicode MS"/>
          <w:sz w:val="28"/>
          <w:szCs w:val="28"/>
          <w:lang w:eastAsia="en-US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BA5018">
        <w:rPr>
          <w:rFonts w:eastAsia="Calibri"/>
          <w:iCs/>
          <w:sz w:val="28"/>
          <w:szCs w:val="28"/>
          <w:lang w:eastAsia="en-US"/>
        </w:rPr>
        <w:t>Уполномоченного органа</w:t>
      </w:r>
      <w:r w:rsidRPr="00BA5018">
        <w:rPr>
          <w:rFonts w:eastAsia="Arial Unicode MS"/>
          <w:sz w:val="28"/>
          <w:szCs w:val="28"/>
          <w:lang w:eastAsia="en-US"/>
        </w:rPr>
        <w:t>, о</w:t>
      </w:r>
      <w:r w:rsidRPr="00BA5018">
        <w:rPr>
          <w:rFonts w:eastAsia="Arial Unicode MS"/>
          <w:sz w:val="28"/>
          <w:szCs w:val="28"/>
          <w:lang w:eastAsia="en-US"/>
        </w:rPr>
        <w:t>т</w:t>
      </w:r>
      <w:r w:rsidRPr="00BA5018">
        <w:rPr>
          <w:rFonts w:eastAsia="Arial Unicode MS"/>
          <w:sz w:val="28"/>
          <w:szCs w:val="28"/>
          <w:lang w:eastAsia="en-US"/>
        </w:rPr>
        <w:t>ветственных за предоставление муниципальной услуги, а также решений, принятых в ходе предоставления муниципальной услуги;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 xml:space="preserve">иная информация о деятельности </w:t>
      </w:r>
      <w:r w:rsidRPr="00BA5018">
        <w:rPr>
          <w:rFonts w:eastAsia="Calibri"/>
          <w:iCs/>
          <w:sz w:val="28"/>
          <w:szCs w:val="28"/>
          <w:lang w:eastAsia="en-US"/>
        </w:rPr>
        <w:t>Уполномоченного органа</w:t>
      </w:r>
      <w:r w:rsidRPr="00BA5018">
        <w:rPr>
          <w:rFonts w:eastAsia="Calibri"/>
          <w:sz w:val="28"/>
          <w:szCs w:val="28"/>
          <w:lang w:eastAsia="en-US"/>
        </w:rPr>
        <w:t>, в соотве</w:t>
      </w:r>
      <w:r w:rsidRPr="00BA5018">
        <w:rPr>
          <w:rFonts w:eastAsia="Calibri"/>
          <w:sz w:val="28"/>
          <w:szCs w:val="28"/>
          <w:lang w:eastAsia="en-US"/>
        </w:rPr>
        <w:t>т</w:t>
      </w:r>
      <w:r w:rsidRPr="00BA5018">
        <w:rPr>
          <w:rFonts w:eastAsia="Calibri"/>
          <w:sz w:val="28"/>
          <w:szCs w:val="28"/>
          <w:lang w:eastAsia="en-US"/>
        </w:rPr>
        <w:t>ствии с Федеральным законом от 09 февраля 2009 года № 8-ФЗ «Об обесп</w:t>
      </w:r>
      <w:r w:rsidRPr="00BA5018">
        <w:rPr>
          <w:rFonts w:eastAsia="Calibri"/>
          <w:sz w:val="28"/>
          <w:szCs w:val="28"/>
          <w:lang w:eastAsia="en-US"/>
        </w:rPr>
        <w:t>е</w:t>
      </w:r>
      <w:r w:rsidRPr="00BA5018">
        <w:rPr>
          <w:rFonts w:eastAsia="Calibri"/>
          <w:sz w:val="28"/>
          <w:szCs w:val="28"/>
          <w:lang w:eastAsia="en-US"/>
        </w:rPr>
        <w:t>чении доступа к информации о деятельности государственных органов и о</w:t>
      </w:r>
      <w:r w:rsidRPr="00BA5018">
        <w:rPr>
          <w:rFonts w:eastAsia="Calibri"/>
          <w:sz w:val="28"/>
          <w:szCs w:val="28"/>
          <w:lang w:eastAsia="en-US"/>
        </w:rPr>
        <w:t>р</w:t>
      </w:r>
      <w:r w:rsidRPr="00BA5018">
        <w:rPr>
          <w:rFonts w:eastAsia="Calibri"/>
          <w:sz w:val="28"/>
          <w:szCs w:val="28"/>
          <w:lang w:eastAsia="en-US"/>
        </w:rPr>
        <w:t>ганов местного самоуправления».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1.3.8. Информирование (консультирование) осуществляется специал</w:t>
      </w:r>
      <w:r w:rsidRPr="00BA5018">
        <w:rPr>
          <w:rFonts w:eastAsia="Calibri"/>
          <w:sz w:val="28"/>
          <w:szCs w:val="28"/>
          <w:lang w:eastAsia="en-US"/>
        </w:rPr>
        <w:t>и</w:t>
      </w:r>
      <w:r w:rsidRPr="00BA5018">
        <w:rPr>
          <w:rFonts w:eastAsia="Calibri"/>
          <w:sz w:val="28"/>
          <w:szCs w:val="28"/>
          <w:lang w:eastAsia="en-US"/>
        </w:rPr>
        <w:t>стами Уполномоченного органа, ответственными за информирование, при обращении заявителей за информацией лично, по телефону, посредством п</w:t>
      </w:r>
      <w:r w:rsidRPr="00BA5018">
        <w:rPr>
          <w:rFonts w:eastAsia="Calibri"/>
          <w:sz w:val="28"/>
          <w:szCs w:val="28"/>
          <w:lang w:eastAsia="en-US"/>
        </w:rPr>
        <w:t>о</w:t>
      </w:r>
      <w:r w:rsidRPr="00BA5018">
        <w:rPr>
          <w:rFonts w:eastAsia="Calibri"/>
          <w:sz w:val="28"/>
          <w:szCs w:val="28"/>
          <w:lang w:eastAsia="en-US"/>
        </w:rPr>
        <w:t>чты или электронной почты.</w:t>
      </w:r>
    </w:p>
    <w:p w:rsidR="00181792" w:rsidRPr="00BA5018" w:rsidRDefault="00181792" w:rsidP="00BA5018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Информирование проводится на русском языке в форме индивидуал</w:t>
      </w:r>
      <w:r w:rsidRPr="00BA5018">
        <w:rPr>
          <w:rFonts w:eastAsia="Calibri"/>
          <w:sz w:val="28"/>
          <w:szCs w:val="28"/>
          <w:lang w:eastAsia="en-US"/>
        </w:rPr>
        <w:t>ь</w:t>
      </w:r>
      <w:r w:rsidRPr="00BA5018">
        <w:rPr>
          <w:rFonts w:eastAsia="Calibri"/>
          <w:sz w:val="28"/>
          <w:szCs w:val="28"/>
          <w:lang w:eastAsia="en-US"/>
        </w:rPr>
        <w:t>ного и публичного информирования.</w:t>
      </w:r>
    </w:p>
    <w:p w:rsidR="00181792" w:rsidRPr="00BA5018" w:rsidRDefault="00181792" w:rsidP="00BA5018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1.3.8.1. Индивидуальное устное информирование осуществляется сп</w:t>
      </w:r>
      <w:r w:rsidRPr="00BA5018">
        <w:rPr>
          <w:rFonts w:eastAsia="Calibri"/>
          <w:sz w:val="28"/>
          <w:szCs w:val="28"/>
          <w:lang w:eastAsia="en-US"/>
        </w:rPr>
        <w:t>е</w:t>
      </w:r>
      <w:r w:rsidRPr="00BA5018">
        <w:rPr>
          <w:rFonts w:eastAsia="Calibri"/>
          <w:sz w:val="28"/>
          <w:szCs w:val="28"/>
          <w:lang w:eastAsia="en-US"/>
        </w:rPr>
        <w:t>циалистами, ответственными за информирование, при обращении заявителей за информацией лично или по телефону.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Специалист, ответственный за информирование, принимает все нео</w:t>
      </w:r>
      <w:r w:rsidRPr="00BA5018">
        <w:rPr>
          <w:rFonts w:eastAsia="Calibri"/>
          <w:sz w:val="28"/>
          <w:szCs w:val="28"/>
          <w:lang w:eastAsia="en-US"/>
        </w:rPr>
        <w:t>б</w:t>
      </w:r>
      <w:r w:rsidRPr="00BA5018">
        <w:rPr>
          <w:rFonts w:eastAsia="Calibri"/>
          <w:sz w:val="28"/>
          <w:szCs w:val="28"/>
          <w:lang w:eastAsia="en-US"/>
        </w:rPr>
        <w:t>ходимые меры для предоставления полного и оперативного ответа на поста</w:t>
      </w:r>
      <w:r w:rsidRPr="00BA5018">
        <w:rPr>
          <w:rFonts w:eastAsia="Calibri"/>
          <w:sz w:val="28"/>
          <w:szCs w:val="28"/>
          <w:lang w:eastAsia="en-US"/>
        </w:rPr>
        <w:t>в</w:t>
      </w:r>
      <w:r w:rsidRPr="00BA5018">
        <w:rPr>
          <w:rFonts w:eastAsia="Calibri"/>
          <w:sz w:val="28"/>
          <w:szCs w:val="28"/>
          <w:lang w:eastAsia="en-US"/>
        </w:rPr>
        <w:t>ленные вопросы, в том числе с привлечением других сотрудников.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Если для подготовки ответа требуется продолжительное время, спец</w:t>
      </w:r>
      <w:r w:rsidRPr="00BA5018">
        <w:rPr>
          <w:rFonts w:eastAsia="Calibri"/>
          <w:sz w:val="28"/>
          <w:szCs w:val="28"/>
          <w:lang w:eastAsia="en-US"/>
        </w:rPr>
        <w:t>и</w:t>
      </w:r>
      <w:r w:rsidRPr="00BA5018">
        <w:rPr>
          <w:rFonts w:eastAsia="Calibri"/>
          <w:sz w:val="28"/>
          <w:szCs w:val="28"/>
          <w:lang w:eastAsia="en-US"/>
        </w:rPr>
        <w:t>алист, ответственный за информирование, может предложить заявителям о</w:t>
      </w:r>
      <w:r w:rsidRPr="00BA5018">
        <w:rPr>
          <w:rFonts w:eastAsia="Calibri"/>
          <w:sz w:val="28"/>
          <w:szCs w:val="28"/>
          <w:lang w:eastAsia="en-US"/>
        </w:rPr>
        <w:t>б</w:t>
      </w:r>
      <w:r w:rsidRPr="00BA5018">
        <w:rPr>
          <w:rFonts w:eastAsia="Calibri"/>
          <w:sz w:val="28"/>
          <w:szCs w:val="28"/>
          <w:lang w:eastAsia="en-US"/>
        </w:rPr>
        <w:t>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При ответе на телефонные звонки специалист, ответственный за и</w:t>
      </w:r>
      <w:r w:rsidRPr="00BA5018">
        <w:rPr>
          <w:rFonts w:eastAsia="Calibri"/>
          <w:sz w:val="28"/>
          <w:szCs w:val="28"/>
          <w:lang w:eastAsia="en-US"/>
        </w:rPr>
        <w:t>н</w:t>
      </w:r>
      <w:r w:rsidRPr="00BA5018">
        <w:rPr>
          <w:rFonts w:eastAsia="Calibri"/>
          <w:sz w:val="28"/>
          <w:szCs w:val="28"/>
          <w:lang w:eastAsia="en-US"/>
        </w:rPr>
        <w:t>формирование, должен назвать фамилию, имя, отчество, занимаемую дол</w:t>
      </w:r>
      <w:r w:rsidRPr="00BA5018">
        <w:rPr>
          <w:rFonts w:eastAsia="Calibri"/>
          <w:sz w:val="28"/>
          <w:szCs w:val="28"/>
          <w:lang w:eastAsia="en-US"/>
        </w:rPr>
        <w:t>ж</w:t>
      </w:r>
      <w:r w:rsidRPr="00BA5018">
        <w:rPr>
          <w:rFonts w:eastAsia="Calibri"/>
          <w:sz w:val="28"/>
          <w:szCs w:val="28"/>
          <w:lang w:eastAsia="en-US"/>
        </w:rPr>
        <w:t xml:space="preserve">ность и наименование отдела. 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Устное информирование должно проводиться с учетом требований официально-делового стиля речи. Во время разговора необходимо произн</w:t>
      </w:r>
      <w:r w:rsidRPr="00BA5018">
        <w:rPr>
          <w:rFonts w:eastAsia="Calibri"/>
          <w:sz w:val="28"/>
          <w:szCs w:val="28"/>
          <w:lang w:eastAsia="en-US"/>
        </w:rPr>
        <w:t>о</w:t>
      </w:r>
      <w:r w:rsidRPr="00BA5018">
        <w:rPr>
          <w:rFonts w:eastAsia="Calibri"/>
          <w:sz w:val="28"/>
          <w:szCs w:val="28"/>
          <w:lang w:eastAsia="en-US"/>
        </w:rPr>
        <w:t>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</w:t>
      </w:r>
      <w:r w:rsidRPr="00BA5018">
        <w:rPr>
          <w:rFonts w:eastAsia="Calibri"/>
          <w:sz w:val="28"/>
          <w:szCs w:val="28"/>
          <w:lang w:eastAsia="en-US"/>
        </w:rPr>
        <w:t>и</w:t>
      </w:r>
      <w:r w:rsidRPr="00BA5018">
        <w:rPr>
          <w:rFonts w:eastAsia="Calibri"/>
          <w:sz w:val="28"/>
          <w:szCs w:val="28"/>
          <w:lang w:eastAsia="en-US"/>
        </w:rPr>
        <w:t>рование, должен кратко подвести итоги и перечислить меры, которые нео</w:t>
      </w:r>
      <w:r w:rsidRPr="00BA5018">
        <w:rPr>
          <w:rFonts w:eastAsia="Calibri"/>
          <w:sz w:val="28"/>
          <w:szCs w:val="28"/>
          <w:lang w:eastAsia="en-US"/>
        </w:rPr>
        <w:t>б</w:t>
      </w:r>
      <w:r w:rsidRPr="00BA5018">
        <w:rPr>
          <w:rFonts w:eastAsia="Calibri"/>
          <w:sz w:val="28"/>
          <w:szCs w:val="28"/>
          <w:lang w:eastAsia="en-US"/>
        </w:rPr>
        <w:t>ходимо принять (кто именно, когда и что должен сделать).</w:t>
      </w:r>
    </w:p>
    <w:p w:rsidR="00181792" w:rsidRPr="00BA5018" w:rsidRDefault="00181792" w:rsidP="00BA501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1.3.8.2. Индивидуальное письменное информирование осуществляется в виде письменного ответа на обращение заинтересованного лица, электро</w:t>
      </w:r>
      <w:r w:rsidRPr="00BA5018">
        <w:rPr>
          <w:rFonts w:eastAsia="Calibri"/>
          <w:sz w:val="28"/>
          <w:szCs w:val="28"/>
          <w:lang w:eastAsia="en-US"/>
        </w:rPr>
        <w:t>н</w:t>
      </w:r>
      <w:r w:rsidRPr="00BA5018">
        <w:rPr>
          <w:rFonts w:eastAsia="Calibri"/>
          <w:sz w:val="28"/>
          <w:szCs w:val="28"/>
          <w:lang w:eastAsia="en-US"/>
        </w:rPr>
        <w:lastRenderedPageBreak/>
        <w:t>ной почтой в зависимости от способа обращения заявителя за информацией.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Ответ на заявление предоставляется в простой, четкой форме, с указ</w:t>
      </w:r>
      <w:r w:rsidRPr="00BA5018">
        <w:rPr>
          <w:rFonts w:eastAsia="Calibri"/>
          <w:sz w:val="28"/>
          <w:szCs w:val="28"/>
          <w:lang w:eastAsia="en-US"/>
        </w:rPr>
        <w:t>а</w:t>
      </w:r>
      <w:r w:rsidRPr="00BA5018">
        <w:rPr>
          <w:rFonts w:eastAsia="Calibri"/>
          <w:sz w:val="28"/>
          <w:szCs w:val="28"/>
          <w:lang w:eastAsia="en-US"/>
        </w:rPr>
        <w:t>нием фамилии, имени, отчества, номера телефона специалиста и подписыв</w:t>
      </w:r>
      <w:r w:rsidRPr="00BA5018">
        <w:rPr>
          <w:rFonts w:eastAsia="Calibri"/>
          <w:sz w:val="28"/>
          <w:szCs w:val="28"/>
          <w:lang w:eastAsia="en-US"/>
        </w:rPr>
        <w:t>а</w:t>
      </w:r>
      <w:r w:rsidRPr="00BA5018">
        <w:rPr>
          <w:rFonts w:eastAsia="Calibri"/>
          <w:sz w:val="28"/>
          <w:szCs w:val="28"/>
          <w:lang w:eastAsia="en-US"/>
        </w:rPr>
        <w:t>ется заместителем Главы администрации муниципального района, куриру</w:t>
      </w:r>
      <w:r w:rsidRPr="00BA5018">
        <w:rPr>
          <w:rFonts w:eastAsia="Calibri"/>
          <w:sz w:val="28"/>
          <w:szCs w:val="28"/>
          <w:lang w:eastAsia="en-US"/>
        </w:rPr>
        <w:t>ю</w:t>
      </w:r>
      <w:r w:rsidRPr="00BA5018">
        <w:rPr>
          <w:rFonts w:eastAsia="Calibri"/>
          <w:sz w:val="28"/>
          <w:szCs w:val="28"/>
          <w:lang w:eastAsia="en-US"/>
        </w:rPr>
        <w:t>щим работу Уполномоченного органа</w:t>
      </w:r>
      <w:r w:rsidRPr="00BA5018">
        <w:rPr>
          <w:rFonts w:eastAsia="Calibri"/>
          <w:iCs/>
          <w:sz w:val="28"/>
          <w:szCs w:val="28"/>
          <w:lang w:eastAsia="en-US"/>
        </w:rPr>
        <w:t>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1.3.8.3. Публичное устное информирование осуществляется посре</w:t>
      </w:r>
      <w:r w:rsidRPr="00BA5018">
        <w:rPr>
          <w:rFonts w:eastAsia="Calibri"/>
          <w:sz w:val="28"/>
          <w:szCs w:val="28"/>
          <w:lang w:eastAsia="en-US"/>
        </w:rPr>
        <w:t>д</w:t>
      </w:r>
      <w:r w:rsidRPr="00BA5018">
        <w:rPr>
          <w:rFonts w:eastAsia="Calibri"/>
          <w:sz w:val="28"/>
          <w:szCs w:val="28"/>
          <w:lang w:eastAsia="en-US"/>
        </w:rPr>
        <w:t>ством привлечения средств массовой информации – радио, телевидения. В</w:t>
      </w:r>
      <w:r w:rsidRPr="00BA5018">
        <w:rPr>
          <w:rFonts w:eastAsia="Calibri"/>
          <w:sz w:val="28"/>
          <w:szCs w:val="28"/>
          <w:lang w:eastAsia="en-US"/>
        </w:rPr>
        <w:t>ы</w:t>
      </w:r>
      <w:r w:rsidRPr="00BA5018">
        <w:rPr>
          <w:rFonts w:eastAsia="Calibri"/>
          <w:sz w:val="28"/>
          <w:szCs w:val="28"/>
          <w:lang w:eastAsia="en-US"/>
        </w:rPr>
        <w:t>ступления должностных лиц, ответственных за информирование, по радио и телевидению согласовываются с заместителем Главы администрации мун</w:t>
      </w:r>
      <w:r w:rsidRPr="00BA5018">
        <w:rPr>
          <w:rFonts w:eastAsia="Calibri"/>
          <w:sz w:val="28"/>
          <w:szCs w:val="28"/>
          <w:lang w:eastAsia="en-US"/>
        </w:rPr>
        <w:t>и</w:t>
      </w:r>
      <w:r w:rsidRPr="00BA5018">
        <w:rPr>
          <w:rFonts w:eastAsia="Calibri"/>
          <w:sz w:val="28"/>
          <w:szCs w:val="28"/>
          <w:lang w:eastAsia="en-US"/>
        </w:rPr>
        <w:t xml:space="preserve">ципального района, курирующим работу Уполномоченного органа. </w:t>
      </w:r>
    </w:p>
    <w:p w:rsidR="00181792" w:rsidRPr="00BA5018" w:rsidRDefault="00181792" w:rsidP="00BA5018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1.3.8.4. Публичное письменное информирование осуществляется путем публикации информационных материалов о правилах предоставления мун</w:t>
      </w:r>
      <w:r w:rsidRPr="00BA5018">
        <w:rPr>
          <w:rFonts w:eastAsia="Calibri"/>
          <w:sz w:val="28"/>
          <w:szCs w:val="28"/>
          <w:lang w:eastAsia="en-US"/>
        </w:rPr>
        <w:t>и</w:t>
      </w:r>
      <w:r w:rsidRPr="00BA5018">
        <w:rPr>
          <w:rFonts w:eastAsia="Calibri"/>
          <w:sz w:val="28"/>
          <w:szCs w:val="28"/>
          <w:lang w:eastAsia="en-US"/>
        </w:rPr>
        <w:t>ципальной услуги, а также настоящего административного регламента и м</w:t>
      </w:r>
      <w:r w:rsidRPr="00BA5018">
        <w:rPr>
          <w:rFonts w:eastAsia="Calibri"/>
          <w:sz w:val="28"/>
          <w:szCs w:val="28"/>
          <w:lang w:eastAsia="en-US"/>
        </w:rPr>
        <w:t>у</w:t>
      </w:r>
      <w:r w:rsidRPr="00BA5018">
        <w:rPr>
          <w:rFonts w:eastAsia="Calibri"/>
          <w:sz w:val="28"/>
          <w:szCs w:val="28"/>
          <w:lang w:eastAsia="en-US"/>
        </w:rPr>
        <w:t>ниципального правового акта об его утверждении: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в средствах массовой информации;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на официальном Интернет-сайте;</w:t>
      </w:r>
    </w:p>
    <w:p w:rsidR="00181792" w:rsidRPr="00BA5018" w:rsidRDefault="00181792" w:rsidP="00BA5018">
      <w:pPr>
        <w:widowControl w:val="0"/>
        <w:ind w:firstLine="709"/>
        <w:jc w:val="both"/>
        <w:rPr>
          <w:rFonts w:eastAsia="Arial"/>
          <w:sz w:val="28"/>
          <w:szCs w:val="28"/>
          <w:lang w:eastAsia="en-US"/>
        </w:rPr>
      </w:pPr>
      <w:r w:rsidRPr="00BA5018">
        <w:rPr>
          <w:rFonts w:eastAsia="Arial"/>
          <w:sz w:val="28"/>
          <w:szCs w:val="28"/>
          <w:lang w:eastAsia="en-US"/>
        </w:rPr>
        <w:t>на едином портале;</w:t>
      </w:r>
    </w:p>
    <w:p w:rsidR="00181792" w:rsidRPr="00BA5018" w:rsidRDefault="00181792" w:rsidP="00BA5018">
      <w:pPr>
        <w:widowControl w:val="0"/>
        <w:ind w:firstLine="709"/>
        <w:jc w:val="both"/>
        <w:rPr>
          <w:rFonts w:eastAsia="Arial"/>
          <w:sz w:val="28"/>
          <w:szCs w:val="28"/>
          <w:lang w:eastAsia="en-US"/>
        </w:rPr>
      </w:pPr>
      <w:r w:rsidRPr="00BA5018">
        <w:rPr>
          <w:rFonts w:eastAsia="Arial"/>
          <w:sz w:val="28"/>
          <w:szCs w:val="28"/>
          <w:lang w:eastAsia="en-US"/>
        </w:rPr>
        <w:t>на региональном портале</w:t>
      </w:r>
      <w:r w:rsidRPr="00BA5018">
        <w:rPr>
          <w:rFonts w:eastAsia="Calibri"/>
          <w:sz w:val="28"/>
          <w:szCs w:val="28"/>
          <w:lang w:eastAsia="en-US"/>
        </w:rPr>
        <w:t>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 xml:space="preserve">на информационных стендах </w:t>
      </w:r>
      <w:r w:rsidRPr="00BA5018">
        <w:rPr>
          <w:rFonts w:eastAsia="Calibri"/>
          <w:iCs/>
          <w:sz w:val="28"/>
          <w:szCs w:val="28"/>
          <w:lang w:eastAsia="en-US"/>
        </w:rPr>
        <w:t xml:space="preserve">Уполномоченного органа, </w:t>
      </w:r>
      <w:r w:rsidRPr="00BA5018">
        <w:rPr>
          <w:rFonts w:eastAsia="Arial"/>
          <w:sz w:val="28"/>
          <w:szCs w:val="28"/>
          <w:lang w:eastAsia="ar-SA"/>
        </w:rPr>
        <w:t>МФЦ</w:t>
      </w:r>
      <w:r w:rsidRPr="00BA5018">
        <w:rPr>
          <w:rFonts w:eastAsia="Calibri"/>
          <w:sz w:val="28"/>
          <w:szCs w:val="28"/>
          <w:lang w:eastAsia="en-US"/>
        </w:rPr>
        <w:t>.</w:t>
      </w:r>
    </w:p>
    <w:p w:rsidR="00181792" w:rsidRPr="00BA5018" w:rsidRDefault="00181792" w:rsidP="00BA5018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5018">
        <w:rPr>
          <w:rFonts w:eastAsia="Calibri"/>
          <w:sz w:val="28"/>
          <w:szCs w:val="28"/>
          <w:lang w:eastAsia="en-US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</w:t>
      </w:r>
      <w:r w:rsidRPr="00BA5018">
        <w:rPr>
          <w:rFonts w:eastAsia="Calibri"/>
          <w:sz w:val="28"/>
          <w:szCs w:val="28"/>
          <w:lang w:eastAsia="en-US"/>
        </w:rPr>
        <w:t>м</w:t>
      </w:r>
      <w:r w:rsidRPr="00BA5018">
        <w:rPr>
          <w:rFonts w:eastAsia="Calibri"/>
          <w:sz w:val="28"/>
          <w:szCs w:val="28"/>
          <w:lang w:eastAsia="en-US"/>
        </w:rPr>
        <w:t>ления информационных материалов в виде брошюр требования к размеру шрифта могут быть снижены (не менее № 10).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rFonts w:eastAsia="Calibri"/>
          <w:sz w:val="28"/>
          <w:szCs w:val="28"/>
          <w:lang w:eastAsia="en-US"/>
        </w:rPr>
        <w:t>1.3.9.</w:t>
      </w:r>
      <w:r w:rsidRPr="00BA5018">
        <w:rPr>
          <w:sz w:val="28"/>
          <w:szCs w:val="28"/>
        </w:rPr>
        <w:t xml:space="preserve"> На едином портале, региональном портале размещаются: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1.3.9.1. Исчерпывающий перечень документов, необходимых для предоставления муниципальной услуги, требования к оформлению указа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ных документов, а также перечень документов, которые заявитель вправе представить по собственной инициативе;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1.3.9.2. Круг заявителей;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1.3.9.3. Срок предоставления муниципальной услуги;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1.3.9.4. Стоимость предоставления муниципальной услуги и порядок оплаты;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1.3.9.5. Результаты предоставления муниципальной услуги, порядок и способы предоставления документа, являющегося результатом предоставл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ния муниципальной услуги;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1.3.9.6. Исчерпывающий перечень оснований для приостановления или отказа в предоставлении муниципальной услуги;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1.3.9.7. Информация о праве заявителя на досудебное (внесудебное) обжалование действий (бездействия) и решений, принятых (осуществля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мых) в ходе предоставления муниципальной услуги;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sz w:val="28"/>
          <w:szCs w:val="28"/>
        </w:rPr>
        <w:t xml:space="preserve">1.3.9.8. Образцы заполнения электронной формы заявления о </w:t>
      </w:r>
      <w:r w:rsidRPr="00BA5018">
        <w:rPr>
          <w:bCs/>
          <w:sz w:val="28"/>
          <w:szCs w:val="28"/>
        </w:rPr>
        <w:t>пред</w:t>
      </w:r>
      <w:r w:rsidRPr="00BA5018">
        <w:rPr>
          <w:bCs/>
          <w:sz w:val="28"/>
          <w:szCs w:val="28"/>
        </w:rPr>
        <w:t>о</w:t>
      </w:r>
      <w:r w:rsidRPr="00BA5018">
        <w:rPr>
          <w:bCs/>
          <w:sz w:val="28"/>
          <w:szCs w:val="28"/>
        </w:rPr>
        <w:t>ставлении муниципальной услуги;</w:t>
      </w:r>
    </w:p>
    <w:p w:rsidR="00181792" w:rsidRPr="00BA5018" w:rsidRDefault="00181792" w:rsidP="00BA5018">
      <w:pPr>
        <w:widowControl w:val="0"/>
        <w:ind w:firstLine="709"/>
        <w:contextualSpacing/>
        <w:jc w:val="both"/>
        <w:rPr>
          <w:rFonts w:eastAsia="Arial"/>
          <w:bCs/>
          <w:sz w:val="28"/>
          <w:szCs w:val="28"/>
          <w:lang w:eastAsia="ar-SA"/>
        </w:rPr>
      </w:pPr>
      <w:r w:rsidRPr="00BA5018">
        <w:rPr>
          <w:rFonts w:eastAsia="Arial"/>
          <w:bCs/>
          <w:sz w:val="28"/>
          <w:szCs w:val="28"/>
          <w:lang w:eastAsia="ar-SA"/>
        </w:rPr>
        <w:t xml:space="preserve">1.3.10. При предоставлении муниципальной услуги в электронной </w:t>
      </w:r>
      <w:r w:rsidRPr="00BA5018">
        <w:rPr>
          <w:rFonts w:eastAsia="Arial"/>
          <w:bCs/>
          <w:sz w:val="28"/>
          <w:szCs w:val="28"/>
          <w:lang w:eastAsia="ar-SA"/>
        </w:rPr>
        <w:lastRenderedPageBreak/>
        <w:t>форме заявителю направляется:</w:t>
      </w:r>
    </w:p>
    <w:p w:rsidR="00181792" w:rsidRPr="00BA5018" w:rsidRDefault="00181792" w:rsidP="00BA5018">
      <w:pPr>
        <w:widowControl w:val="0"/>
        <w:ind w:firstLine="709"/>
        <w:contextualSpacing/>
        <w:jc w:val="both"/>
        <w:rPr>
          <w:rFonts w:eastAsia="Arial"/>
          <w:bCs/>
          <w:sz w:val="28"/>
          <w:szCs w:val="28"/>
          <w:lang w:eastAsia="ar-SA"/>
        </w:rPr>
      </w:pPr>
      <w:r w:rsidRPr="00BA5018">
        <w:rPr>
          <w:rFonts w:eastAsia="Arial"/>
          <w:bCs/>
          <w:sz w:val="28"/>
          <w:szCs w:val="28"/>
          <w:lang w:eastAsia="ar-SA"/>
        </w:rPr>
        <w:t>1.3.10.1. Уведомление о приеме и регистрации заявления о предоста</w:t>
      </w:r>
      <w:r w:rsidRPr="00BA5018">
        <w:rPr>
          <w:rFonts w:eastAsia="Arial"/>
          <w:bCs/>
          <w:sz w:val="28"/>
          <w:szCs w:val="28"/>
          <w:lang w:eastAsia="ar-SA"/>
        </w:rPr>
        <w:t>в</w:t>
      </w:r>
      <w:r w:rsidRPr="00BA5018">
        <w:rPr>
          <w:rFonts w:eastAsia="Arial"/>
          <w:bCs/>
          <w:sz w:val="28"/>
          <w:szCs w:val="28"/>
          <w:lang w:eastAsia="ar-SA"/>
        </w:rPr>
        <w:t>лении муниципальной услуги в форме электронного документа и иных док</w:t>
      </w:r>
      <w:r w:rsidRPr="00BA5018">
        <w:rPr>
          <w:rFonts w:eastAsia="Arial"/>
          <w:bCs/>
          <w:sz w:val="28"/>
          <w:szCs w:val="28"/>
          <w:lang w:eastAsia="ar-SA"/>
        </w:rPr>
        <w:t>у</w:t>
      </w:r>
      <w:r w:rsidRPr="00BA5018">
        <w:rPr>
          <w:rFonts w:eastAsia="Arial"/>
          <w:bCs/>
          <w:sz w:val="28"/>
          <w:szCs w:val="28"/>
          <w:lang w:eastAsia="ar-SA"/>
        </w:rPr>
        <w:t>ментов, необходимых для предоставления муниципальной услуги;</w:t>
      </w:r>
    </w:p>
    <w:p w:rsidR="00181792" w:rsidRPr="00BA5018" w:rsidRDefault="00181792" w:rsidP="00BA5018">
      <w:pPr>
        <w:widowControl w:val="0"/>
        <w:ind w:firstLine="709"/>
        <w:contextualSpacing/>
        <w:jc w:val="both"/>
        <w:rPr>
          <w:rFonts w:eastAsia="Arial"/>
          <w:bCs/>
          <w:sz w:val="28"/>
          <w:szCs w:val="28"/>
          <w:lang w:eastAsia="ar-SA"/>
        </w:rPr>
      </w:pPr>
      <w:r w:rsidRPr="00BA5018">
        <w:rPr>
          <w:rFonts w:eastAsia="Arial"/>
          <w:bCs/>
          <w:sz w:val="28"/>
          <w:szCs w:val="28"/>
          <w:lang w:eastAsia="ar-SA"/>
        </w:rPr>
        <w:t>1.3.10.2. Уведомление об окончании предоставления муниципальной услуги либо мотивированном отказе в приеме заявления о предоставлении муниципальной услуги в форме электронного документа и иных документов, необходимых для предоставления муниципальной услуги;</w:t>
      </w:r>
    </w:p>
    <w:p w:rsidR="003B5971" w:rsidRDefault="00181792" w:rsidP="003B5971">
      <w:pPr>
        <w:widowControl w:val="0"/>
        <w:ind w:firstLine="709"/>
        <w:contextualSpacing/>
        <w:jc w:val="both"/>
        <w:rPr>
          <w:rFonts w:eastAsia="Arial"/>
          <w:b/>
          <w:sz w:val="28"/>
          <w:szCs w:val="28"/>
          <w:lang w:eastAsia="ar-SA"/>
        </w:rPr>
      </w:pPr>
      <w:r w:rsidRPr="00BA5018">
        <w:rPr>
          <w:rFonts w:eastAsia="Arial"/>
          <w:bCs/>
          <w:sz w:val="28"/>
          <w:szCs w:val="28"/>
          <w:lang w:eastAsia="ar-SA"/>
        </w:rPr>
        <w:t>1.3.10.3. Уведомление о мотивированном отказе в предоставлении м</w:t>
      </w:r>
      <w:r w:rsidRPr="00BA5018">
        <w:rPr>
          <w:rFonts w:eastAsia="Arial"/>
          <w:bCs/>
          <w:sz w:val="28"/>
          <w:szCs w:val="28"/>
          <w:lang w:eastAsia="ar-SA"/>
        </w:rPr>
        <w:t>у</w:t>
      </w:r>
      <w:r w:rsidRPr="00BA5018">
        <w:rPr>
          <w:rFonts w:eastAsia="Arial"/>
          <w:bCs/>
          <w:sz w:val="28"/>
          <w:szCs w:val="28"/>
          <w:lang w:eastAsia="ar-SA"/>
        </w:rPr>
        <w:t>ниципальной услуги.</w:t>
      </w:r>
    </w:p>
    <w:p w:rsidR="003B5971" w:rsidRDefault="00181792" w:rsidP="003B5971">
      <w:pPr>
        <w:widowControl w:val="0"/>
        <w:ind w:firstLine="709"/>
        <w:contextualSpacing/>
        <w:jc w:val="both"/>
        <w:rPr>
          <w:rFonts w:eastAsia="Arial"/>
          <w:b/>
          <w:sz w:val="28"/>
          <w:szCs w:val="28"/>
          <w:lang w:eastAsia="ar-SA"/>
        </w:rPr>
      </w:pPr>
      <w:r w:rsidRPr="00BA5018">
        <w:rPr>
          <w:b/>
          <w:sz w:val="28"/>
          <w:szCs w:val="28"/>
          <w:lang w:val="en-US"/>
        </w:rPr>
        <w:t>II</w:t>
      </w:r>
      <w:r w:rsidRPr="00BA5018">
        <w:rPr>
          <w:b/>
          <w:sz w:val="28"/>
          <w:szCs w:val="28"/>
        </w:rPr>
        <w:t>. Стандарт предоставления муниципальной услуги</w:t>
      </w:r>
    </w:p>
    <w:p w:rsidR="003B5971" w:rsidRDefault="003B5971" w:rsidP="003B5971">
      <w:pPr>
        <w:widowControl w:val="0"/>
        <w:ind w:firstLine="709"/>
        <w:contextualSpacing/>
        <w:jc w:val="both"/>
        <w:rPr>
          <w:rFonts w:eastAsia="Arial"/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t xml:space="preserve">2.1. </w:t>
      </w:r>
      <w:r w:rsidR="00181792" w:rsidRPr="00BA5018">
        <w:rPr>
          <w:b/>
          <w:sz w:val="28"/>
          <w:szCs w:val="28"/>
        </w:rPr>
        <w:t>Наименование муниципальной услуги</w:t>
      </w:r>
      <w:bookmarkEnd w:id="1"/>
    </w:p>
    <w:p w:rsidR="003B5971" w:rsidRDefault="00181792" w:rsidP="003B5971">
      <w:pPr>
        <w:widowControl w:val="0"/>
        <w:ind w:firstLine="709"/>
        <w:contextualSpacing/>
        <w:jc w:val="both"/>
        <w:rPr>
          <w:rFonts w:eastAsia="Arial"/>
          <w:b/>
          <w:sz w:val="28"/>
          <w:szCs w:val="28"/>
          <w:lang w:eastAsia="ar-SA"/>
        </w:rPr>
      </w:pPr>
      <w:r w:rsidRPr="00BA5018">
        <w:rPr>
          <w:sz w:val="28"/>
          <w:szCs w:val="28"/>
        </w:rPr>
        <w:t>Выдача специальных разрешений на движение по автомобильным д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рогам местного значения тяжеловесного и (или) крупногабаритного тран</w:t>
      </w:r>
      <w:r w:rsidRPr="00BA5018">
        <w:rPr>
          <w:sz w:val="28"/>
          <w:szCs w:val="28"/>
        </w:rPr>
        <w:t>с</w:t>
      </w:r>
      <w:r w:rsidRPr="00BA5018">
        <w:rPr>
          <w:sz w:val="28"/>
          <w:szCs w:val="28"/>
        </w:rPr>
        <w:t>портного средства (далее – специальное разрешение).</w:t>
      </w:r>
    </w:p>
    <w:p w:rsidR="003B5971" w:rsidRDefault="00181792" w:rsidP="003B5971">
      <w:pPr>
        <w:widowControl w:val="0"/>
        <w:ind w:firstLine="709"/>
        <w:contextualSpacing/>
        <w:jc w:val="both"/>
        <w:rPr>
          <w:rFonts w:eastAsia="Arial"/>
          <w:b/>
          <w:sz w:val="28"/>
          <w:szCs w:val="28"/>
          <w:lang w:eastAsia="ar-SA"/>
        </w:rPr>
      </w:pPr>
      <w:r w:rsidRPr="00BA5018">
        <w:rPr>
          <w:b/>
          <w:sz w:val="28"/>
          <w:szCs w:val="28"/>
        </w:rPr>
        <w:t>2.2. Наименование органа, предоставляющего муниципальную услугу</w:t>
      </w:r>
    </w:p>
    <w:p w:rsidR="003B5971" w:rsidRDefault="00181792" w:rsidP="003B5971">
      <w:pPr>
        <w:widowControl w:val="0"/>
        <w:ind w:firstLine="709"/>
        <w:contextualSpacing/>
        <w:jc w:val="both"/>
        <w:rPr>
          <w:rFonts w:eastAsia="Arial"/>
          <w:b/>
          <w:sz w:val="28"/>
          <w:szCs w:val="28"/>
          <w:lang w:eastAsia="ar-SA"/>
        </w:rPr>
      </w:pPr>
      <w:r w:rsidRPr="00BA5018">
        <w:rPr>
          <w:sz w:val="28"/>
          <w:szCs w:val="28"/>
        </w:rPr>
        <w:t>2.2.1. Муниципальная услуга предоставляется:</w:t>
      </w:r>
    </w:p>
    <w:p w:rsidR="00181792" w:rsidRPr="003B5971" w:rsidRDefault="00181792" w:rsidP="003B5971">
      <w:pPr>
        <w:widowControl w:val="0"/>
        <w:ind w:firstLine="709"/>
        <w:contextualSpacing/>
        <w:jc w:val="both"/>
        <w:rPr>
          <w:rFonts w:eastAsia="Arial"/>
          <w:b/>
          <w:sz w:val="28"/>
          <w:szCs w:val="28"/>
          <w:lang w:eastAsia="ar-SA"/>
        </w:rPr>
      </w:pPr>
      <w:r w:rsidRPr="00BA5018">
        <w:rPr>
          <w:color w:val="000000"/>
          <w:sz w:val="28"/>
          <w:szCs w:val="28"/>
        </w:rPr>
        <w:t>Администрацией Мошенского муниципального района в лице отдела  жилищно - коммунального хозяйства и дорожной деятельности;</w:t>
      </w:r>
    </w:p>
    <w:p w:rsidR="00181792" w:rsidRPr="00BA5018" w:rsidRDefault="00181792" w:rsidP="00BA5018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BA5018">
        <w:rPr>
          <w:color w:val="000000"/>
          <w:sz w:val="28"/>
          <w:szCs w:val="28"/>
        </w:rPr>
        <w:t>МФЦ - в части приема и (или) выдачи документов на предоставление муниципальной услуги), формирования и направления межведомственных запросов (при условии заключения соглашений о взаимодействии с МФЦ).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 предоставлении муниципальной услуги Уполномоченный орган осуществляет взаимодействие с: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владельцами автомобильных дорог;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Управлением Федеральной налоговой службы по Новгородской обл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сти (в части предоставления информации о государственной регистрации п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лучателя государственной услуги в качестве индивидуального предприним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теля или юридического лица, зарегистрированного на территории Росси</w:t>
      </w:r>
      <w:r w:rsidRPr="00BA5018">
        <w:rPr>
          <w:sz w:val="28"/>
          <w:szCs w:val="28"/>
        </w:rPr>
        <w:t>й</w:t>
      </w:r>
      <w:r w:rsidRPr="00BA5018">
        <w:rPr>
          <w:sz w:val="28"/>
          <w:szCs w:val="28"/>
        </w:rPr>
        <w:t>ской Федерации);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Управлением Федерального казначейства по Новгородской области (в части предоставления сведений (из Государственной информационной с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стемы о государственных и муниципальных платежах (ГИС ГМП)) об уплате государственной пошлины за выдачу специального разрешения; платежей за возмещение вреда, причиняемого тяжеловесным транспортным средством,  автомобильным дорогам, а также расходов на укрепление автомобильных дорог или принятия специальных мер по обустройству автомобильных дорог или их участков);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органами управления Государственной инспекции безопасности д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рожного движения Министерства внутренних дел Российской Федерации (далее - Госавтоинспекция) (в части согласования маршрута крупногабари</w:t>
      </w:r>
      <w:r w:rsidRPr="00BA5018">
        <w:rPr>
          <w:sz w:val="28"/>
          <w:szCs w:val="28"/>
        </w:rPr>
        <w:t>т</w:t>
      </w:r>
      <w:r w:rsidRPr="00BA5018">
        <w:rPr>
          <w:sz w:val="28"/>
          <w:szCs w:val="28"/>
        </w:rPr>
        <w:t>ного и (или) тяжеловесного транспортного средства в случаях, указанных в настоящем административном регламенте);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lastRenderedPageBreak/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смотренных настоящим административным регламентом.</w:t>
      </w:r>
    </w:p>
    <w:p w:rsidR="00181792" w:rsidRPr="00BA5018" w:rsidRDefault="003B5971" w:rsidP="00BA501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2.3. </w:t>
      </w:r>
      <w:r w:rsidR="00181792" w:rsidRPr="00BA5018">
        <w:rPr>
          <w:b/>
          <w:bCs/>
          <w:sz w:val="28"/>
          <w:szCs w:val="28"/>
        </w:rPr>
        <w:t>Описание результата предоставления муниципальной услуги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2.3.1. Результатом предоставления муниципальной услуги являются: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выдача специального разрешения;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отказ в выдаче специального разрешения.</w:t>
      </w:r>
    </w:p>
    <w:p w:rsidR="00181792" w:rsidRPr="00BA5018" w:rsidRDefault="003B5971" w:rsidP="00BA501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</w:t>
      </w:r>
      <w:r w:rsidR="00181792" w:rsidRPr="00BA5018">
        <w:rPr>
          <w:sz w:val="28"/>
          <w:szCs w:val="28"/>
        </w:rPr>
        <w:t>Результат предоставления муниципальной услуги может быть предоставлен в форме электронного документа единого портала, регионал</w:t>
      </w:r>
      <w:r w:rsidR="00181792" w:rsidRPr="00BA5018">
        <w:rPr>
          <w:sz w:val="28"/>
          <w:szCs w:val="28"/>
        </w:rPr>
        <w:t>ь</w:t>
      </w:r>
      <w:r w:rsidR="00181792" w:rsidRPr="00BA5018">
        <w:rPr>
          <w:sz w:val="28"/>
          <w:szCs w:val="28"/>
        </w:rPr>
        <w:t>ного портала.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2.3.3. Выданное специальное разрешение в электронной форме должно быть распечатано на бумажном носителе.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2.4. Срок предоставления муниципальной услуги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2.4.1. Специальное разрешение в случае, если требуется согласование только владельцев автомобильных дорог, и при наличии соответствующих согласований выдается в срок, не превышающий 11 рабочих дней</w:t>
      </w:r>
      <w:r w:rsidR="003B5971">
        <w:rPr>
          <w:sz w:val="28"/>
          <w:szCs w:val="28"/>
        </w:rPr>
        <w:t xml:space="preserve"> </w:t>
      </w:r>
      <w:r w:rsidRPr="00BA5018">
        <w:rPr>
          <w:sz w:val="28"/>
          <w:szCs w:val="28"/>
        </w:rPr>
        <w:t>с даты р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гистрации заявления, в случае необходимости согласования маршрута тран</w:t>
      </w:r>
      <w:r w:rsidRPr="00BA5018">
        <w:rPr>
          <w:sz w:val="28"/>
          <w:szCs w:val="28"/>
        </w:rPr>
        <w:t>с</w:t>
      </w:r>
      <w:r w:rsidRPr="00BA5018">
        <w:rPr>
          <w:sz w:val="28"/>
          <w:szCs w:val="28"/>
        </w:rPr>
        <w:t>портного средства с Госавтоинспекцией - в течение</w:t>
      </w:r>
      <w:r w:rsidR="003B5971">
        <w:rPr>
          <w:sz w:val="28"/>
          <w:szCs w:val="28"/>
        </w:rPr>
        <w:t xml:space="preserve"> </w:t>
      </w:r>
      <w:r w:rsidRPr="00BA5018">
        <w:rPr>
          <w:sz w:val="28"/>
          <w:szCs w:val="28"/>
        </w:rPr>
        <w:t>15 рабочих дней с даты регистрации заявления.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 случае если для осуществления движения тяжеловесного и (или) крупногабаритного транспортного средства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</w:t>
      </w:r>
      <w:r w:rsidRPr="00BA5018">
        <w:rPr>
          <w:sz w:val="28"/>
          <w:szCs w:val="28"/>
        </w:rPr>
        <w:t>ю</w:t>
      </w:r>
      <w:r w:rsidRPr="00BA5018">
        <w:rPr>
          <w:sz w:val="28"/>
          <w:szCs w:val="28"/>
        </w:rPr>
        <w:t>щих автомобильную дорогу сооружений и инженерных коммуникаций, срок выдачи специального разрешения увеличивается на срок проведения указа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ных мероприятий.</w:t>
      </w:r>
    </w:p>
    <w:p w:rsidR="003B5971" w:rsidRDefault="00181792" w:rsidP="003B5971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Заявления по экстренному пропуску крупногабаритных и (или) тяж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ловесных транспортных средств, направляемых для ликвидации последствий чрезвычайных ситуаций, а также специализированных транспортных средств телевизионных компаний (передвижных телевизионных станций, состоящих из основного и вспомогательного транспортного средства (ПТС), груз кот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рых составляет оборудование, необходимое для проведения съемок, и м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бильных энергетических комплексов (МЭК)), направляемых на проведение съемок и трансляций, рассматриваются уполномоченным органом в опер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тивном порядке в течение одного рабочего дня с возможностью предъявл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ния копий платежных документов, подтверждающих оплату государственной пошлины за выдачу специального разрешения, платежей за возмещение вр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да, причиняемого автомобильным дорогам тяжеловесным транспортным средством.</w:t>
      </w:r>
    </w:p>
    <w:p w:rsidR="00181792" w:rsidRPr="00BA5018" w:rsidRDefault="00181792" w:rsidP="003B5971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2.4.2. Результат предоставления муниципальной услуги выдается (направляется) заявителю  способом, указанным в </w:t>
      </w:r>
      <w:r w:rsidR="003B5971">
        <w:rPr>
          <w:sz w:val="28"/>
          <w:szCs w:val="28"/>
        </w:rPr>
        <w:t xml:space="preserve">заявлении в течение </w:t>
      </w:r>
      <w:r w:rsidRPr="00BA5018">
        <w:rPr>
          <w:sz w:val="28"/>
          <w:szCs w:val="28"/>
        </w:rPr>
        <w:t>1 (о</w:t>
      </w:r>
      <w:r w:rsidRPr="00BA5018">
        <w:rPr>
          <w:sz w:val="28"/>
          <w:szCs w:val="28"/>
        </w:rPr>
        <w:t>д</w:t>
      </w:r>
      <w:r w:rsidRPr="00BA5018">
        <w:rPr>
          <w:sz w:val="28"/>
          <w:szCs w:val="28"/>
        </w:rPr>
        <w:t>ного) рабочего дня со дня принятия решения о выдаче или об отказе в выдаче специального разрешения: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lastRenderedPageBreak/>
        <w:t>в форме электронного документа, подписанного уполномоченным должностным лицом с использованием усиленной квалифицированной эле</w:t>
      </w:r>
      <w:r w:rsidRPr="00BA5018">
        <w:rPr>
          <w:sz w:val="28"/>
          <w:szCs w:val="28"/>
        </w:rPr>
        <w:t>к</w:t>
      </w:r>
      <w:r w:rsidRPr="00BA5018">
        <w:rPr>
          <w:sz w:val="28"/>
          <w:szCs w:val="28"/>
        </w:rPr>
        <w:t>тронной подписи;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 форме документа на бумажном носителе, подтверждающего соде</w:t>
      </w:r>
      <w:r w:rsidRPr="00BA5018">
        <w:rPr>
          <w:sz w:val="28"/>
          <w:szCs w:val="28"/>
        </w:rPr>
        <w:t>р</w:t>
      </w:r>
      <w:r w:rsidRPr="00BA5018">
        <w:rPr>
          <w:sz w:val="28"/>
          <w:szCs w:val="28"/>
        </w:rPr>
        <w:t>жание электронного документа, подписанного Уполномоченным органом, посредством выдачи заявителю лично под расписку либо направления док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мента посредством почтового отправления по указанному в заявлении почт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вому адресу.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 наличии в заявлении указания о выдаче результата предоставления муниципальной услуги через МФЦ по месту представления заявления Упо</w:t>
      </w:r>
      <w:r w:rsidRPr="00BA5018">
        <w:rPr>
          <w:sz w:val="28"/>
          <w:szCs w:val="28"/>
        </w:rPr>
        <w:t>л</w:t>
      </w:r>
      <w:r w:rsidRPr="00BA5018">
        <w:rPr>
          <w:sz w:val="28"/>
          <w:szCs w:val="28"/>
        </w:rPr>
        <w:t>номоченный орган обеспечивает в срок не позднее одного рабочего дня со дня принятия Уполномоченным органом  решения о выдаче либо об отказе в выдаче специального разрешения передачу документа   в МФЦ для выдачи заявителю.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 наличии технической возможности электронного взаимодействия при выдаче результата услуги с использованием АИС МФЦ,  должностное лицо Уполномоченного органа направляет результат предоставления мун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ципальной услуги в электронном виде. Специалист МФЦ составляет на б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мажном носителе документ, подтверждающий содержание направленного Уполномоченным органом электронного документа, заверяет его подписью и печатью МФЦ и выдает заявителю.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bCs/>
          <w:sz w:val="28"/>
          <w:szCs w:val="28"/>
        </w:rPr>
        <w:t>2.4.3. В случае если в заявлении, представленном непосредственно или в электронной форме, отсутствует информация о способе получения док</w:t>
      </w:r>
      <w:r w:rsidRPr="00BA5018">
        <w:rPr>
          <w:bCs/>
          <w:sz w:val="28"/>
          <w:szCs w:val="28"/>
        </w:rPr>
        <w:t>у</w:t>
      </w:r>
      <w:r w:rsidRPr="00BA5018">
        <w:rPr>
          <w:bCs/>
          <w:sz w:val="28"/>
          <w:szCs w:val="28"/>
        </w:rPr>
        <w:t>мента, являющегося результатом предоставления муниципальной услуги, указанный документ направляется заявителю посредством почтового отпра</w:t>
      </w:r>
      <w:r w:rsidRPr="00BA5018">
        <w:rPr>
          <w:bCs/>
          <w:sz w:val="28"/>
          <w:szCs w:val="28"/>
        </w:rPr>
        <w:t>в</w:t>
      </w:r>
      <w:r w:rsidRPr="00BA5018">
        <w:rPr>
          <w:bCs/>
          <w:sz w:val="28"/>
          <w:szCs w:val="28"/>
        </w:rPr>
        <w:t>ления по указанному в заявлении почтовому адресу.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2.5. Нормативные правовые акты, регулирующие предоставление муниципальной услуги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2.5.1. Предоставление </w:t>
      </w:r>
      <w:r w:rsidRPr="00BA5018">
        <w:rPr>
          <w:bCs/>
          <w:iCs/>
          <w:sz w:val="28"/>
          <w:szCs w:val="28"/>
        </w:rPr>
        <w:t>муниципаль</w:t>
      </w:r>
      <w:r w:rsidRPr="00BA5018">
        <w:rPr>
          <w:sz w:val="28"/>
          <w:szCs w:val="28"/>
        </w:rPr>
        <w:t>ной услуги осуществляется в соо</w:t>
      </w:r>
      <w:r w:rsidRPr="00BA5018">
        <w:rPr>
          <w:sz w:val="28"/>
          <w:szCs w:val="28"/>
        </w:rPr>
        <w:t>т</w:t>
      </w:r>
      <w:r w:rsidRPr="00BA5018">
        <w:rPr>
          <w:sz w:val="28"/>
          <w:szCs w:val="28"/>
        </w:rPr>
        <w:t>ветствии с:</w:t>
      </w:r>
    </w:p>
    <w:p w:rsidR="00181792" w:rsidRPr="00BA5018" w:rsidRDefault="00181792" w:rsidP="00BA5018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color w:val="000000"/>
          <w:sz w:val="28"/>
          <w:szCs w:val="28"/>
        </w:rPr>
        <w:t>Конституцией Российской Федерации, принятой всенародным голос</w:t>
      </w:r>
      <w:r w:rsidRPr="00BA5018">
        <w:rPr>
          <w:color w:val="000000"/>
          <w:sz w:val="28"/>
          <w:szCs w:val="28"/>
        </w:rPr>
        <w:t>о</w:t>
      </w:r>
      <w:r w:rsidRPr="00BA5018">
        <w:rPr>
          <w:color w:val="000000"/>
          <w:sz w:val="28"/>
          <w:szCs w:val="28"/>
        </w:rPr>
        <w:t xml:space="preserve">ванием 12.12.1993 года, («Российская газета», № 7, 21.01.2009); 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Федеральным законом от 08 ноября 2007 года № 257-ФЗ «Об автом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бильных дорогах и о дорожной деятельности в Российской Федерации и о внесении изменений в отдельные законодательные акты Российской Федер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ции»</w:t>
      </w:r>
      <w:r w:rsidRPr="00BA5018">
        <w:rPr>
          <w:color w:val="000000"/>
          <w:sz w:val="28"/>
          <w:szCs w:val="28"/>
        </w:rPr>
        <w:t xml:space="preserve"> («Российская газета», № 254, 14.11.2007);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Федеральным законом Российской Федерации от 10 декабря 1995 года № 196-ФЗ «О безопасности дорожного движения» </w:t>
      </w:r>
      <w:r w:rsidRPr="00BA5018">
        <w:rPr>
          <w:color w:val="000000"/>
          <w:sz w:val="28"/>
          <w:szCs w:val="28"/>
        </w:rPr>
        <w:t>(«Российская газета»,      № 245, 26.12.1995);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Федеральным законом от 27 июля 2010 года № 210-ФЗ «Об организ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ции предоставления государственных и муниципальных услуг»</w:t>
      </w:r>
      <w:r w:rsidRPr="00BA5018">
        <w:rPr>
          <w:color w:val="000000"/>
          <w:sz w:val="28"/>
          <w:szCs w:val="28"/>
        </w:rPr>
        <w:t xml:space="preserve"> («Российская газета», № 168, 30.07.2010);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постановлением Правительства Российской Федерации от 15 апреля 2011 года № 272 «Об утверждении Правил перевозок грузов автомобильным </w:t>
      </w:r>
      <w:r w:rsidRPr="00BA5018">
        <w:rPr>
          <w:sz w:val="28"/>
          <w:szCs w:val="28"/>
        </w:rPr>
        <w:lastRenderedPageBreak/>
        <w:t>транспортом»</w:t>
      </w:r>
      <w:r w:rsidRPr="00BA5018">
        <w:rPr>
          <w:color w:val="000000"/>
          <w:sz w:val="28"/>
          <w:szCs w:val="28"/>
        </w:rPr>
        <w:t xml:space="preserve"> («Собрание законодательства РФ», 25.04.2011, №17, ст.2407);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постановлением Правительства Российской Федерации от 31 января  2020 года № 67 «Об утверждении  правил возмещения вреда, причиняемого тяжеловесными транспортными средствами, об изменении и признании утр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 xml:space="preserve">тившими силу некоторых актов Правительства Российской Федерации» </w:t>
      </w:r>
      <w:r w:rsidRPr="00BA5018">
        <w:rPr>
          <w:color w:val="000000"/>
          <w:sz w:val="28"/>
          <w:szCs w:val="28"/>
        </w:rPr>
        <w:t>(«Собрание законодательства 91» 10.02.2020, № 6, ст.675);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приказом Минтранса России от 5 июня 2019 года № 167 «Об утвержд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нии Порядка выдачи специального разрешения на движение по автомобил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t>ным дорогам тяжеловесного и (или) крупногабаритного транспортного сре</w:t>
      </w:r>
      <w:r w:rsidRPr="00BA5018">
        <w:rPr>
          <w:sz w:val="28"/>
          <w:szCs w:val="28"/>
        </w:rPr>
        <w:t>д</w:t>
      </w:r>
      <w:r w:rsidRPr="00BA5018">
        <w:rPr>
          <w:sz w:val="28"/>
          <w:szCs w:val="28"/>
        </w:rPr>
        <w:t xml:space="preserve">ства» </w:t>
      </w:r>
      <w:r w:rsidRPr="00BA5018">
        <w:rPr>
          <w:color w:val="000000"/>
          <w:sz w:val="28"/>
          <w:szCs w:val="28"/>
        </w:rPr>
        <w:t>(Официальный интернет портал).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BA5018">
        <w:rPr>
          <w:b/>
          <w:bCs/>
          <w:sz w:val="28"/>
          <w:szCs w:val="28"/>
        </w:rPr>
        <w:t>2.6. Исчерпывающий перечень документов, необходимых в соо</w:t>
      </w:r>
      <w:r w:rsidRPr="00BA5018">
        <w:rPr>
          <w:b/>
          <w:bCs/>
          <w:sz w:val="28"/>
          <w:szCs w:val="28"/>
        </w:rPr>
        <w:t>т</w:t>
      </w:r>
      <w:r w:rsidRPr="00BA5018">
        <w:rPr>
          <w:b/>
          <w:bCs/>
          <w:sz w:val="28"/>
          <w:szCs w:val="28"/>
        </w:rPr>
        <w:t>ветствии с нормативными правовыми актами для предоставления м</w:t>
      </w:r>
      <w:r w:rsidRPr="00BA5018">
        <w:rPr>
          <w:b/>
          <w:bCs/>
          <w:sz w:val="28"/>
          <w:szCs w:val="28"/>
        </w:rPr>
        <w:t>у</w:t>
      </w:r>
      <w:r w:rsidRPr="00BA5018">
        <w:rPr>
          <w:b/>
          <w:bCs/>
          <w:sz w:val="28"/>
          <w:szCs w:val="28"/>
        </w:rPr>
        <w:t>ниципальной услуги и услуг, которые являются необходимыми и обяз</w:t>
      </w:r>
      <w:r w:rsidRPr="00BA5018">
        <w:rPr>
          <w:b/>
          <w:bCs/>
          <w:sz w:val="28"/>
          <w:szCs w:val="28"/>
        </w:rPr>
        <w:t>а</w:t>
      </w:r>
      <w:r w:rsidRPr="00BA5018">
        <w:rPr>
          <w:b/>
          <w:bCs/>
          <w:sz w:val="28"/>
          <w:szCs w:val="28"/>
        </w:rPr>
        <w:t>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181792" w:rsidRPr="00BA5018" w:rsidRDefault="00181792" w:rsidP="00BA5018">
      <w:pPr>
        <w:pStyle w:val="ac"/>
        <w:widowControl w:val="0"/>
        <w:spacing w:after="0"/>
        <w:ind w:firstLine="720"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2.6.1. Для получения специального разрешения заявитель  направляет (представляет):</w:t>
      </w:r>
    </w:p>
    <w:p w:rsidR="00181792" w:rsidRPr="00BA5018" w:rsidRDefault="00181792" w:rsidP="00BA5018">
      <w:pPr>
        <w:pStyle w:val="ac"/>
        <w:widowControl w:val="0"/>
        <w:spacing w:after="0"/>
        <w:ind w:firstLine="720"/>
        <w:jc w:val="both"/>
        <w:rPr>
          <w:bCs/>
          <w:sz w:val="28"/>
          <w:szCs w:val="28"/>
        </w:rPr>
      </w:pPr>
      <w:r w:rsidRPr="00BA5018">
        <w:rPr>
          <w:sz w:val="28"/>
          <w:szCs w:val="28"/>
        </w:rPr>
        <w:t xml:space="preserve">1) </w:t>
      </w:r>
      <w:hyperlink r:id="rId11" w:history="1">
        <w:r w:rsidRPr="00BA5018">
          <w:rPr>
            <w:sz w:val="28"/>
            <w:szCs w:val="28"/>
          </w:rPr>
          <w:t>заявление</w:t>
        </w:r>
      </w:hyperlink>
      <w:r w:rsidRPr="00BA5018">
        <w:rPr>
          <w:sz w:val="28"/>
          <w:szCs w:val="28"/>
        </w:rPr>
        <w:t xml:space="preserve"> о выдаче специального разрешения по рекомендуемому образцу согласно приложению</w:t>
      </w:r>
      <w:r w:rsidR="003B5971">
        <w:rPr>
          <w:sz w:val="28"/>
          <w:szCs w:val="28"/>
        </w:rPr>
        <w:t xml:space="preserve"> </w:t>
      </w:r>
      <w:r w:rsidR="00F04689">
        <w:rPr>
          <w:sz w:val="28"/>
          <w:szCs w:val="28"/>
        </w:rPr>
        <w:t>№ 1</w:t>
      </w:r>
      <w:r w:rsidRPr="00BA5018">
        <w:rPr>
          <w:sz w:val="28"/>
          <w:szCs w:val="28"/>
        </w:rPr>
        <w:t xml:space="preserve"> к настоящему административному регл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менту (соответствует приложению № 2 к Порядку выдачи специального ра</w:t>
      </w:r>
      <w:r w:rsidRPr="00BA5018">
        <w:rPr>
          <w:sz w:val="28"/>
          <w:szCs w:val="28"/>
        </w:rPr>
        <w:t>з</w:t>
      </w:r>
      <w:r w:rsidRPr="00BA5018">
        <w:rPr>
          <w:sz w:val="28"/>
          <w:szCs w:val="28"/>
        </w:rPr>
        <w:t>решения на движение по автомобильным дорогам тяжеловесного и (или) крупногабаритного транспортного средства, утвержденному приказом Ми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транса России от 05.06.2019 № 167 (далее – Порядок выдачи специального разрешения);</w:t>
      </w:r>
    </w:p>
    <w:p w:rsidR="00181792" w:rsidRPr="00BA5018" w:rsidRDefault="00181792" w:rsidP="00BA5018">
      <w:pPr>
        <w:pStyle w:val="ac"/>
        <w:widowControl w:val="0"/>
        <w:spacing w:after="0"/>
        <w:ind w:firstLine="720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2) копию документов каждого транспортного средства (паспорт тран</w:t>
      </w:r>
      <w:r w:rsidRPr="00BA5018">
        <w:rPr>
          <w:sz w:val="28"/>
          <w:szCs w:val="28"/>
        </w:rPr>
        <w:t>с</w:t>
      </w:r>
      <w:r w:rsidRPr="00BA5018">
        <w:rPr>
          <w:sz w:val="28"/>
          <w:szCs w:val="28"/>
        </w:rPr>
        <w:t>портного средства или свидетельство о регистрации транспортного средства, паспорт самоходной машины), с использованием которого планируется п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ездка;</w:t>
      </w:r>
    </w:p>
    <w:p w:rsidR="00181792" w:rsidRPr="00BA5018" w:rsidRDefault="00181792" w:rsidP="00BA5018">
      <w:pPr>
        <w:pStyle w:val="ac"/>
        <w:widowControl w:val="0"/>
        <w:spacing w:after="0"/>
        <w:ind w:firstLine="720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3) схему тяжеловесного и (или) крупногабаритного транспортного средства (автопоезда) с изображением размещения груза (при наличии груза) по рекомендуемому образцу согласно приложению № 3 к Порядку</w:t>
      </w:r>
      <w:r w:rsidR="00F04689">
        <w:rPr>
          <w:sz w:val="28"/>
          <w:szCs w:val="28"/>
        </w:rPr>
        <w:t xml:space="preserve"> выдачи специального разрешения.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bCs/>
          <w:sz w:val="28"/>
          <w:szCs w:val="28"/>
        </w:rPr>
        <w:t>На схеме изображается транспортное средство, планируемое к участию в</w:t>
      </w:r>
      <w:r w:rsidRPr="00BA5018">
        <w:rPr>
          <w:sz w:val="28"/>
          <w:szCs w:val="28"/>
        </w:rPr>
        <w:t xml:space="preserve"> перевозке, его габариты с грузом (при наличии груза),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распределение на отдельные колеса, а также при наличии груза - габариты груза, расположение груза на транспортном средстве, погрузочная высота, свес (при наличии) (изображается вид в профиль, сзади), способы, места крепления груза;</w:t>
      </w:r>
    </w:p>
    <w:p w:rsidR="00F04689" w:rsidRDefault="00181792" w:rsidP="00F046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4) сведения о технических требованиях к перевозке заявленного груза в транспортном положении (в случае перевозки груза) - сведения изготовителя, производителя груза, эксплуатационные документы, содержащие информ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lastRenderedPageBreak/>
        <w:t>цию о весогабаритных параметрах груза;</w:t>
      </w:r>
    </w:p>
    <w:p w:rsidR="00F04689" w:rsidRDefault="00181792" w:rsidP="00F046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5) копия ранее выданного специального разрешения, срок действия к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торого на момент подачи заявления не истек, - в случае повторной подачи заявления на движение крупногабаритной сельскохозяйственной техники (комбайн, трактор) своим ходом в период с марта по сентябрь в пределах о</w:t>
      </w:r>
      <w:r w:rsidRPr="00BA5018">
        <w:rPr>
          <w:sz w:val="28"/>
          <w:szCs w:val="28"/>
        </w:rPr>
        <w:t>д</w:t>
      </w:r>
      <w:r w:rsidRPr="00BA5018">
        <w:rPr>
          <w:sz w:val="28"/>
          <w:szCs w:val="28"/>
        </w:rPr>
        <w:t>ного муниципального образования при наличии действующего специального разрешения на данное транспортное средство.</w:t>
      </w:r>
    </w:p>
    <w:p w:rsidR="00F04689" w:rsidRDefault="00181792" w:rsidP="00F046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В этом случае документы, указанные в </w:t>
      </w:r>
      <w:r w:rsidR="00130979">
        <w:rPr>
          <w:sz w:val="28"/>
          <w:szCs w:val="28"/>
        </w:rPr>
        <w:t>под</w:t>
      </w:r>
      <w:hyperlink r:id="rId12" w:history="1">
        <w:r w:rsidRPr="00BA5018">
          <w:rPr>
            <w:sz w:val="28"/>
            <w:szCs w:val="28"/>
          </w:rPr>
          <w:t>пунктах</w:t>
        </w:r>
        <w:r w:rsidRPr="00BA5018">
          <w:rPr>
            <w:color w:val="0000FF"/>
            <w:sz w:val="28"/>
            <w:szCs w:val="28"/>
          </w:rPr>
          <w:t xml:space="preserve"> </w:t>
        </w:r>
      </w:hyperlink>
      <w:r w:rsidRPr="00BA5018">
        <w:rPr>
          <w:sz w:val="28"/>
          <w:szCs w:val="28"/>
        </w:rPr>
        <w:t xml:space="preserve">2 – 4 </w:t>
      </w:r>
      <w:r w:rsidR="00130979">
        <w:rPr>
          <w:sz w:val="28"/>
          <w:szCs w:val="28"/>
        </w:rPr>
        <w:t xml:space="preserve">настоящего </w:t>
      </w:r>
      <w:r w:rsidRPr="00BA5018">
        <w:rPr>
          <w:sz w:val="28"/>
          <w:szCs w:val="28"/>
        </w:rPr>
        <w:t>пункта</w:t>
      </w:r>
      <w:r w:rsidR="00F04689">
        <w:rPr>
          <w:sz w:val="28"/>
          <w:szCs w:val="28"/>
        </w:rPr>
        <w:t>,</w:t>
      </w:r>
      <w:r w:rsidRPr="00BA5018">
        <w:rPr>
          <w:sz w:val="28"/>
          <w:szCs w:val="28"/>
        </w:rPr>
        <w:t xml:space="preserve"> к заявлению не прилагаются;</w:t>
      </w:r>
    </w:p>
    <w:p w:rsidR="00F04689" w:rsidRDefault="00181792" w:rsidP="00F046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6) документы, подтверждающие полномочия представителя, в случае подачи заявления в уполномоченный орган представителем владельца тран</w:t>
      </w:r>
      <w:r w:rsidRPr="00BA5018">
        <w:rPr>
          <w:sz w:val="28"/>
          <w:szCs w:val="28"/>
        </w:rPr>
        <w:t>с</w:t>
      </w:r>
      <w:r w:rsidR="00F04689">
        <w:rPr>
          <w:sz w:val="28"/>
          <w:szCs w:val="28"/>
        </w:rPr>
        <w:t>портного средства.</w:t>
      </w:r>
    </w:p>
    <w:p w:rsidR="00181792" w:rsidRPr="00BA5018" w:rsidRDefault="00181792" w:rsidP="00F046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 случае если заявление подается повторно в порядке, предусмотре</w:t>
      </w:r>
      <w:r w:rsidRPr="00BA5018">
        <w:rPr>
          <w:sz w:val="28"/>
          <w:szCs w:val="28"/>
        </w:rPr>
        <w:t>н</w:t>
      </w:r>
      <w:r w:rsidR="00F04689">
        <w:rPr>
          <w:sz w:val="28"/>
          <w:szCs w:val="28"/>
        </w:rPr>
        <w:t>ном подразделом</w:t>
      </w:r>
      <w:r w:rsidRPr="00BA5018">
        <w:rPr>
          <w:sz w:val="28"/>
          <w:szCs w:val="28"/>
        </w:rPr>
        <w:t xml:space="preserve"> 1.1 настоящего административного регламента, документы, указанные в подпунктах 2 - 4 настоящего подпункта, к заявлению не прил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гаются.</w:t>
      </w:r>
    </w:p>
    <w:p w:rsidR="00181792" w:rsidRPr="00BA5018" w:rsidRDefault="00181792" w:rsidP="00BA5018">
      <w:pPr>
        <w:pStyle w:val="ac"/>
        <w:widowControl w:val="0"/>
        <w:spacing w:after="0"/>
        <w:ind w:firstLine="720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2.6.2. Заявление, схема транспортного средства (автопоезда)  а также копии документов, указанных в пункте 2.6.1 настоящего административного регламента заверяются подписью заявителя (для физических лиц и индив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дуальных предпринимателей), подписью руководителя или уполномоченного лица и печатью (при наличии) (для юридических лиц).</w:t>
      </w:r>
    </w:p>
    <w:p w:rsidR="00181792" w:rsidRPr="00BA5018" w:rsidRDefault="00181792" w:rsidP="00BA5018">
      <w:pPr>
        <w:pStyle w:val="ac"/>
        <w:widowControl w:val="0"/>
        <w:spacing w:after="0"/>
        <w:ind w:firstLine="720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2.6.3. По своему желанию заявитель может представить иные докуме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ты, которые, по его мнению, имеют значение при предоставлении муниц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пальной услуги.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2.7. Исчерпывающий перечень документов, необходимых в соо</w:t>
      </w:r>
      <w:r w:rsidRPr="00BA5018">
        <w:rPr>
          <w:b/>
          <w:sz w:val="28"/>
          <w:szCs w:val="28"/>
        </w:rPr>
        <w:t>т</w:t>
      </w:r>
      <w:r w:rsidRPr="00BA5018">
        <w:rPr>
          <w:b/>
          <w:sz w:val="28"/>
          <w:szCs w:val="28"/>
        </w:rPr>
        <w:t>ветствии с нормативными правовыми актами для предоставления м</w:t>
      </w:r>
      <w:r w:rsidRPr="00BA5018">
        <w:rPr>
          <w:b/>
          <w:sz w:val="28"/>
          <w:szCs w:val="28"/>
        </w:rPr>
        <w:t>у</w:t>
      </w:r>
      <w:r w:rsidRPr="00BA5018">
        <w:rPr>
          <w:b/>
          <w:sz w:val="28"/>
          <w:szCs w:val="28"/>
        </w:rPr>
        <w:t>ниципальной услуги, которые находятся в распоряжении государстве</w:t>
      </w:r>
      <w:r w:rsidRPr="00BA5018">
        <w:rPr>
          <w:b/>
          <w:sz w:val="28"/>
          <w:szCs w:val="28"/>
        </w:rPr>
        <w:t>н</w:t>
      </w:r>
      <w:r w:rsidRPr="00BA5018">
        <w:rPr>
          <w:b/>
          <w:sz w:val="28"/>
          <w:szCs w:val="28"/>
        </w:rPr>
        <w:t>ных органов, органов местного самоуправления и иных органов и кот</w:t>
      </w:r>
      <w:r w:rsidRPr="00BA5018">
        <w:rPr>
          <w:b/>
          <w:sz w:val="28"/>
          <w:szCs w:val="28"/>
        </w:rPr>
        <w:t>о</w:t>
      </w:r>
      <w:r w:rsidRPr="00BA5018">
        <w:rPr>
          <w:b/>
          <w:sz w:val="28"/>
          <w:szCs w:val="28"/>
        </w:rPr>
        <w:t>рые заявитель вправе предоставить, а также способы их получения з</w:t>
      </w:r>
      <w:r w:rsidRPr="00BA5018">
        <w:rPr>
          <w:b/>
          <w:sz w:val="28"/>
          <w:szCs w:val="28"/>
        </w:rPr>
        <w:t>а</w:t>
      </w:r>
      <w:r w:rsidRPr="00BA5018">
        <w:rPr>
          <w:b/>
          <w:sz w:val="28"/>
          <w:szCs w:val="28"/>
        </w:rPr>
        <w:t>явителями, в том числе в электронной форме, порядок их представления</w:t>
      </w:r>
    </w:p>
    <w:p w:rsidR="00181792" w:rsidRPr="00BA5018" w:rsidRDefault="00181792" w:rsidP="00BA5018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2.7.1. Документы, которые запрашиваются Уполномоченным органом посредством информационного межведомственного взаимодействия в сл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чае, если заявитель не представил указанные документы  по собственной инициативе:</w:t>
      </w:r>
    </w:p>
    <w:p w:rsidR="00181792" w:rsidRPr="00BA5018" w:rsidRDefault="00181792" w:rsidP="00BA5018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копия документа, подтверждающего факт уплаты государственной п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шлины;</w:t>
      </w:r>
    </w:p>
    <w:p w:rsidR="00181792" w:rsidRPr="00BA5018" w:rsidRDefault="00181792" w:rsidP="00BA5018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сведения о государственной регистрации юридического лица или и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дивидуального предпринимателя.</w:t>
      </w:r>
    </w:p>
    <w:p w:rsidR="00181792" w:rsidRPr="00BA5018" w:rsidRDefault="00181792" w:rsidP="00BA5018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2.7.2. Непредставление заявителем документов, находящихся в расп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ряжении государственных органов, органов местного самоуправления и иных органов не является основанием для отказа в предоставлении муниципальной услуги.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Arial"/>
          <w:b/>
          <w:bCs/>
          <w:sz w:val="28"/>
          <w:szCs w:val="28"/>
          <w:lang w:eastAsia="zh-CN"/>
        </w:rPr>
      </w:pPr>
      <w:r w:rsidRPr="00BA5018">
        <w:rPr>
          <w:b/>
          <w:bCs/>
          <w:sz w:val="28"/>
          <w:szCs w:val="28"/>
          <w:lang w:eastAsia="zh-CN"/>
        </w:rPr>
        <w:t xml:space="preserve">2.8. Указание на запрет требовать от заявителя </w:t>
      </w:r>
    </w:p>
    <w:p w:rsidR="00181792" w:rsidRPr="00BA5018" w:rsidRDefault="00181792" w:rsidP="00BA5018">
      <w:pPr>
        <w:widowControl w:val="0"/>
        <w:autoSpaceDE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2.8.1. Запрещено требовать от заявителя:</w:t>
      </w:r>
    </w:p>
    <w:p w:rsidR="00181792" w:rsidRPr="00BA5018" w:rsidRDefault="00181792" w:rsidP="00BA5018">
      <w:pPr>
        <w:widowControl w:val="0"/>
        <w:autoSpaceDE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lastRenderedPageBreak/>
        <w:t>представления документов и информации или осуществления де</w:t>
      </w:r>
      <w:r w:rsidRPr="00BA5018">
        <w:rPr>
          <w:sz w:val="28"/>
          <w:szCs w:val="28"/>
        </w:rPr>
        <w:t>й</w:t>
      </w:r>
      <w:r w:rsidRPr="00BA5018">
        <w:rPr>
          <w:sz w:val="28"/>
          <w:szCs w:val="28"/>
        </w:rPr>
        <w:t>ствий, представление или осуществление которых не предусмотрено норм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 xml:space="preserve">тивными правовыми актами, регулирующими отношения, возникающие в связи с предоставлением </w:t>
      </w:r>
      <w:r w:rsidRPr="00BA5018">
        <w:rPr>
          <w:bCs/>
          <w:iCs/>
          <w:sz w:val="28"/>
          <w:szCs w:val="28"/>
        </w:rPr>
        <w:t>муниципаль</w:t>
      </w:r>
      <w:r w:rsidRPr="00BA5018">
        <w:rPr>
          <w:sz w:val="28"/>
          <w:szCs w:val="28"/>
        </w:rPr>
        <w:t>ной услуги;</w:t>
      </w:r>
    </w:p>
    <w:p w:rsidR="00181792" w:rsidRPr="001420EB" w:rsidRDefault="00181792" w:rsidP="00BA5018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1420EB">
        <w:rPr>
          <w:bCs/>
          <w:sz w:val="28"/>
          <w:szCs w:val="28"/>
        </w:rPr>
        <w:t xml:space="preserve">представления документов и информации, </w:t>
      </w:r>
      <w:r w:rsidRPr="001420EB">
        <w:rPr>
          <w:sz w:val="28"/>
          <w:szCs w:val="28"/>
        </w:rPr>
        <w:t>в том числе подтвержда</w:t>
      </w:r>
      <w:r w:rsidRPr="001420EB">
        <w:rPr>
          <w:sz w:val="28"/>
          <w:szCs w:val="28"/>
        </w:rPr>
        <w:t>ю</w:t>
      </w:r>
      <w:r w:rsidRPr="001420EB">
        <w:rPr>
          <w:sz w:val="28"/>
          <w:szCs w:val="28"/>
        </w:rPr>
        <w:t xml:space="preserve">щих внесение заявителем платы за предоставление муниципальной услуги, </w:t>
      </w:r>
      <w:r w:rsidRPr="001420EB">
        <w:rPr>
          <w:bCs/>
          <w:sz w:val="28"/>
          <w:szCs w:val="28"/>
        </w:rPr>
        <w:t>которые находятся в распоряжении органов, предоставляющих муниципал</w:t>
      </w:r>
      <w:r w:rsidRPr="001420EB">
        <w:rPr>
          <w:bCs/>
          <w:sz w:val="28"/>
          <w:szCs w:val="28"/>
        </w:rPr>
        <w:t>ь</w:t>
      </w:r>
      <w:r w:rsidRPr="001420EB">
        <w:rPr>
          <w:bCs/>
          <w:sz w:val="28"/>
          <w:szCs w:val="28"/>
        </w:rPr>
        <w:t>ную услугу, иных государственных органов, органов местного самоуправл</w:t>
      </w:r>
      <w:r w:rsidRPr="001420EB">
        <w:rPr>
          <w:bCs/>
          <w:sz w:val="28"/>
          <w:szCs w:val="28"/>
        </w:rPr>
        <w:t>е</w:t>
      </w:r>
      <w:r w:rsidRPr="001420EB">
        <w:rPr>
          <w:bCs/>
          <w:sz w:val="28"/>
          <w:szCs w:val="28"/>
        </w:rPr>
        <w:t>ния и организаций, в соответствии с нормативными правовыми актами Ро</w:t>
      </w:r>
      <w:r w:rsidRPr="001420EB">
        <w:rPr>
          <w:bCs/>
          <w:sz w:val="28"/>
          <w:szCs w:val="28"/>
        </w:rPr>
        <w:t>с</w:t>
      </w:r>
      <w:r w:rsidRPr="001420EB">
        <w:rPr>
          <w:bCs/>
          <w:sz w:val="28"/>
          <w:szCs w:val="28"/>
        </w:rPr>
        <w:t>сийской Федерации, нормативными правовыми актами Новгородской обл</w:t>
      </w:r>
      <w:r w:rsidRPr="001420EB">
        <w:rPr>
          <w:bCs/>
          <w:sz w:val="28"/>
          <w:szCs w:val="28"/>
        </w:rPr>
        <w:t>а</w:t>
      </w:r>
      <w:r w:rsidRPr="001420EB">
        <w:rPr>
          <w:bCs/>
          <w:sz w:val="28"/>
          <w:szCs w:val="28"/>
        </w:rPr>
        <w:t>сти и муниципальными правовыми актами;</w:t>
      </w:r>
    </w:p>
    <w:p w:rsidR="00181792" w:rsidRPr="001420EB" w:rsidRDefault="00181792" w:rsidP="00BA5018">
      <w:pPr>
        <w:widowControl w:val="0"/>
        <w:autoSpaceDE w:val="0"/>
        <w:ind w:firstLine="709"/>
        <w:contextualSpacing/>
        <w:jc w:val="both"/>
        <w:rPr>
          <w:sz w:val="28"/>
          <w:szCs w:val="28"/>
        </w:rPr>
      </w:pPr>
      <w:r w:rsidRPr="001420EB">
        <w:rPr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</w:t>
      </w:r>
      <w:r w:rsidRPr="001420EB">
        <w:rPr>
          <w:sz w:val="28"/>
          <w:szCs w:val="28"/>
        </w:rPr>
        <w:t>у</w:t>
      </w:r>
      <w:r w:rsidRPr="001420EB">
        <w:rPr>
          <w:sz w:val="28"/>
          <w:szCs w:val="28"/>
        </w:rPr>
        <w:t>дарственные органы, органы местного самоуправления, организации;</w:t>
      </w:r>
    </w:p>
    <w:p w:rsidR="00181792" w:rsidRPr="001420EB" w:rsidRDefault="00181792" w:rsidP="00BA5018">
      <w:pPr>
        <w:widowControl w:val="0"/>
        <w:autoSpaceDE w:val="0"/>
        <w:ind w:firstLine="709"/>
        <w:contextualSpacing/>
        <w:jc w:val="both"/>
        <w:rPr>
          <w:sz w:val="28"/>
          <w:szCs w:val="28"/>
        </w:rPr>
      </w:pPr>
      <w:r w:rsidRPr="001420EB">
        <w:rPr>
          <w:sz w:val="28"/>
          <w:szCs w:val="28"/>
        </w:rPr>
        <w:t>представления документов и информации, отсутствие и (или) недост</w:t>
      </w:r>
      <w:r w:rsidRPr="001420EB">
        <w:rPr>
          <w:sz w:val="28"/>
          <w:szCs w:val="28"/>
        </w:rPr>
        <w:t>о</w:t>
      </w:r>
      <w:r w:rsidRPr="001420EB">
        <w:rPr>
          <w:sz w:val="28"/>
          <w:szCs w:val="28"/>
        </w:rPr>
        <w:t>верность которых не указывались при первоначальном отказе в приеме д</w:t>
      </w:r>
      <w:r w:rsidRPr="001420EB">
        <w:rPr>
          <w:sz w:val="28"/>
          <w:szCs w:val="28"/>
        </w:rPr>
        <w:t>о</w:t>
      </w:r>
      <w:r w:rsidRPr="001420EB">
        <w:rPr>
          <w:sz w:val="28"/>
          <w:szCs w:val="28"/>
        </w:rPr>
        <w:t>кументов, необходимых для предоставления муниципальной услуги, либо в предоставлении муниципальной услуги, за исключением случаев, пред</w:t>
      </w:r>
      <w:r w:rsidRPr="001420EB">
        <w:rPr>
          <w:sz w:val="28"/>
          <w:szCs w:val="28"/>
        </w:rPr>
        <w:t>у</w:t>
      </w:r>
      <w:r w:rsidRPr="001420EB">
        <w:rPr>
          <w:sz w:val="28"/>
          <w:szCs w:val="28"/>
        </w:rPr>
        <w:t xml:space="preserve">смотренных </w:t>
      </w:r>
      <w:hyperlink r:id="rId13" w:history="1">
        <w:r w:rsidRPr="001420EB">
          <w:rPr>
            <w:sz w:val="28"/>
            <w:szCs w:val="28"/>
          </w:rPr>
          <w:t>пунктом 4 части 1 статьи 7</w:t>
        </w:r>
      </w:hyperlink>
      <w:r w:rsidRPr="001420EB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</w:t>
      </w:r>
      <w:r w:rsidRPr="001420EB">
        <w:rPr>
          <w:sz w:val="28"/>
          <w:szCs w:val="28"/>
        </w:rPr>
        <w:t>ь</w:t>
      </w:r>
      <w:r w:rsidRPr="001420EB">
        <w:rPr>
          <w:sz w:val="28"/>
          <w:szCs w:val="28"/>
        </w:rPr>
        <w:t>ных услуг»:</w:t>
      </w:r>
    </w:p>
    <w:p w:rsidR="00181792" w:rsidRPr="001420EB" w:rsidRDefault="00181792" w:rsidP="001420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420EB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</w:t>
      </w:r>
      <w:r w:rsidRPr="001420EB">
        <w:rPr>
          <w:sz w:val="28"/>
          <w:szCs w:val="28"/>
        </w:rPr>
        <w:t>в</w:t>
      </w:r>
      <w:r w:rsidRPr="001420EB">
        <w:rPr>
          <w:sz w:val="28"/>
          <w:szCs w:val="28"/>
        </w:rPr>
        <w:t>ления о предоставлении муниципальной услуги;</w:t>
      </w:r>
    </w:p>
    <w:p w:rsidR="00181792" w:rsidRPr="001420EB" w:rsidRDefault="00181792" w:rsidP="001420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420EB"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81792" w:rsidRPr="001420EB" w:rsidRDefault="00181792" w:rsidP="001420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420EB">
        <w:rPr>
          <w:sz w:val="28"/>
          <w:szCs w:val="28"/>
        </w:rPr>
        <w:t>истечение срока действия документов или изменение информации п</w:t>
      </w:r>
      <w:r w:rsidRPr="001420EB">
        <w:rPr>
          <w:sz w:val="28"/>
          <w:szCs w:val="28"/>
        </w:rPr>
        <w:t>о</w:t>
      </w:r>
      <w:r w:rsidRPr="001420EB">
        <w:rPr>
          <w:sz w:val="28"/>
          <w:szCs w:val="28"/>
        </w:rPr>
        <w:t>сле первоначального отказа в приеме документов, необходимых для пред</w:t>
      </w:r>
      <w:r w:rsidRPr="001420EB">
        <w:rPr>
          <w:sz w:val="28"/>
          <w:szCs w:val="28"/>
        </w:rPr>
        <w:t>о</w:t>
      </w:r>
      <w:r w:rsidRPr="001420EB">
        <w:rPr>
          <w:sz w:val="28"/>
          <w:szCs w:val="28"/>
        </w:rPr>
        <w:t>ставления муниципальной услуги, либо в предоставлении муниципальной услуги;</w:t>
      </w:r>
    </w:p>
    <w:p w:rsidR="00181792" w:rsidRDefault="00181792" w:rsidP="001420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420EB">
        <w:rPr>
          <w:sz w:val="28"/>
          <w:szCs w:val="28"/>
        </w:rPr>
        <w:t>выявление документально подтвержденного факта (признаков) ош</w:t>
      </w:r>
      <w:r w:rsidRPr="001420EB">
        <w:rPr>
          <w:sz w:val="28"/>
          <w:szCs w:val="28"/>
        </w:rPr>
        <w:t>и</w:t>
      </w:r>
      <w:r w:rsidRPr="001420EB">
        <w:rPr>
          <w:sz w:val="28"/>
          <w:szCs w:val="28"/>
        </w:rPr>
        <w:t>бочного или противоправного действия (бездействия) должностного лица органа, предоставляющего муниципальную услугу, муниципального служ</w:t>
      </w:r>
      <w:r w:rsidRPr="001420EB">
        <w:rPr>
          <w:sz w:val="28"/>
          <w:szCs w:val="28"/>
        </w:rPr>
        <w:t>а</w:t>
      </w:r>
      <w:r w:rsidRPr="001420EB">
        <w:rPr>
          <w:sz w:val="28"/>
          <w:szCs w:val="28"/>
        </w:rPr>
        <w:t xml:space="preserve">щего, работника МФЦ, работника организации, предусмотренной </w:t>
      </w:r>
      <w:hyperlink r:id="rId14" w:history="1">
        <w:r w:rsidRPr="001420EB">
          <w:rPr>
            <w:sz w:val="28"/>
            <w:szCs w:val="28"/>
          </w:rPr>
          <w:t>частью 1.1 статьи 16</w:t>
        </w:r>
      </w:hyperlink>
      <w:r w:rsidRPr="001420EB">
        <w:rPr>
          <w:sz w:val="28"/>
          <w:szCs w:val="28"/>
        </w:rPr>
        <w:t xml:space="preserve"> Федерального закона от 27.07.2010 № 210-ФЗ, при первоначальном отказе в приеме документов, необходимых для предоставления муниципал</w:t>
      </w:r>
      <w:r w:rsidRPr="001420EB">
        <w:rPr>
          <w:sz w:val="28"/>
          <w:szCs w:val="28"/>
        </w:rPr>
        <w:t>ь</w:t>
      </w:r>
      <w:r w:rsidRPr="001420EB">
        <w:rPr>
          <w:sz w:val="28"/>
          <w:szCs w:val="28"/>
        </w:rPr>
        <w:t>ной услуги, либо в предоставлении муниципальной услуги, о чем в письме</w:t>
      </w:r>
      <w:r w:rsidRPr="001420EB">
        <w:rPr>
          <w:sz w:val="28"/>
          <w:szCs w:val="28"/>
        </w:rPr>
        <w:t>н</w:t>
      </w:r>
      <w:r w:rsidRPr="001420EB">
        <w:rPr>
          <w:sz w:val="28"/>
          <w:szCs w:val="28"/>
        </w:rPr>
        <w:t>ном виде за подписью руководителя органа, предоставляющего муниципал</w:t>
      </w:r>
      <w:r w:rsidRPr="001420EB">
        <w:rPr>
          <w:sz w:val="28"/>
          <w:szCs w:val="28"/>
        </w:rPr>
        <w:t>ь</w:t>
      </w:r>
      <w:r w:rsidRPr="001420EB">
        <w:rPr>
          <w:sz w:val="28"/>
          <w:szCs w:val="28"/>
        </w:rPr>
        <w:t>ную услугу, руководителя МФЦ при первоначальном отказе в приеме док</w:t>
      </w:r>
      <w:r w:rsidRPr="001420EB">
        <w:rPr>
          <w:sz w:val="28"/>
          <w:szCs w:val="28"/>
        </w:rPr>
        <w:t>у</w:t>
      </w:r>
      <w:r w:rsidRPr="001420EB">
        <w:rPr>
          <w:sz w:val="28"/>
          <w:szCs w:val="28"/>
        </w:rPr>
        <w:t>ментов, необходимых для предоставления муниципальной услуги, либо р</w:t>
      </w:r>
      <w:r w:rsidRPr="001420EB">
        <w:rPr>
          <w:sz w:val="28"/>
          <w:szCs w:val="28"/>
        </w:rPr>
        <w:t>у</w:t>
      </w:r>
      <w:r w:rsidRPr="001420EB">
        <w:rPr>
          <w:sz w:val="28"/>
          <w:szCs w:val="28"/>
        </w:rPr>
        <w:t xml:space="preserve">ководителя организации, предусмотренной </w:t>
      </w:r>
      <w:hyperlink r:id="rId15" w:history="1">
        <w:r w:rsidRPr="001420EB">
          <w:rPr>
            <w:sz w:val="28"/>
            <w:szCs w:val="28"/>
          </w:rPr>
          <w:t>частью 1.1 статьи 16</w:t>
        </w:r>
      </w:hyperlink>
      <w:r w:rsidRPr="001420EB">
        <w:rPr>
          <w:sz w:val="28"/>
          <w:szCs w:val="28"/>
        </w:rPr>
        <w:t xml:space="preserve"> Федеральн</w:t>
      </w:r>
      <w:r w:rsidRPr="001420EB">
        <w:rPr>
          <w:sz w:val="28"/>
          <w:szCs w:val="28"/>
        </w:rPr>
        <w:t>о</w:t>
      </w:r>
      <w:r w:rsidRPr="001420EB">
        <w:rPr>
          <w:sz w:val="28"/>
          <w:szCs w:val="28"/>
        </w:rPr>
        <w:lastRenderedPageBreak/>
        <w:t>го закона от 27.07.2010 № 210-ФЗ, уведомляется заявитель, а также прин</w:t>
      </w:r>
      <w:r w:rsidRPr="001420EB">
        <w:rPr>
          <w:sz w:val="28"/>
          <w:szCs w:val="28"/>
        </w:rPr>
        <w:t>о</w:t>
      </w:r>
      <w:r w:rsidRPr="001420EB">
        <w:rPr>
          <w:sz w:val="28"/>
          <w:szCs w:val="28"/>
        </w:rPr>
        <w:t>сятся извинения за доставленные неудобства.</w:t>
      </w:r>
    </w:p>
    <w:p w:rsidR="00130979" w:rsidRPr="00BA5018" w:rsidRDefault="00130979" w:rsidP="001420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1420EB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2.9. Исчерпывающий перечень оснований для отказа в приеме д</w:t>
      </w:r>
      <w:r w:rsidRPr="00BA5018">
        <w:rPr>
          <w:b/>
          <w:sz w:val="28"/>
          <w:szCs w:val="28"/>
        </w:rPr>
        <w:t>о</w:t>
      </w:r>
      <w:r w:rsidRPr="00BA5018">
        <w:rPr>
          <w:b/>
          <w:sz w:val="28"/>
          <w:szCs w:val="28"/>
        </w:rPr>
        <w:t>кументов, необходимых для предоставления муниципальной услуги</w:t>
      </w:r>
    </w:p>
    <w:p w:rsidR="001420EB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A5018">
        <w:rPr>
          <w:bCs/>
          <w:sz w:val="28"/>
          <w:szCs w:val="28"/>
        </w:rPr>
        <w:t>Основаниями  для отказа в приеме документов являются:</w:t>
      </w:r>
    </w:p>
    <w:p w:rsidR="001420EB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A5018">
        <w:rPr>
          <w:sz w:val="28"/>
          <w:szCs w:val="28"/>
        </w:rPr>
        <w:t>1) заявление подписано лицом, не имеющим полномочий на подпис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ние данного заявления;</w:t>
      </w:r>
    </w:p>
    <w:p w:rsidR="001420EB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A5018">
        <w:rPr>
          <w:sz w:val="28"/>
          <w:szCs w:val="28"/>
        </w:rPr>
        <w:t xml:space="preserve">2) заявление не содержит сведений, установленных </w:t>
      </w:r>
      <w:hyperlink r:id="rId16" w:history="1">
        <w:r w:rsidRPr="00BA5018">
          <w:rPr>
            <w:sz w:val="28"/>
            <w:szCs w:val="28"/>
          </w:rPr>
          <w:t>пунктом 8</w:t>
        </w:r>
      </w:hyperlink>
      <w:r w:rsidRPr="00BA5018">
        <w:rPr>
          <w:sz w:val="28"/>
          <w:szCs w:val="28"/>
        </w:rPr>
        <w:t xml:space="preserve"> Порядка выдачи специального разрешения;</w:t>
      </w:r>
    </w:p>
    <w:p w:rsidR="001420EB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A5018">
        <w:rPr>
          <w:sz w:val="28"/>
          <w:szCs w:val="28"/>
        </w:rPr>
        <w:t>3) к заявлению не приложены документы, соответствующие требован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 xml:space="preserve">ям </w:t>
      </w:r>
      <w:r w:rsidR="001420EB">
        <w:rPr>
          <w:sz w:val="28"/>
          <w:szCs w:val="28"/>
        </w:rPr>
        <w:t>подраздела</w:t>
      </w:r>
      <w:r w:rsidRPr="00BA5018">
        <w:rPr>
          <w:sz w:val="28"/>
          <w:szCs w:val="28"/>
        </w:rPr>
        <w:t xml:space="preserve"> 2.6 настоящего административного регламента.</w:t>
      </w:r>
    </w:p>
    <w:p w:rsidR="00181792" w:rsidRPr="00BA5018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2.10. Исчерпывающий перечень оснований для приостановления или  отказа в предоставлении муниципальной услуги</w:t>
      </w:r>
    </w:p>
    <w:p w:rsidR="00181792" w:rsidRPr="00BA5018" w:rsidRDefault="00181792" w:rsidP="00BA501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5018">
        <w:rPr>
          <w:rFonts w:ascii="Times New Roman" w:hAnsi="Times New Roman" w:cs="Times New Roman"/>
          <w:bCs/>
          <w:sz w:val="28"/>
          <w:szCs w:val="28"/>
        </w:rPr>
        <w:t>2.10.1. Основания для приостановления предоставления муниципал</w:t>
      </w:r>
      <w:r w:rsidRPr="00BA5018">
        <w:rPr>
          <w:rFonts w:ascii="Times New Roman" w:hAnsi="Times New Roman" w:cs="Times New Roman"/>
          <w:bCs/>
          <w:sz w:val="28"/>
          <w:szCs w:val="28"/>
        </w:rPr>
        <w:t>ь</w:t>
      </w:r>
      <w:r w:rsidRPr="00BA5018">
        <w:rPr>
          <w:rFonts w:ascii="Times New Roman" w:hAnsi="Times New Roman" w:cs="Times New Roman"/>
          <w:bCs/>
          <w:sz w:val="28"/>
          <w:szCs w:val="28"/>
        </w:rPr>
        <w:t>ной услуги отсутствуют.</w:t>
      </w:r>
    </w:p>
    <w:p w:rsidR="00181792" w:rsidRPr="00BA5018" w:rsidRDefault="00181792" w:rsidP="00BA501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5018">
        <w:rPr>
          <w:rFonts w:ascii="Times New Roman" w:hAnsi="Times New Roman" w:cs="Times New Roman"/>
          <w:bCs/>
          <w:sz w:val="28"/>
          <w:szCs w:val="28"/>
        </w:rPr>
        <w:t>2.10.2. В предоставлении муниципальной услуги может быть отказано по следующим основаниям:</w:t>
      </w:r>
    </w:p>
    <w:p w:rsidR="00181792" w:rsidRPr="00BA5018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1) Уполномоченный орган не вправе согласно Порядку выдачи спец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ального разрешения выдавать специальные разрешения по заявленному маршруту;</w:t>
      </w:r>
    </w:p>
    <w:p w:rsidR="00181792" w:rsidRPr="00BA5018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2) информация о государственной регистрации в качестве индивид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ального предпринимателя или</w:t>
      </w:r>
      <w:r w:rsidR="001420EB">
        <w:rPr>
          <w:sz w:val="28"/>
          <w:szCs w:val="28"/>
        </w:rPr>
        <w:t xml:space="preserve"> юридического лица не совпадает </w:t>
      </w:r>
      <w:r w:rsidRPr="00BA5018">
        <w:rPr>
          <w:sz w:val="28"/>
          <w:szCs w:val="28"/>
        </w:rPr>
        <w:t>с соотве</w:t>
      </w:r>
      <w:r w:rsidRPr="00BA5018">
        <w:rPr>
          <w:sz w:val="28"/>
          <w:szCs w:val="28"/>
        </w:rPr>
        <w:t>т</w:t>
      </w:r>
      <w:r w:rsidRPr="00BA5018">
        <w:rPr>
          <w:sz w:val="28"/>
          <w:szCs w:val="28"/>
        </w:rPr>
        <w:t>ствующей информаций, указанной в заявлении;</w:t>
      </w:r>
    </w:p>
    <w:p w:rsidR="00181792" w:rsidRPr="00BA5018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3) сведения, предоставленные в заявлении и документах, не соотве</w:t>
      </w:r>
      <w:r w:rsidRPr="00BA5018">
        <w:rPr>
          <w:sz w:val="28"/>
          <w:szCs w:val="28"/>
        </w:rPr>
        <w:t>т</w:t>
      </w:r>
      <w:r w:rsidRPr="00BA5018">
        <w:rPr>
          <w:sz w:val="28"/>
          <w:szCs w:val="28"/>
        </w:rPr>
        <w:t>ствуют техническим характеристикам транспортного средства и груза, а та</w:t>
      </w:r>
      <w:r w:rsidRPr="00BA5018">
        <w:rPr>
          <w:sz w:val="28"/>
          <w:szCs w:val="28"/>
        </w:rPr>
        <w:t>к</w:t>
      </w:r>
      <w:r w:rsidRPr="00BA5018">
        <w:rPr>
          <w:sz w:val="28"/>
          <w:szCs w:val="28"/>
        </w:rPr>
        <w:t>же технической возможности осуществления заявленной перевозки;</w:t>
      </w:r>
    </w:p>
    <w:p w:rsidR="00181792" w:rsidRPr="00BA5018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4) установленные требования о перевозке делимого груза не соблюд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ны;</w:t>
      </w:r>
    </w:p>
    <w:p w:rsidR="00181792" w:rsidRPr="00BA5018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5) при согласовании маршрута установлена невозможность осущест</w:t>
      </w:r>
      <w:r w:rsidRPr="00BA5018">
        <w:rPr>
          <w:sz w:val="28"/>
          <w:szCs w:val="28"/>
        </w:rPr>
        <w:t>в</w:t>
      </w:r>
      <w:r w:rsidRPr="00BA5018">
        <w:rPr>
          <w:sz w:val="28"/>
          <w:szCs w:val="28"/>
        </w:rPr>
        <w:t>ления движения по заявленному маршруту тяжеловесного и (или) крупног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баритного транспортного средства с заявленными техническими характер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стиками в связи с техническим состоянием автомобильной дороги, иску</w:t>
      </w:r>
      <w:r w:rsidRPr="00BA5018">
        <w:rPr>
          <w:sz w:val="28"/>
          <w:szCs w:val="28"/>
        </w:rPr>
        <w:t>с</w:t>
      </w:r>
      <w:r w:rsidRPr="00BA5018">
        <w:rPr>
          <w:sz w:val="28"/>
          <w:szCs w:val="28"/>
        </w:rPr>
        <w:t>ственного сооружения или инженерных коммуникаций, а также по требов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ниям безопасности дорожного движения;</w:t>
      </w:r>
    </w:p>
    <w:p w:rsidR="00181792" w:rsidRPr="00BA5018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6) отсутствует согласие заявителя на:</w:t>
      </w:r>
    </w:p>
    <w:p w:rsidR="00181792" w:rsidRPr="00BA5018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проведение оценки технического состояния автомобильной дороги с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 xml:space="preserve">гласно </w:t>
      </w:r>
      <w:hyperlink r:id="rId17" w:history="1">
        <w:r w:rsidRPr="00BA5018">
          <w:rPr>
            <w:sz w:val="28"/>
            <w:szCs w:val="28"/>
          </w:rPr>
          <w:t>пункту 27</w:t>
        </w:r>
      </w:hyperlink>
      <w:r w:rsidRPr="00BA5018">
        <w:rPr>
          <w:sz w:val="28"/>
          <w:szCs w:val="28"/>
        </w:rPr>
        <w:t xml:space="preserve"> Порядка выдачи специального разрешения;</w:t>
      </w:r>
    </w:p>
    <w:p w:rsidR="00181792" w:rsidRPr="00BA5018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принятие специальных мер по обустройству пересекающих автом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181792" w:rsidRPr="00BA5018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укрепление автомобильных дорог или принятие специальных мер по обустройству автомобильных дорог или их участков, определенных согласно </w:t>
      </w:r>
      <w:r w:rsidRPr="00BA5018">
        <w:rPr>
          <w:sz w:val="28"/>
          <w:szCs w:val="28"/>
        </w:rPr>
        <w:lastRenderedPageBreak/>
        <w:t>проведенной оценке технического состояния автомобильной дороги и в уст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новленных законодательством случаях;</w:t>
      </w:r>
    </w:p>
    <w:p w:rsidR="00181792" w:rsidRPr="00BA5018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7) заявитель не произвел оплату оценки технического состояния авт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мобильных дорог, их укрепления в случае, если такие работы были провед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ны по согласованию с заявителем и не предоставил копии платежных док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ментов, подтверждающих такую оплату;</w:t>
      </w:r>
    </w:p>
    <w:p w:rsidR="00181792" w:rsidRPr="00BA5018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8) заявитель не произвел оплату принятия специальных мер по об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стройству автомобильных дорог, их участков, а также пересекающих авт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мобильную дорогу сооружений и инженерных коммуникаций, если такие р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боты были проведены по согласованию с заявителем и не предоставил копии платежных документов, подтверждающих такую оплату;</w:t>
      </w:r>
    </w:p>
    <w:p w:rsidR="00181792" w:rsidRPr="00BA5018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9) заявитель не внес плату в счет возмещения вреда, причиняемого а</w:t>
      </w:r>
      <w:r w:rsidRPr="00BA5018">
        <w:rPr>
          <w:sz w:val="28"/>
          <w:szCs w:val="28"/>
        </w:rPr>
        <w:t>в</w:t>
      </w:r>
      <w:r w:rsidRPr="00BA5018">
        <w:rPr>
          <w:sz w:val="28"/>
          <w:szCs w:val="28"/>
        </w:rPr>
        <w:t>томобильным дорогам тяжеловесным транспортным средством;</w:t>
      </w:r>
    </w:p>
    <w:p w:rsidR="00181792" w:rsidRPr="00BA5018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10) отсутствуют оригиналы заявления и схемы автопоезда на момент выдачи специального разрешения, заверенных регистрационных документов транспортного средства в случае, если заявление и документы направлялись в Уполномоченный орган с использованием факсимильной связи;</w:t>
      </w:r>
    </w:p>
    <w:p w:rsidR="00181792" w:rsidRPr="00BA5018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11) отсутствует согласование владельцев автомобильных дорог или с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гласующих организаций, если не требуется разработка специального проекта и (или) проекта организации дорожного движения;</w:t>
      </w:r>
    </w:p>
    <w:p w:rsidR="00181792" w:rsidRPr="00BA5018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12) отсутствует специальный проект, проект организации дорожного движения (при необходимости);</w:t>
      </w:r>
    </w:p>
    <w:p w:rsidR="00181792" w:rsidRPr="00BA5018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13) крупногабаритная сельскохозяйственная техника (комбайн, тра</w:t>
      </w:r>
      <w:r w:rsidRPr="00BA5018">
        <w:rPr>
          <w:sz w:val="28"/>
          <w:szCs w:val="28"/>
        </w:rPr>
        <w:t>к</w:t>
      </w:r>
      <w:r w:rsidRPr="00BA5018">
        <w:rPr>
          <w:sz w:val="28"/>
          <w:szCs w:val="28"/>
        </w:rPr>
        <w:t>тор) в случае повторной подачи зая</w:t>
      </w:r>
      <w:r w:rsidR="001420EB">
        <w:rPr>
          <w:sz w:val="28"/>
          <w:szCs w:val="28"/>
        </w:rPr>
        <w:t>вления в соответствии с пунктом</w:t>
      </w:r>
      <w:r w:rsidRPr="00BA5018">
        <w:rPr>
          <w:sz w:val="28"/>
          <w:szCs w:val="28"/>
        </w:rPr>
        <w:t xml:space="preserve"> 2.6.1 настоящего административного регламента является тяжеловесным тран</w:t>
      </w:r>
      <w:r w:rsidRPr="00BA5018">
        <w:rPr>
          <w:sz w:val="28"/>
          <w:szCs w:val="28"/>
        </w:rPr>
        <w:t>с</w:t>
      </w:r>
      <w:r w:rsidRPr="00BA5018">
        <w:rPr>
          <w:sz w:val="28"/>
          <w:szCs w:val="28"/>
        </w:rPr>
        <w:t>портным средством.</w:t>
      </w:r>
    </w:p>
    <w:p w:rsidR="00181792" w:rsidRPr="00BA5018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2.10.3. Мотивированное решение об отказе в предоставлении муниц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пальной услуги выдается или направляется заявителю в течение 1 (одного) рабочего дня со дня принятия такого решения, способом, указанным в зая</w:t>
      </w:r>
      <w:r w:rsidRPr="00BA5018">
        <w:rPr>
          <w:sz w:val="28"/>
          <w:szCs w:val="28"/>
        </w:rPr>
        <w:t>в</w:t>
      </w:r>
      <w:r w:rsidRPr="00BA5018">
        <w:rPr>
          <w:sz w:val="28"/>
          <w:szCs w:val="28"/>
        </w:rPr>
        <w:t>лении.</w:t>
      </w:r>
    </w:p>
    <w:p w:rsidR="00181792" w:rsidRPr="00BA5018" w:rsidRDefault="00181792" w:rsidP="001420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2.10.4. Заявители имеют право повторно обратиться в Уполномоче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ный орган за получением муниципальной услуги после устранения пред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смотренных настоящим подразделом оснований для отказа в предоставлении муниципальной услуги.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2.11. Перечень услуг, которые являются необходимыми и обяз</w:t>
      </w:r>
      <w:r w:rsidRPr="00BA5018">
        <w:rPr>
          <w:b/>
          <w:sz w:val="28"/>
          <w:szCs w:val="28"/>
        </w:rPr>
        <w:t>а</w:t>
      </w:r>
      <w:r w:rsidRPr="00BA5018">
        <w:rPr>
          <w:b/>
          <w:sz w:val="28"/>
          <w:szCs w:val="28"/>
        </w:rPr>
        <w:t>тельными для предоставления муниципальной услуги, в том числе св</w:t>
      </w:r>
      <w:r w:rsidRPr="00BA5018">
        <w:rPr>
          <w:b/>
          <w:sz w:val="28"/>
          <w:szCs w:val="28"/>
        </w:rPr>
        <w:t>е</w:t>
      </w:r>
      <w:r w:rsidRPr="00BA5018">
        <w:rPr>
          <w:b/>
          <w:sz w:val="28"/>
          <w:szCs w:val="28"/>
        </w:rPr>
        <w:t>дения о документе (документах), выдаваемом (выдаваемых) организ</w:t>
      </w:r>
      <w:r w:rsidRPr="00BA5018">
        <w:rPr>
          <w:b/>
          <w:sz w:val="28"/>
          <w:szCs w:val="28"/>
        </w:rPr>
        <w:t>а</w:t>
      </w:r>
      <w:r w:rsidRPr="00BA5018">
        <w:rPr>
          <w:b/>
          <w:sz w:val="28"/>
          <w:szCs w:val="28"/>
        </w:rPr>
        <w:t>циями, участвующими в предоставлении муниципальной услуги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Услуги, которые являются необходимыми и обязательными для пред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ставления муниципальной услуги, отсутствуют.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2.12. Порядок, размер и основания взимания государственной п</w:t>
      </w:r>
      <w:r w:rsidRPr="00BA5018">
        <w:rPr>
          <w:b/>
          <w:sz w:val="28"/>
          <w:szCs w:val="28"/>
        </w:rPr>
        <w:t>о</w:t>
      </w:r>
      <w:r w:rsidRPr="00BA5018">
        <w:rPr>
          <w:b/>
          <w:sz w:val="28"/>
          <w:szCs w:val="28"/>
        </w:rPr>
        <w:t>шлины и иной платы, взимаемой за предоставление муниципальной услуги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2.12.1. За выдачу специального разрешения на движение по автом</w:t>
      </w:r>
      <w:r w:rsidRPr="00BA5018">
        <w:rPr>
          <w:bCs/>
          <w:sz w:val="28"/>
          <w:szCs w:val="28"/>
        </w:rPr>
        <w:t>о</w:t>
      </w:r>
      <w:r w:rsidRPr="00BA5018">
        <w:rPr>
          <w:bCs/>
          <w:sz w:val="28"/>
          <w:szCs w:val="28"/>
        </w:rPr>
        <w:lastRenderedPageBreak/>
        <w:t xml:space="preserve">бильной дороге транспортного средства, осуществляющего перевозки </w:t>
      </w:r>
      <w:r w:rsidRPr="00BA5018">
        <w:rPr>
          <w:sz w:val="28"/>
          <w:szCs w:val="28"/>
        </w:rPr>
        <w:t>тяж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 xml:space="preserve">ловесных и (или) крупногабаритных </w:t>
      </w:r>
      <w:r w:rsidRPr="00BA5018">
        <w:rPr>
          <w:bCs/>
          <w:sz w:val="28"/>
          <w:szCs w:val="28"/>
        </w:rPr>
        <w:t>грузов, взимается государственная п</w:t>
      </w:r>
      <w:r w:rsidRPr="00BA5018">
        <w:rPr>
          <w:bCs/>
          <w:sz w:val="28"/>
          <w:szCs w:val="28"/>
        </w:rPr>
        <w:t>о</w:t>
      </w:r>
      <w:r w:rsidRPr="00BA5018">
        <w:rPr>
          <w:bCs/>
          <w:sz w:val="28"/>
          <w:szCs w:val="28"/>
        </w:rPr>
        <w:t>шлина в соответствии с пунктом 111 статьи 333.33 Налогового кодекса Ро</w:t>
      </w:r>
      <w:r w:rsidRPr="00BA5018">
        <w:rPr>
          <w:bCs/>
          <w:sz w:val="28"/>
          <w:szCs w:val="28"/>
        </w:rPr>
        <w:t>с</w:t>
      </w:r>
      <w:r w:rsidRPr="00BA5018">
        <w:rPr>
          <w:bCs/>
          <w:sz w:val="28"/>
          <w:szCs w:val="28"/>
        </w:rPr>
        <w:t>сийской Федерации.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2.12.2. При оформлении специального разрешения на движение тяж</w:t>
      </w:r>
      <w:r w:rsidRPr="00BA5018">
        <w:rPr>
          <w:bCs/>
          <w:sz w:val="28"/>
          <w:szCs w:val="28"/>
        </w:rPr>
        <w:t>е</w:t>
      </w:r>
      <w:r w:rsidRPr="00BA5018">
        <w:rPr>
          <w:bCs/>
          <w:sz w:val="28"/>
          <w:szCs w:val="28"/>
        </w:rPr>
        <w:t>ловесных транспортных средств заявитель вносит плату в счет возмещения вреда, причиняемого автомобильным дорогам тяжеловесным транспортным средством.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Расчет платы в счет возмещения вреда, причиняемого автомобильным дорогам тяжеловесным транспортным средством осуществляется в соотве</w:t>
      </w:r>
      <w:r w:rsidRPr="00BA5018">
        <w:rPr>
          <w:bCs/>
          <w:sz w:val="28"/>
          <w:szCs w:val="28"/>
        </w:rPr>
        <w:t>т</w:t>
      </w:r>
      <w:r w:rsidRPr="00BA5018">
        <w:rPr>
          <w:bCs/>
          <w:sz w:val="28"/>
          <w:szCs w:val="28"/>
        </w:rPr>
        <w:t>ствии с постановлением Правительства Российской Федерации</w:t>
      </w:r>
      <w:r w:rsidRPr="00BA5018">
        <w:rPr>
          <w:bCs/>
          <w:sz w:val="28"/>
          <w:szCs w:val="28"/>
        </w:rPr>
        <w:br/>
        <w:t>от 31.01.2020 № 67 «Об утверждении Правил  возмещении вреда, причиня</w:t>
      </w:r>
      <w:r w:rsidRPr="00BA5018">
        <w:rPr>
          <w:bCs/>
          <w:sz w:val="28"/>
          <w:szCs w:val="28"/>
        </w:rPr>
        <w:t>е</w:t>
      </w:r>
      <w:r w:rsidRPr="00BA5018">
        <w:rPr>
          <w:bCs/>
          <w:sz w:val="28"/>
          <w:szCs w:val="28"/>
        </w:rPr>
        <w:t>мого тяжеловесными  транспортными средствами, об изменении и признании утратившими силу некоторых актов Правительства Российской Федерации».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2.13. Порядок, размер и основания взимания платы за предоста</w:t>
      </w:r>
      <w:r w:rsidRPr="00BA5018">
        <w:rPr>
          <w:b/>
          <w:sz w:val="28"/>
          <w:szCs w:val="28"/>
        </w:rPr>
        <w:t>в</w:t>
      </w:r>
      <w:r w:rsidRPr="00BA5018">
        <w:rPr>
          <w:b/>
          <w:sz w:val="28"/>
          <w:szCs w:val="28"/>
        </w:rPr>
        <w:t>ление услуг, которые являются необходимыми и обязательными для предоставления муниципальной услуги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Плата за предоставление услуг, которые являются необходимыми и обязательными для предоставления муниципальной услуги, не взимается в связи с отсутствием таких услуг.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A5018">
        <w:rPr>
          <w:b/>
          <w:bCs/>
          <w:sz w:val="28"/>
          <w:szCs w:val="28"/>
        </w:rPr>
        <w:t>2.14.</w:t>
      </w:r>
      <w:r w:rsidRPr="00BA5018">
        <w:rPr>
          <w:bCs/>
          <w:sz w:val="28"/>
          <w:szCs w:val="28"/>
        </w:rPr>
        <w:t xml:space="preserve"> </w:t>
      </w:r>
      <w:r w:rsidRPr="00BA5018">
        <w:rPr>
          <w:b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</w:t>
      </w:r>
      <w:r w:rsidRPr="00BA5018">
        <w:rPr>
          <w:b/>
          <w:sz w:val="28"/>
          <w:szCs w:val="28"/>
        </w:rPr>
        <w:t>р</w:t>
      </w:r>
      <w:r w:rsidRPr="00BA5018">
        <w:rPr>
          <w:b/>
          <w:sz w:val="28"/>
          <w:szCs w:val="28"/>
        </w:rPr>
        <w:t>ганизацией, участвующей в предоставлении муниципальной услуги,  и при получении результата предоставления таких услуг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Время ожидания в очереди при подаче заявления о предоставлении м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ниципальной услуги, услуги, предоставляемой организацией, участвующей в предоставлении муниципальной услуги, и при получении результата пред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ставления такой услуги не должно превышать 15 минут.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2.15. Срок и порядок  регистрации запроса заявителя о предоста</w:t>
      </w:r>
      <w:r w:rsidRPr="00BA5018">
        <w:rPr>
          <w:b/>
          <w:sz w:val="28"/>
          <w:szCs w:val="28"/>
        </w:rPr>
        <w:t>в</w:t>
      </w:r>
      <w:r w:rsidRPr="00BA5018">
        <w:rPr>
          <w:b/>
          <w:sz w:val="28"/>
          <w:szCs w:val="28"/>
        </w:rPr>
        <w:t>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Заявление о предоставлении муниципальной услуги, в том числе п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ступившее в электронной форме с использованием единого портала, реги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нального портала либо через МФЦ, регистрируется в течение 1 рабочего дня со дня поступления заявления в структурном подразделении Уполномоче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ного органа, ответственном за ведение делопроизводства.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A5018">
        <w:rPr>
          <w:b/>
          <w:iCs/>
          <w:sz w:val="28"/>
          <w:szCs w:val="28"/>
        </w:rPr>
        <w:t>2.16.</w:t>
      </w:r>
      <w:r w:rsidRPr="00BA5018">
        <w:rPr>
          <w:b/>
          <w:iCs/>
          <w:sz w:val="28"/>
          <w:szCs w:val="28"/>
        </w:rPr>
        <w:tab/>
      </w:r>
      <w:r w:rsidRPr="00BA5018">
        <w:rPr>
          <w:b/>
          <w:sz w:val="28"/>
          <w:szCs w:val="28"/>
        </w:rPr>
        <w:t>Требования к помещениям, в которых предоставляется м</w:t>
      </w:r>
      <w:r w:rsidRPr="00BA5018">
        <w:rPr>
          <w:b/>
          <w:sz w:val="28"/>
          <w:szCs w:val="28"/>
        </w:rPr>
        <w:t>у</w:t>
      </w:r>
      <w:r w:rsidRPr="00BA5018">
        <w:rPr>
          <w:b/>
          <w:sz w:val="28"/>
          <w:szCs w:val="28"/>
        </w:rPr>
        <w:t>ниципальная услуга, к месту ожидания и приема заявителей, размещ</w:t>
      </w:r>
      <w:r w:rsidRPr="00BA5018">
        <w:rPr>
          <w:b/>
          <w:sz w:val="28"/>
          <w:szCs w:val="28"/>
        </w:rPr>
        <w:t>е</w:t>
      </w:r>
      <w:r w:rsidRPr="00BA5018">
        <w:rPr>
          <w:b/>
          <w:sz w:val="28"/>
          <w:szCs w:val="28"/>
        </w:rPr>
        <w:t>нию и оформлению визуальной, текстовой и мультимедийной информ</w:t>
      </w:r>
      <w:r w:rsidRPr="00BA5018">
        <w:rPr>
          <w:b/>
          <w:sz w:val="28"/>
          <w:szCs w:val="28"/>
        </w:rPr>
        <w:t>а</w:t>
      </w:r>
      <w:r w:rsidRPr="00BA5018">
        <w:rPr>
          <w:b/>
          <w:sz w:val="28"/>
          <w:szCs w:val="28"/>
        </w:rPr>
        <w:t>ции о порядке предоставления муниципальной услуги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Места, предназначенные для ознакомления заявителей с информацио</w:t>
      </w:r>
      <w:r w:rsidRPr="00BA5018">
        <w:rPr>
          <w:bCs/>
          <w:sz w:val="28"/>
          <w:szCs w:val="28"/>
        </w:rPr>
        <w:t>н</w:t>
      </w:r>
      <w:r w:rsidRPr="00BA5018">
        <w:rPr>
          <w:bCs/>
          <w:sz w:val="28"/>
          <w:szCs w:val="28"/>
        </w:rPr>
        <w:t>ными материалами и заполнения документов, оборудуются информацио</w:t>
      </w:r>
      <w:r w:rsidRPr="00BA5018">
        <w:rPr>
          <w:bCs/>
          <w:sz w:val="28"/>
          <w:szCs w:val="28"/>
        </w:rPr>
        <w:t>н</w:t>
      </w:r>
      <w:r w:rsidRPr="00BA5018">
        <w:rPr>
          <w:bCs/>
          <w:sz w:val="28"/>
          <w:szCs w:val="28"/>
        </w:rPr>
        <w:t xml:space="preserve">ными стендами, стульями, столами (стойками) и обеспечиваются образцами </w:t>
      </w:r>
      <w:r w:rsidRPr="00BA5018">
        <w:rPr>
          <w:bCs/>
          <w:sz w:val="28"/>
          <w:szCs w:val="28"/>
        </w:rPr>
        <w:lastRenderedPageBreak/>
        <w:t>заполнения документов, бумагой и канцелярскими принадлежностями для обеспечения возможности оформления документов.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В местах для заполнения документов должен обеспечиваться доступ к нормативным правовым актам, регулирующим предоставление муниципал</w:t>
      </w:r>
      <w:r w:rsidRPr="00BA5018">
        <w:rPr>
          <w:bCs/>
          <w:sz w:val="28"/>
          <w:szCs w:val="28"/>
        </w:rPr>
        <w:t>ь</w:t>
      </w:r>
      <w:r w:rsidRPr="00BA5018">
        <w:rPr>
          <w:bCs/>
          <w:sz w:val="28"/>
          <w:szCs w:val="28"/>
        </w:rPr>
        <w:t>ной услуги.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Места для ожидания оборудуются стульями, кресельными секциями или скамьями (банкетками). Количество мест для ожидания определяется и</w:t>
      </w:r>
      <w:r w:rsidRPr="00BA5018">
        <w:rPr>
          <w:bCs/>
          <w:sz w:val="28"/>
          <w:szCs w:val="28"/>
        </w:rPr>
        <w:t>с</w:t>
      </w:r>
      <w:r w:rsidRPr="00BA5018">
        <w:rPr>
          <w:bCs/>
          <w:sz w:val="28"/>
          <w:szCs w:val="28"/>
        </w:rPr>
        <w:t>ходя из фактической нагрузки и возможностей для их размещения в здании.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Помещения для непосредственного взаимодействия с заявителями м</w:t>
      </w:r>
      <w:r w:rsidRPr="00BA5018">
        <w:rPr>
          <w:bCs/>
          <w:sz w:val="28"/>
          <w:szCs w:val="28"/>
        </w:rPr>
        <w:t>о</w:t>
      </w:r>
      <w:r w:rsidRPr="00BA5018">
        <w:rPr>
          <w:bCs/>
          <w:sz w:val="28"/>
          <w:szCs w:val="28"/>
        </w:rPr>
        <w:t>гут быть организованы в виде отдельных кабинетов либо в виде отдельных рабочих мест.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Кабинеты, предназначенные для приема заявителей, должны быть об</w:t>
      </w:r>
      <w:r w:rsidRPr="00BA5018">
        <w:rPr>
          <w:bCs/>
          <w:sz w:val="28"/>
          <w:szCs w:val="28"/>
        </w:rPr>
        <w:t>о</w:t>
      </w:r>
      <w:r w:rsidRPr="00BA5018">
        <w:rPr>
          <w:bCs/>
          <w:sz w:val="28"/>
          <w:szCs w:val="28"/>
        </w:rPr>
        <w:t>рудованы информационными табличками (вывесками) с указанием номера кабинета, фамилии, имени, отчества (при наличии) и должности муниц</w:t>
      </w:r>
      <w:r w:rsidRPr="00BA5018">
        <w:rPr>
          <w:bCs/>
          <w:sz w:val="28"/>
          <w:szCs w:val="28"/>
        </w:rPr>
        <w:t>и</w:t>
      </w:r>
      <w:r w:rsidRPr="00BA5018">
        <w:rPr>
          <w:bCs/>
          <w:sz w:val="28"/>
          <w:szCs w:val="28"/>
        </w:rPr>
        <w:t>пального служащего, графика приема заявителей для личного представления документов и консультирования.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Каждое рабочее место должно быть оборудовано персональным ко</w:t>
      </w:r>
      <w:r w:rsidRPr="00BA5018">
        <w:rPr>
          <w:bCs/>
          <w:sz w:val="28"/>
          <w:szCs w:val="28"/>
        </w:rPr>
        <w:t>м</w:t>
      </w:r>
      <w:r w:rsidRPr="00BA5018">
        <w:rPr>
          <w:bCs/>
          <w:sz w:val="28"/>
          <w:szCs w:val="28"/>
        </w:rPr>
        <w:t>пьютером с возможностью доступа к необходимым информационным базам, печатающим и сканирующим устройствам.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Вход в здание Уполномоченного органа должен быть оборудован и</w:t>
      </w:r>
      <w:r w:rsidRPr="00BA5018">
        <w:rPr>
          <w:bCs/>
          <w:sz w:val="28"/>
          <w:szCs w:val="28"/>
        </w:rPr>
        <w:t>н</w:t>
      </w:r>
      <w:r w:rsidRPr="00BA5018">
        <w:rPr>
          <w:bCs/>
          <w:sz w:val="28"/>
          <w:szCs w:val="28"/>
        </w:rPr>
        <w:t>формационной табличкой (вывеской), содержащей следующую информацию: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наименование;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место нахождения;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режим работы;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адрес официального сайта;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телефонный номер и адрес электронной почты.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В целях организации беспрепятственного доступа инвалидов (включая инвалидов, использующих кресла-коляски и собак-проводников) к месту предоставления муниципальной услуги им обеспечиваются: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</w:t>
      </w:r>
      <w:r w:rsidRPr="00BA5018">
        <w:rPr>
          <w:bCs/>
          <w:sz w:val="28"/>
          <w:szCs w:val="28"/>
        </w:rPr>
        <w:t>т</w:t>
      </w:r>
      <w:r w:rsidRPr="00BA5018">
        <w:rPr>
          <w:bCs/>
          <w:sz w:val="28"/>
          <w:szCs w:val="28"/>
        </w:rPr>
        <w:t>ственного пользования транспортом, средствами связи и информации;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возможность самостоятельного передвижения по территории, на кот</w:t>
      </w:r>
      <w:r w:rsidRPr="00BA5018">
        <w:rPr>
          <w:bCs/>
          <w:sz w:val="28"/>
          <w:szCs w:val="28"/>
        </w:rPr>
        <w:t>о</w:t>
      </w:r>
      <w:r w:rsidRPr="00BA5018">
        <w:rPr>
          <w:bCs/>
          <w:sz w:val="28"/>
          <w:szCs w:val="28"/>
        </w:rPr>
        <w:t>рой расположены объекты (здания, помещения), в которых предоставляется муниципальная услуга, а также входа на такие объекты и выхода из них, п</w:t>
      </w:r>
      <w:r w:rsidRPr="00BA5018">
        <w:rPr>
          <w:bCs/>
          <w:sz w:val="28"/>
          <w:szCs w:val="28"/>
        </w:rPr>
        <w:t>о</w:t>
      </w:r>
      <w:r w:rsidRPr="00BA5018">
        <w:rPr>
          <w:bCs/>
          <w:sz w:val="28"/>
          <w:szCs w:val="28"/>
        </w:rPr>
        <w:t>садки в транспортное средство и высадки из него, в том числе с использов</w:t>
      </w:r>
      <w:r w:rsidRPr="00BA5018">
        <w:rPr>
          <w:bCs/>
          <w:sz w:val="28"/>
          <w:szCs w:val="28"/>
        </w:rPr>
        <w:t>а</w:t>
      </w:r>
      <w:r w:rsidRPr="00BA5018">
        <w:rPr>
          <w:bCs/>
          <w:sz w:val="28"/>
          <w:szCs w:val="28"/>
        </w:rPr>
        <w:t>нием кресла-коляски;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надлежащее размещение оборудования и носителей информации, нео</w:t>
      </w:r>
      <w:r w:rsidRPr="00BA5018">
        <w:rPr>
          <w:bCs/>
          <w:sz w:val="28"/>
          <w:szCs w:val="28"/>
        </w:rPr>
        <w:t>б</w:t>
      </w:r>
      <w:r w:rsidRPr="00BA5018">
        <w:rPr>
          <w:bCs/>
          <w:sz w:val="28"/>
          <w:szCs w:val="28"/>
        </w:rPr>
        <w:t>ходимых для обеспечения беспрепятственного доступа к объектам (зданиям, помещениям), в которых предоставляется муниципальная услуга, с учетом ограничений жизнедеятельности;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допуск сурдопереводчика и тифлосурдопереводчика;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lastRenderedPageBreak/>
        <w:t>допуск собаки-проводника на объекты (здания, помещения), в которых предоставляется муниципальная услуга;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оказание помощи в преодолении барьеров, мешающих получению м</w:t>
      </w:r>
      <w:r w:rsidRPr="00BA5018">
        <w:rPr>
          <w:bCs/>
          <w:sz w:val="28"/>
          <w:szCs w:val="28"/>
        </w:rPr>
        <w:t>у</w:t>
      </w:r>
      <w:r w:rsidRPr="00BA5018">
        <w:rPr>
          <w:bCs/>
          <w:sz w:val="28"/>
          <w:szCs w:val="28"/>
        </w:rPr>
        <w:t>ниципальной услуги наравне с другими лицами.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A5018">
        <w:rPr>
          <w:bCs/>
          <w:sz w:val="28"/>
          <w:szCs w:val="28"/>
        </w:rPr>
        <w:t>В случае невозможности полностью приспособить помещение Упо</w:t>
      </w:r>
      <w:r w:rsidRPr="00BA5018">
        <w:rPr>
          <w:bCs/>
          <w:sz w:val="28"/>
          <w:szCs w:val="28"/>
        </w:rPr>
        <w:t>л</w:t>
      </w:r>
      <w:r w:rsidRPr="00BA5018">
        <w:rPr>
          <w:bCs/>
          <w:sz w:val="28"/>
          <w:szCs w:val="28"/>
        </w:rPr>
        <w:t>номоченного органа с учетом потребности инвалида ему обеспечивается д</w:t>
      </w:r>
      <w:r w:rsidRPr="00BA5018">
        <w:rPr>
          <w:bCs/>
          <w:sz w:val="28"/>
          <w:szCs w:val="28"/>
        </w:rPr>
        <w:t>о</w:t>
      </w:r>
      <w:r w:rsidRPr="00BA5018">
        <w:rPr>
          <w:bCs/>
          <w:sz w:val="28"/>
          <w:szCs w:val="28"/>
        </w:rPr>
        <w:t>ступ к месту предоставления муниципальной услуги.</w:t>
      </w:r>
    </w:p>
    <w:p w:rsidR="00181792" w:rsidRPr="00BA5018" w:rsidRDefault="00181792" w:rsidP="00BA5018">
      <w:pPr>
        <w:widowControl w:val="0"/>
        <w:ind w:firstLine="709"/>
        <w:contextualSpacing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2.17. Показатели доступ</w:t>
      </w:r>
      <w:r w:rsidR="00136771">
        <w:rPr>
          <w:b/>
          <w:sz w:val="28"/>
          <w:szCs w:val="28"/>
        </w:rPr>
        <w:t>ности и качества муниципальной</w:t>
      </w:r>
      <w:r w:rsidRPr="00BA5018">
        <w:rPr>
          <w:b/>
          <w:sz w:val="28"/>
          <w:szCs w:val="28"/>
        </w:rPr>
        <w:t xml:space="preserve"> услуги, в том числе количество взаимодействий заявителя с должностными л</w:t>
      </w:r>
      <w:r w:rsidRPr="00BA5018">
        <w:rPr>
          <w:b/>
          <w:sz w:val="28"/>
          <w:szCs w:val="28"/>
        </w:rPr>
        <w:t>и</w:t>
      </w:r>
      <w:r w:rsidRPr="00BA5018">
        <w:rPr>
          <w:b/>
          <w:sz w:val="28"/>
          <w:szCs w:val="28"/>
        </w:rPr>
        <w:t>цами при предоставлении муниципальной услуги и их продолжител</w:t>
      </w:r>
      <w:r w:rsidRPr="00BA5018">
        <w:rPr>
          <w:b/>
          <w:sz w:val="28"/>
          <w:szCs w:val="28"/>
        </w:rPr>
        <w:t>ь</w:t>
      </w:r>
      <w:r w:rsidRPr="00BA5018">
        <w:rPr>
          <w:b/>
          <w:sz w:val="28"/>
          <w:szCs w:val="28"/>
        </w:rPr>
        <w:t>ность, возмо</w:t>
      </w:r>
      <w:r w:rsidR="00136771">
        <w:rPr>
          <w:b/>
          <w:sz w:val="28"/>
          <w:szCs w:val="28"/>
        </w:rPr>
        <w:t>жность получения муниципальной</w:t>
      </w:r>
      <w:r w:rsidRPr="00BA5018">
        <w:rPr>
          <w:b/>
          <w:sz w:val="28"/>
          <w:szCs w:val="28"/>
        </w:rPr>
        <w:t xml:space="preserve"> услуги в МФЦ, возмо</w:t>
      </w:r>
      <w:r w:rsidRPr="00BA5018">
        <w:rPr>
          <w:b/>
          <w:sz w:val="28"/>
          <w:szCs w:val="28"/>
        </w:rPr>
        <w:t>ж</w:t>
      </w:r>
      <w:r w:rsidRPr="00BA5018">
        <w:rPr>
          <w:b/>
          <w:sz w:val="28"/>
          <w:szCs w:val="28"/>
        </w:rPr>
        <w:t>ность получения информации о ходе предоставления муниципальной  услуги, в том числе с использованием информационно- коммуникацио</w:t>
      </w:r>
      <w:r w:rsidRPr="00BA5018">
        <w:rPr>
          <w:b/>
          <w:sz w:val="28"/>
          <w:szCs w:val="28"/>
        </w:rPr>
        <w:t>н</w:t>
      </w:r>
      <w:r w:rsidRPr="00BA5018">
        <w:rPr>
          <w:b/>
          <w:sz w:val="28"/>
          <w:szCs w:val="28"/>
        </w:rPr>
        <w:t>ных технологий</w:t>
      </w:r>
    </w:p>
    <w:p w:rsidR="00181792" w:rsidRPr="00BA5018" w:rsidRDefault="00181792" w:rsidP="00BA5018">
      <w:pPr>
        <w:pStyle w:val="20"/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BA5018">
        <w:rPr>
          <w:bCs/>
          <w:sz w:val="28"/>
          <w:szCs w:val="28"/>
        </w:rPr>
        <w:t xml:space="preserve">2.17.1. Показателями качества и доступности муниципальной услуги </w:t>
      </w:r>
      <w:r w:rsidRPr="00BA5018">
        <w:rPr>
          <w:b/>
          <w:bCs/>
          <w:sz w:val="28"/>
          <w:szCs w:val="28"/>
        </w:rPr>
        <w:t xml:space="preserve"> </w:t>
      </w:r>
      <w:r w:rsidRPr="00BA5018">
        <w:rPr>
          <w:bCs/>
          <w:sz w:val="28"/>
          <w:szCs w:val="28"/>
        </w:rPr>
        <w:t xml:space="preserve">является </w:t>
      </w:r>
      <w:r w:rsidRPr="00BA5018">
        <w:rPr>
          <w:sz w:val="28"/>
          <w:szCs w:val="28"/>
        </w:rPr>
        <w:t>совокупность количественных и качественных параметров, позв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ляющих измерять и оценивать процесс и результат предоставления  муниц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пальной услуги.</w:t>
      </w:r>
    </w:p>
    <w:p w:rsidR="00181792" w:rsidRPr="00BA5018" w:rsidRDefault="00181792" w:rsidP="00BA501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5018">
        <w:rPr>
          <w:rFonts w:ascii="Times New Roman" w:hAnsi="Times New Roman" w:cs="Times New Roman"/>
          <w:bCs/>
          <w:sz w:val="28"/>
          <w:szCs w:val="28"/>
        </w:rPr>
        <w:t>2.17.2. Показателями</w:t>
      </w:r>
      <w:r w:rsidRPr="00BA5018">
        <w:rPr>
          <w:rFonts w:ascii="Times New Roman" w:hAnsi="Times New Roman" w:cs="Times New Roman"/>
          <w:sz w:val="28"/>
          <w:szCs w:val="28"/>
        </w:rPr>
        <w:t xml:space="preserve"> </w:t>
      </w:r>
      <w:r w:rsidRPr="00BA5018">
        <w:rPr>
          <w:rFonts w:ascii="Times New Roman" w:hAnsi="Times New Roman" w:cs="Times New Roman"/>
          <w:bCs/>
          <w:sz w:val="28"/>
          <w:szCs w:val="28"/>
        </w:rPr>
        <w:t>доступности</w:t>
      </w:r>
      <w:r w:rsidRPr="00BA5018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являются: 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транспортная доступность к местам предоставления муниципальной услуги, в том числе для лиц с ограниченными физическими возможностями;</w:t>
      </w:r>
    </w:p>
    <w:p w:rsidR="00181792" w:rsidRPr="00BA5018" w:rsidRDefault="00181792" w:rsidP="00BA5018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возможность получения полной, актуальной и достоверной информ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ции о порядке предоставления муниципальной услуги, в том числе в эле</w:t>
      </w:r>
      <w:r w:rsidRPr="00BA5018">
        <w:rPr>
          <w:sz w:val="28"/>
          <w:szCs w:val="28"/>
        </w:rPr>
        <w:t>к</w:t>
      </w:r>
      <w:r w:rsidRPr="00BA5018">
        <w:rPr>
          <w:sz w:val="28"/>
          <w:szCs w:val="28"/>
        </w:rPr>
        <w:t>тронной форме;</w:t>
      </w:r>
    </w:p>
    <w:p w:rsidR="00181792" w:rsidRPr="00BA5018" w:rsidRDefault="00181792" w:rsidP="00BA5018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возможность выбора способа обращения за предоставлением муниц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пальной услуги (лично, через представителя, почтовым отправлением, через МФЦ, посредством единого портала, регионального портала);</w:t>
      </w:r>
    </w:p>
    <w:p w:rsidR="00181792" w:rsidRPr="00BA5018" w:rsidRDefault="00181792" w:rsidP="00BA5018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возможность получения информации о порядке и ходе предоставления муниципальной услуги, в том числе с использованием информационно-коммуникационных технологий.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BA5018">
        <w:rPr>
          <w:sz w:val="28"/>
          <w:szCs w:val="28"/>
        </w:rPr>
        <w:t xml:space="preserve">2.17.3. Показателями качества предоставления муниципальной услуги являются:  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BA5018">
        <w:rPr>
          <w:sz w:val="28"/>
          <w:szCs w:val="28"/>
        </w:rPr>
        <w:t>степень удовлетворенности заявителей качеством и доступностью м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ниципальной услуги;</w:t>
      </w:r>
    </w:p>
    <w:p w:rsidR="00181792" w:rsidRPr="00BA5018" w:rsidRDefault="00181792" w:rsidP="00BA501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5018">
        <w:rPr>
          <w:rFonts w:ascii="Times New Roman" w:hAnsi="Times New Roman" w:cs="Times New Roman"/>
          <w:sz w:val="28"/>
          <w:szCs w:val="28"/>
        </w:rPr>
        <w:t>соответствие предоставляемой муниципальной услуги требованиям настоящего административного регламента;</w:t>
      </w:r>
    </w:p>
    <w:p w:rsidR="00181792" w:rsidRPr="00BA5018" w:rsidRDefault="00181792" w:rsidP="00BA501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5018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136771" w:rsidRDefault="00181792" w:rsidP="00136771">
      <w:pPr>
        <w:pStyle w:val="20"/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количество обоснованных жалоб.</w:t>
      </w:r>
    </w:p>
    <w:p w:rsidR="00136771" w:rsidRDefault="00181792" w:rsidP="00136771">
      <w:pPr>
        <w:pStyle w:val="20"/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2.17.4. При получении муниципальной услуги заявитель осуществляет не более двух взаимодействий с должностными лицами Уполномоченного органа.</w:t>
      </w:r>
    </w:p>
    <w:p w:rsidR="00136771" w:rsidRDefault="00181792" w:rsidP="00136771">
      <w:pPr>
        <w:pStyle w:val="20"/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Продолжительность каждого взаимодействия не должна превышать</w:t>
      </w:r>
      <w:r w:rsidRPr="00BA5018">
        <w:rPr>
          <w:sz w:val="28"/>
          <w:szCs w:val="28"/>
        </w:rPr>
        <w:br/>
        <w:t>15 минут.</w:t>
      </w:r>
    </w:p>
    <w:p w:rsidR="00136771" w:rsidRDefault="00181792" w:rsidP="00136771">
      <w:pPr>
        <w:pStyle w:val="20"/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lastRenderedPageBreak/>
        <w:t>При направлении и получении документов, необходимых в рамках предоставления муниципальной услуги, по почте заявитель с должностными лицами Уполномоченного органа не взаимодействует.</w:t>
      </w:r>
    </w:p>
    <w:p w:rsidR="00181792" w:rsidRPr="00BA5018" w:rsidRDefault="00181792" w:rsidP="00136771">
      <w:pPr>
        <w:pStyle w:val="20"/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 направлении и получении документов, необходимых для пред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ставления муниципальной услуги, с использованием информационно</w:t>
      </w:r>
      <w:r w:rsidR="00136771">
        <w:rPr>
          <w:sz w:val="28"/>
          <w:szCs w:val="28"/>
        </w:rPr>
        <w:t xml:space="preserve"> </w:t>
      </w:r>
      <w:r w:rsidRPr="00BA5018">
        <w:rPr>
          <w:sz w:val="28"/>
          <w:szCs w:val="28"/>
        </w:rPr>
        <w:t>-</w:t>
      </w:r>
      <w:r w:rsidR="00136771">
        <w:rPr>
          <w:sz w:val="28"/>
          <w:szCs w:val="28"/>
        </w:rPr>
        <w:t xml:space="preserve"> </w:t>
      </w:r>
      <w:r w:rsidRPr="00BA5018">
        <w:rPr>
          <w:sz w:val="28"/>
          <w:szCs w:val="28"/>
        </w:rPr>
        <w:t>ко</w:t>
      </w:r>
      <w:r w:rsidRPr="00BA5018">
        <w:rPr>
          <w:sz w:val="28"/>
          <w:szCs w:val="28"/>
        </w:rPr>
        <w:t>м</w:t>
      </w:r>
      <w:r w:rsidRPr="00BA5018">
        <w:rPr>
          <w:sz w:val="28"/>
          <w:szCs w:val="28"/>
        </w:rPr>
        <w:t>муникационных технологий заявитель с должностными лицами Уполном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ченного органа не взаимодействует.</w:t>
      </w:r>
    </w:p>
    <w:p w:rsidR="00181792" w:rsidRPr="00BA5018" w:rsidRDefault="00181792" w:rsidP="00BA5018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2.18. Иные требования, в том числе учитывающие особенности предоставления муниципальной услуги в МФЦ и особенности пред</w:t>
      </w:r>
      <w:r w:rsidRPr="00BA5018">
        <w:rPr>
          <w:b/>
          <w:sz w:val="28"/>
          <w:szCs w:val="28"/>
        </w:rPr>
        <w:t>о</w:t>
      </w:r>
      <w:r w:rsidRPr="00BA5018">
        <w:rPr>
          <w:b/>
          <w:sz w:val="28"/>
          <w:szCs w:val="28"/>
        </w:rPr>
        <w:t>ставления муниципальной услуги в электронной форме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A5018">
        <w:rPr>
          <w:sz w:val="28"/>
          <w:szCs w:val="28"/>
        </w:rPr>
        <w:t>2.18.1. Заявителям обеспечивается возможность получения информ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ции о порядке предоставления муниципальной услуги, в том числе с испол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t>зованием единого портала, регионального портала, а также возможность к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пирования форм заявлений и иных документов, необходимых для получения муниципальной услуги.</w:t>
      </w:r>
    </w:p>
    <w:p w:rsidR="00181792" w:rsidRPr="00BA5018" w:rsidRDefault="00181792" w:rsidP="00BA5018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2.18.2. Прием документов и выдача результата муниципальной услуги может осуществляться в МФЦ по принципу экстерриториальности  при наличии заключенного соглашения  о взаимодействии между</w:t>
      </w:r>
      <w:r w:rsidR="00136771">
        <w:rPr>
          <w:sz w:val="28"/>
          <w:szCs w:val="28"/>
        </w:rPr>
        <w:t xml:space="preserve"> Уполномоче</w:t>
      </w:r>
      <w:r w:rsidR="00136771">
        <w:rPr>
          <w:sz w:val="28"/>
          <w:szCs w:val="28"/>
        </w:rPr>
        <w:t>н</w:t>
      </w:r>
      <w:r w:rsidR="00136771">
        <w:rPr>
          <w:sz w:val="28"/>
          <w:szCs w:val="28"/>
        </w:rPr>
        <w:t>ным органом и</w:t>
      </w:r>
      <w:r w:rsidRPr="00BA5018">
        <w:rPr>
          <w:sz w:val="28"/>
          <w:szCs w:val="28"/>
        </w:rPr>
        <w:t xml:space="preserve"> МФЦ.</w:t>
      </w:r>
    </w:p>
    <w:p w:rsidR="00136771" w:rsidRDefault="00181792" w:rsidP="00136771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2</w:t>
      </w:r>
      <w:r w:rsidRPr="00BA5018">
        <w:rPr>
          <w:iCs/>
          <w:sz w:val="28"/>
          <w:szCs w:val="28"/>
        </w:rPr>
        <w:t xml:space="preserve">.18.3. </w:t>
      </w:r>
      <w:r w:rsidRPr="00BA5018">
        <w:rPr>
          <w:sz w:val="28"/>
          <w:szCs w:val="28"/>
        </w:rPr>
        <w:t xml:space="preserve">При направлении заявления о предоставлении муниципальной услуги в электронной форме заявитель формирует </w:t>
      </w:r>
      <w:hyperlink r:id="rId18" w:history="1">
        <w:r w:rsidRPr="00BA5018">
          <w:rPr>
            <w:sz w:val="28"/>
            <w:szCs w:val="28"/>
          </w:rPr>
          <w:t>заявление</w:t>
        </w:r>
      </w:hyperlink>
      <w:r w:rsidRPr="00BA5018">
        <w:rPr>
          <w:sz w:val="28"/>
          <w:szCs w:val="28"/>
        </w:rPr>
        <w:t xml:space="preserve"> на предоставл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 xml:space="preserve">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19" w:history="1">
        <w:r w:rsidRPr="00BA5018">
          <w:rPr>
            <w:sz w:val="28"/>
            <w:szCs w:val="28"/>
          </w:rPr>
          <w:t>з</w:t>
        </w:r>
        <w:r w:rsidRPr="00BA5018">
          <w:rPr>
            <w:sz w:val="28"/>
            <w:szCs w:val="28"/>
          </w:rPr>
          <w:t>а</w:t>
        </w:r>
        <w:r w:rsidRPr="00BA5018">
          <w:rPr>
            <w:sz w:val="28"/>
            <w:szCs w:val="28"/>
          </w:rPr>
          <w:t>кона</w:t>
        </w:r>
      </w:hyperlink>
      <w:r w:rsidRPr="00BA5018">
        <w:rPr>
          <w:sz w:val="28"/>
          <w:szCs w:val="28"/>
        </w:rPr>
        <w:t xml:space="preserve"> от 06.04.2011 № 63-ФЗ, Федерального </w:t>
      </w:r>
      <w:hyperlink r:id="rId20" w:history="1">
        <w:r w:rsidRPr="00BA5018">
          <w:rPr>
            <w:sz w:val="28"/>
            <w:szCs w:val="28"/>
          </w:rPr>
          <w:t>закона</w:t>
        </w:r>
      </w:hyperlink>
      <w:r w:rsidR="00136771">
        <w:rPr>
          <w:sz w:val="28"/>
          <w:szCs w:val="28"/>
        </w:rPr>
        <w:t xml:space="preserve"> </w:t>
      </w:r>
      <w:r w:rsidRPr="00BA5018">
        <w:rPr>
          <w:sz w:val="28"/>
          <w:szCs w:val="28"/>
        </w:rPr>
        <w:t>от 27.07.2010 № 210-ФЗ и Правил определения видов электронной подписи, использование которых  допускается при обращении за получением государственных и муниципал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t>ных услуг, утвержденных постановлением Правительства Российской Фед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рации от 25.06.2012 № 634.</w:t>
      </w:r>
    </w:p>
    <w:p w:rsidR="00136771" w:rsidRDefault="00181792" w:rsidP="00136771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A5018">
        <w:rPr>
          <w:b/>
          <w:bCs/>
          <w:sz w:val="28"/>
          <w:szCs w:val="28"/>
          <w:lang w:val="en-US"/>
        </w:rPr>
        <w:t>III</w:t>
      </w:r>
      <w:r w:rsidRPr="00BA5018">
        <w:rPr>
          <w:b/>
          <w:bCs/>
          <w:sz w:val="28"/>
          <w:szCs w:val="28"/>
        </w:rPr>
        <w:t>. Состав, последовательность и сроки выполнения администр</w:t>
      </w:r>
      <w:r w:rsidRPr="00BA5018">
        <w:rPr>
          <w:b/>
          <w:bCs/>
          <w:sz w:val="28"/>
          <w:szCs w:val="28"/>
        </w:rPr>
        <w:t>а</w:t>
      </w:r>
      <w:r w:rsidRPr="00BA5018">
        <w:rPr>
          <w:b/>
          <w:bCs/>
          <w:sz w:val="28"/>
          <w:szCs w:val="28"/>
        </w:rPr>
        <w:t>тивных процедур (действий), требования к порядку их выполнения, в том числе особенности выполнения административных процедур (де</w:t>
      </w:r>
      <w:r w:rsidRPr="00BA5018">
        <w:rPr>
          <w:b/>
          <w:bCs/>
          <w:sz w:val="28"/>
          <w:szCs w:val="28"/>
        </w:rPr>
        <w:t>й</w:t>
      </w:r>
      <w:r w:rsidRPr="00BA5018">
        <w:rPr>
          <w:b/>
          <w:bCs/>
          <w:sz w:val="28"/>
          <w:szCs w:val="28"/>
        </w:rPr>
        <w:t>ствий) в электронной форме, а также особенности выполнения админ</w:t>
      </w:r>
      <w:r w:rsidRPr="00BA5018">
        <w:rPr>
          <w:b/>
          <w:bCs/>
          <w:sz w:val="28"/>
          <w:szCs w:val="28"/>
        </w:rPr>
        <w:t>и</w:t>
      </w:r>
      <w:r w:rsidRPr="00BA5018">
        <w:rPr>
          <w:b/>
          <w:bCs/>
          <w:sz w:val="28"/>
          <w:szCs w:val="28"/>
        </w:rPr>
        <w:t>стративных процедур в МФЦ.</w:t>
      </w:r>
    </w:p>
    <w:p w:rsidR="00181792" w:rsidRPr="004B5BC1" w:rsidRDefault="00181792" w:rsidP="00136771">
      <w:pPr>
        <w:widowControl w:val="0"/>
        <w:ind w:firstLine="709"/>
        <w:contextualSpacing/>
        <w:jc w:val="both"/>
        <w:rPr>
          <w:spacing w:val="-10"/>
          <w:sz w:val="28"/>
          <w:szCs w:val="28"/>
        </w:rPr>
      </w:pPr>
      <w:r w:rsidRPr="00BA5018">
        <w:rPr>
          <w:b/>
          <w:sz w:val="28"/>
          <w:szCs w:val="28"/>
        </w:rPr>
        <w:t xml:space="preserve">3.1. </w:t>
      </w:r>
      <w:r w:rsidRPr="004B5BC1">
        <w:rPr>
          <w:b/>
          <w:spacing w:val="-10"/>
          <w:sz w:val="28"/>
          <w:szCs w:val="28"/>
        </w:rPr>
        <w:t>Исчерпывающий перечень административных процедур (действий)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1) прием и регистрация заявления о предоставлении муниципальной услуги и иных документов;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2) направление межведомственных запросов (при необходимости);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3) рассмотрение заявления и иных документов, необходимых для предоставления муниципальной услуги;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4) выдача (направление) специального разрешения  заявителю.</w:t>
      </w:r>
    </w:p>
    <w:p w:rsidR="00136771" w:rsidRDefault="00181792" w:rsidP="00136771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3.2. Прием и регистрация заявления о предоставлении муниц</w:t>
      </w:r>
      <w:r w:rsidRPr="00BA5018">
        <w:rPr>
          <w:b/>
          <w:sz w:val="28"/>
          <w:szCs w:val="28"/>
        </w:rPr>
        <w:t>и</w:t>
      </w:r>
      <w:r w:rsidRPr="00BA5018">
        <w:rPr>
          <w:b/>
          <w:sz w:val="28"/>
          <w:szCs w:val="28"/>
        </w:rPr>
        <w:t xml:space="preserve">пальной услуги и иных документов </w:t>
      </w:r>
    </w:p>
    <w:p w:rsidR="00136771" w:rsidRDefault="00181792" w:rsidP="00136771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sz w:val="28"/>
          <w:szCs w:val="28"/>
        </w:rPr>
        <w:t>3.2.1. Основанием для начала административной процедуры является поступление от заявителя заявления о предоставлении муниципальной усл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lastRenderedPageBreak/>
        <w:t>ги и иных документов:</w:t>
      </w:r>
    </w:p>
    <w:p w:rsidR="00136771" w:rsidRDefault="00181792" w:rsidP="00136771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sz w:val="28"/>
          <w:szCs w:val="28"/>
        </w:rPr>
        <w:t>на бумажном носителе непосредственно в Уполномоченный орган, МФЦ;</w:t>
      </w:r>
    </w:p>
    <w:p w:rsidR="00136771" w:rsidRDefault="00181792" w:rsidP="00136771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sz w:val="28"/>
          <w:szCs w:val="28"/>
        </w:rPr>
        <w:t>на бумажном носителе в Уполномоченный орган посредством  почт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вого отправления;</w:t>
      </w:r>
    </w:p>
    <w:p w:rsidR="00136771" w:rsidRDefault="00181792" w:rsidP="00136771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sz w:val="28"/>
          <w:szCs w:val="28"/>
        </w:rPr>
        <w:t>в форме электронного документа с использованием единого портала, регионального портала.</w:t>
      </w:r>
    </w:p>
    <w:p w:rsidR="00136771" w:rsidRDefault="00181792" w:rsidP="00136771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sz w:val="28"/>
          <w:szCs w:val="28"/>
        </w:rPr>
        <w:t>При личной форме подачи документов в Уполномоченный орган, МФЦ подача заявления и иных документов осуществляется  в порядке общей оч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реди в приемные часы или по предварительной записи. При личной форме подачи документов заявитель подает заявление и иные документы, указа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 xml:space="preserve">ные в </w:t>
      </w:r>
      <w:hyperlink r:id="rId21" w:history="1">
        <w:r w:rsidRPr="00BA5018">
          <w:rPr>
            <w:sz w:val="28"/>
            <w:szCs w:val="28"/>
          </w:rPr>
          <w:t>подразделах 2.6</w:t>
        </w:r>
      </w:hyperlink>
      <w:r w:rsidRPr="00BA5018">
        <w:rPr>
          <w:sz w:val="28"/>
          <w:szCs w:val="28"/>
        </w:rPr>
        <w:t>, 2.7 настоящего административного регламента</w:t>
      </w:r>
      <w:r w:rsidRPr="00BA5018">
        <w:rPr>
          <w:sz w:val="28"/>
          <w:szCs w:val="28"/>
        </w:rPr>
        <w:br/>
        <w:t xml:space="preserve">(в случае если заявитель представляет документы, указанные в </w:t>
      </w:r>
      <w:hyperlink r:id="rId22" w:history="1">
        <w:r w:rsidRPr="00BA5018">
          <w:rPr>
            <w:sz w:val="28"/>
            <w:szCs w:val="28"/>
          </w:rPr>
          <w:t>подразделе</w:t>
        </w:r>
        <w:r w:rsidRPr="00BA5018">
          <w:rPr>
            <w:sz w:val="28"/>
            <w:szCs w:val="28"/>
          </w:rPr>
          <w:br/>
          <w:t>2.</w:t>
        </w:r>
      </w:hyperlink>
      <w:r w:rsidRPr="00BA5018">
        <w:rPr>
          <w:sz w:val="28"/>
          <w:szCs w:val="28"/>
        </w:rPr>
        <w:t>7 настоящего административного регламента, по собственной инициативе) на бумажном носителе.</w:t>
      </w:r>
    </w:p>
    <w:p w:rsidR="00136771" w:rsidRDefault="00181792" w:rsidP="00136771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sz w:val="28"/>
          <w:szCs w:val="28"/>
        </w:rPr>
        <w:t>При личной форме подачи документов заявление о предоставлении м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ниципальной услуги может быть оформлено заявителем в ходе приема в Уполномоченном органе, МФЦ либо оформлено заранее.</w:t>
      </w:r>
    </w:p>
    <w:p w:rsidR="00136771" w:rsidRDefault="00181792" w:rsidP="00136771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sz w:val="28"/>
          <w:szCs w:val="28"/>
        </w:rPr>
        <w:t>По просьбе обратившегося лица заявление может быть оформлено должностным лицом Уполномоченного органа, специалистом МФЦ, отве</w:t>
      </w:r>
      <w:r w:rsidRPr="00BA5018">
        <w:rPr>
          <w:sz w:val="28"/>
          <w:szCs w:val="28"/>
        </w:rPr>
        <w:t>т</w:t>
      </w:r>
      <w:r w:rsidRPr="00BA5018">
        <w:rPr>
          <w:sz w:val="28"/>
          <w:szCs w:val="28"/>
        </w:rPr>
        <w:t>ственными за прием документов, с использованием программных средств. В этом случае заявитель собственноручно вписывает</w:t>
      </w:r>
      <w:r w:rsidRPr="00BA5018">
        <w:rPr>
          <w:color w:val="00B050"/>
          <w:sz w:val="28"/>
          <w:szCs w:val="28"/>
        </w:rPr>
        <w:t xml:space="preserve"> </w:t>
      </w:r>
      <w:r w:rsidRPr="00BA5018">
        <w:rPr>
          <w:sz w:val="28"/>
          <w:szCs w:val="28"/>
        </w:rPr>
        <w:t>в заявление свою фам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лию, имя и отчество, ставит дату и подпись.</w:t>
      </w:r>
    </w:p>
    <w:p w:rsidR="00136771" w:rsidRDefault="00181792" w:rsidP="00136771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Должностное лицо Уполномоченного органа, ответственное за пр</w:t>
      </w:r>
      <w:r w:rsidRPr="00BA5018">
        <w:rPr>
          <w:b/>
          <w:sz w:val="28"/>
          <w:szCs w:val="28"/>
        </w:rPr>
        <w:t>и</w:t>
      </w:r>
      <w:r w:rsidRPr="00BA5018">
        <w:rPr>
          <w:b/>
          <w:sz w:val="28"/>
          <w:szCs w:val="28"/>
        </w:rPr>
        <w:t>ем документов, осуществляет следующие действия в ходе приема заяв</w:t>
      </w:r>
      <w:r w:rsidRPr="00BA5018">
        <w:rPr>
          <w:b/>
          <w:sz w:val="28"/>
          <w:szCs w:val="28"/>
        </w:rPr>
        <w:t>и</w:t>
      </w:r>
      <w:r w:rsidRPr="00BA5018">
        <w:rPr>
          <w:b/>
          <w:sz w:val="28"/>
          <w:szCs w:val="28"/>
        </w:rPr>
        <w:t>теля:</w:t>
      </w:r>
    </w:p>
    <w:p w:rsidR="00136771" w:rsidRDefault="00181792" w:rsidP="00136771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sz w:val="28"/>
          <w:szCs w:val="28"/>
        </w:rPr>
        <w:t xml:space="preserve">устанавливает предмет обращения; </w:t>
      </w:r>
    </w:p>
    <w:p w:rsidR="00136771" w:rsidRDefault="00181792" w:rsidP="00136771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sz w:val="28"/>
          <w:szCs w:val="28"/>
        </w:rPr>
        <w:t>устанавливает личность заявителя, в том числе проверяет наличие д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кумента, удостоверяющего личность;</w:t>
      </w:r>
    </w:p>
    <w:p w:rsidR="00136771" w:rsidRDefault="00181792" w:rsidP="00136771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sz w:val="28"/>
          <w:szCs w:val="28"/>
        </w:rPr>
        <w:t>проверяет полномочия заявителя;</w:t>
      </w:r>
    </w:p>
    <w:p w:rsidR="00136771" w:rsidRDefault="00181792" w:rsidP="00136771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sz w:val="28"/>
          <w:szCs w:val="28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</w:t>
      </w:r>
      <w:r w:rsidRPr="00BA5018">
        <w:rPr>
          <w:sz w:val="28"/>
          <w:szCs w:val="28"/>
        </w:rPr>
        <w:t>я</w:t>
      </w:r>
      <w:r w:rsidRPr="00BA5018">
        <w:rPr>
          <w:sz w:val="28"/>
          <w:szCs w:val="28"/>
        </w:rPr>
        <w:t xml:space="preserve">тельно в соответствии с </w:t>
      </w:r>
      <w:hyperlink r:id="rId23" w:history="1">
        <w:r w:rsidRPr="00BA5018">
          <w:rPr>
            <w:sz w:val="28"/>
            <w:szCs w:val="28"/>
          </w:rPr>
          <w:t>подразделом 2.6</w:t>
        </w:r>
      </w:hyperlink>
      <w:r w:rsidRPr="00BA5018">
        <w:rPr>
          <w:sz w:val="28"/>
          <w:szCs w:val="28"/>
        </w:rPr>
        <w:t xml:space="preserve"> настоящего административного р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гламента;</w:t>
      </w:r>
    </w:p>
    <w:p w:rsidR="00181792" w:rsidRPr="00136771" w:rsidRDefault="00181792" w:rsidP="00136771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sz w:val="28"/>
          <w:szCs w:val="28"/>
        </w:rPr>
        <w:t>в случае установления факта несоответствия представленных докуме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тов либо отсутствия необходимых документов для предоставления муниц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пальной услуги информирует в устной форме заявителя (представителя з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явителя) о выявленных фактах и предлагает принять меры по их устранению;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принимает в течение 1 (одного) рабочего дня решение о приеме или об отказе в приеме у заявителя представленных документов.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 случае принятия решения о приеме документов - регистрирует зая</w:t>
      </w:r>
      <w:r w:rsidRPr="00BA5018">
        <w:rPr>
          <w:sz w:val="28"/>
          <w:szCs w:val="28"/>
        </w:rPr>
        <w:t>в</w:t>
      </w:r>
      <w:r w:rsidRPr="00BA5018">
        <w:rPr>
          <w:sz w:val="28"/>
          <w:szCs w:val="28"/>
        </w:rPr>
        <w:t>ление и представленные документы под индивидуальным порядковым ном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ром в день их поступления и выдает заявителю расписку с описью предста</w:t>
      </w:r>
      <w:r w:rsidRPr="00BA5018">
        <w:rPr>
          <w:sz w:val="28"/>
          <w:szCs w:val="28"/>
        </w:rPr>
        <w:t>в</w:t>
      </w:r>
      <w:r w:rsidRPr="00BA5018">
        <w:rPr>
          <w:sz w:val="28"/>
          <w:szCs w:val="28"/>
        </w:rPr>
        <w:t>ленных документов и указанием даты их принятия, подтверждающую прин</w:t>
      </w:r>
      <w:r w:rsidRPr="00BA5018">
        <w:rPr>
          <w:sz w:val="28"/>
          <w:szCs w:val="28"/>
        </w:rPr>
        <w:t>я</w:t>
      </w:r>
      <w:r w:rsidRPr="00BA5018">
        <w:rPr>
          <w:sz w:val="28"/>
          <w:szCs w:val="28"/>
        </w:rPr>
        <w:lastRenderedPageBreak/>
        <w:t>тие документов.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Специалист МФЦ, ответственный за прием документов, осущест</w:t>
      </w:r>
      <w:r w:rsidRPr="00BA5018">
        <w:rPr>
          <w:b/>
          <w:sz w:val="28"/>
          <w:szCs w:val="28"/>
        </w:rPr>
        <w:t>в</w:t>
      </w:r>
      <w:r w:rsidRPr="00BA5018">
        <w:rPr>
          <w:b/>
          <w:sz w:val="28"/>
          <w:szCs w:val="28"/>
        </w:rPr>
        <w:t>ляет следующие действия в ходе приема заявителя: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устанавливает предмет обращения; 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устанавливает личность заявителя, в том числе проверяет наличие д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кумента, удостоверяющего личность;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проверяет полномочия заявителя;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</w:t>
      </w:r>
      <w:r w:rsidRPr="00BA5018">
        <w:rPr>
          <w:sz w:val="28"/>
          <w:szCs w:val="28"/>
        </w:rPr>
        <w:t>я</w:t>
      </w:r>
      <w:r w:rsidRPr="00BA5018">
        <w:rPr>
          <w:sz w:val="28"/>
          <w:szCs w:val="28"/>
        </w:rPr>
        <w:t xml:space="preserve">тельно в соответствии с </w:t>
      </w:r>
      <w:r w:rsidR="00136771">
        <w:rPr>
          <w:sz w:val="28"/>
          <w:szCs w:val="28"/>
        </w:rPr>
        <w:t>подразделом</w:t>
      </w:r>
      <w:r w:rsidRPr="00BA5018">
        <w:rPr>
          <w:sz w:val="28"/>
          <w:szCs w:val="28"/>
        </w:rPr>
        <w:t xml:space="preserve"> 2.6 настоящего административного р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гламента;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 случае установления факта несоответствия представленных докуме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тов либо отсутствия необходимых документов для предоставления муниц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пальной услуги информирует в устной форме заявителя  о выявленных фа</w:t>
      </w:r>
      <w:r w:rsidRPr="00BA5018">
        <w:rPr>
          <w:sz w:val="28"/>
          <w:szCs w:val="28"/>
        </w:rPr>
        <w:t>к</w:t>
      </w:r>
      <w:r w:rsidRPr="00BA5018">
        <w:rPr>
          <w:sz w:val="28"/>
          <w:szCs w:val="28"/>
        </w:rPr>
        <w:t>тах и предлагает принять меры по их устранению (о чем проставляется о</w:t>
      </w:r>
      <w:r w:rsidRPr="00BA5018">
        <w:rPr>
          <w:sz w:val="28"/>
          <w:szCs w:val="28"/>
        </w:rPr>
        <w:t>т</w:t>
      </w:r>
      <w:r w:rsidRPr="00BA5018">
        <w:rPr>
          <w:sz w:val="28"/>
          <w:szCs w:val="28"/>
        </w:rPr>
        <w:t>метка в заявлении);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принимает решение о приеме у заявителя представленных документов, формирует заявление о предоставлении услуги посредством информацио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ной системы МФЦ, регистрирует заявление и пакет документов в информ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ционной системе МФЦ, выдает заявителю (представителю заявителя) ра</w:t>
      </w:r>
      <w:r w:rsidRPr="00BA5018">
        <w:rPr>
          <w:sz w:val="28"/>
          <w:szCs w:val="28"/>
        </w:rPr>
        <w:t>с</w:t>
      </w:r>
      <w:r w:rsidRPr="00BA5018">
        <w:rPr>
          <w:sz w:val="28"/>
          <w:szCs w:val="28"/>
        </w:rPr>
        <w:t>писку о получении документов с информацией о сроках рассмотрения зая</w:t>
      </w:r>
      <w:r w:rsidRPr="00BA5018">
        <w:rPr>
          <w:sz w:val="28"/>
          <w:szCs w:val="28"/>
        </w:rPr>
        <w:t>в</w:t>
      </w:r>
      <w:r w:rsidRPr="00BA5018">
        <w:rPr>
          <w:sz w:val="28"/>
          <w:szCs w:val="28"/>
        </w:rPr>
        <w:t>ления.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Передача в Уполномоченный орган пакета документов, принятых сп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циалистами МФЦ, осуществляется посредством информационной системы МФЦ не позднее следующего рабочего дня со дня приема документов от з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явителя в МФЦ.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Соответствие сведений, содержащихся в электронном образе докуме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та, сведениям, содержащимся в документе на бумажном носителе, заверяется усиленной квалифицированной электронной подписью должностного</w:t>
      </w:r>
      <w:r w:rsidRPr="00BA5018">
        <w:rPr>
          <w:sz w:val="28"/>
          <w:szCs w:val="28"/>
        </w:rPr>
        <w:br/>
        <w:t>лица МФЦ.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 необходимости должностное лицо Уполномоченного органа, сп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циалист МФЦ изготавливают копии представленных заявителем документов, выполняют на них надпись об их соответствии подлинным экземплярам, з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веряют своей подписью с указанием фамилии и инициалов.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136771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Документы для предоставления муниципальной услуги могут быть представлены в Уполномоченный орган посредством направления заявления о предоставлении муниципальной услуги и иных документов почтовым о</w:t>
      </w:r>
      <w:r w:rsidRPr="00BA5018">
        <w:rPr>
          <w:sz w:val="28"/>
          <w:szCs w:val="28"/>
        </w:rPr>
        <w:t>т</w:t>
      </w:r>
      <w:r w:rsidRPr="00BA5018">
        <w:rPr>
          <w:sz w:val="28"/>
          <w:szCs w:val="28"/>
        </w:rPr>
        <w:t>правлением, через единый портал, региональный портал, электронную почту (заочная форма подачи документов):</w:t>
      </w:r>
    </w:p>
    <w:p w:rsidR="00FB06D2" w:rsidRDefault="00181792" w:rsidP="00FB06D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 виде оригинала заявления и копий документов на бумажном носителе посредством почтового отправления. В данном случае удостоверение верн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сти копий документов осуществляется в порядке, установленном федерал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lastRenderedPageBreak/>
        <w:t>ным законодательством. Днем регистрации заявления является день его п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ступления в Уполномоченный орган</w:t>
      </w:r>
      <w:r w:rsidR="00FB06D2">
        <w:rPr>
          <w:sz w:val="28"/>
          <w:szCs w:val="28"/>
        </w:rPr>
        <w:t>;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 электронном виде посредством заполнения интерактивной формы з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явления, подписанного электронной подписью, через личный кабинет един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го портала, регионального портала, без необходимости дополнительной п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дачи заявления в иной форме.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Форматно-логическая проверка сформированного заявления осущест</w:t>
      </w:r>
      <w:r w:rsidRPr="00BA5018">
        <w:rPr>
          <w:sz w:val="28"/>
          <w:szCs w:val="28"/>
        </w:rPr>
        <w:t>в</w:t>
      </w:r>
      <w:r w:rsidRPr="00BA5018">
        <w:rPr>
          <w:sz w:val="28"/>
          <w:szCs w:val="28"/>
        </w:rPr>
        <w:t>ляется автоматически после заполнения заявителем каждого из полей эле</w:t>
      </w:r>
      <w:r w:rsidRPr="00BA5018">
        <w:rPr>
          <w:sz w:val="28"/>
          <w:szCs w:val="28"/>
        </w:rPr>
        <w:t>к</w:t>
      </w:r>
      <w:r w:rsidRPr="00BA5018">
        <w:rPr>
          <w:sz w:val="28"/>
          <w:szCs w:val="28"/>
        </w:rPr>
        <w:t>тронной формы заявления. При выявлении некорректно заполненного поля электронной формы заявления заявитель уведомляется о характере выявле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ной ошибки и порядке ее устранения посредством информационного соо</w:t>
      </w:r>
      <w:r w:rsidRPr="00BA5018">
        <w:rPr>
          <w:sz w:val="28"/>
          <w:szCs w:val="28"/>
        </w:rPr>
        <w:t>б</w:t>
      </w:r>
      <w:r w:rsidRPr="00BA5018">
        <w:rPr>
          <w:sz w:val="28"/>
          <w:szCs w:val="28"/>
        </w:rPr>
        <w:t>щения непосредственно в электронной форме заявления.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 формировании заявления обеспечивается: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возможность копирования и сохранения заявления и иных документов, указанных в </w:t>
      </w:r>
      <w:r w:rsidR="00FB06D2">
        <w:rPr>
          <w:sz w:val="28"/>
          <w:szCs w:val="28"/>
        </w:rPr>
        <w:t xml:space="preserve"> подразделах</w:t>
      </w:r>
      <w:r w:rsidRPr="00BA5018">
        <w:rPr>
          <w:sz w:val="28"/>
          <w:szCs w:val="28"/>
        </w:rPr>
        <w:t xml:space="preserve"> 2.6, 2.7 настоящего административного регламента, необходимых для предоставления муниципальной услуги;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возможность печати на бумажном носителе копии электронной формы заявления;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 любой момент по желанию пользователя сохранение ранее введенных в электронную форму заявления значений, в том числе при возникновении ошибок ввода и возврате для повторного ввода значений в электронную форму заявления;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заполнение полей электронной формы заявления до начала ввода св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едином портале, в части, касающейся сведений, отсутствующих в ЕСИА;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возможность доступа заявителя на едином портале, региональном по</w:t>
      </w:r>
      <w:r w:rsidRPr="00BA5018">
        <w:rPr>
          <w:sz w:val="28"/>
          <w:szCs w:val="28"/>
        </w:rPr>
        <w:t>р</w:t>
      </w:r>
      <w:r w:rsidRPr="00BA5018">
        <w:rPr>
          <w:sz w:val="28"/>
          <w:szCs w:val="28"/>
        </w:rPr>
        <w:t>тале к ранее поданным им заявлениям в течение не менее одного года, а та</w:t>
      </w:r>
      <w:r w:rsidRPr="00BA5018">
        <w:rPr>
          <w:sz w:val="28"/>
          <w:szCs w:val="28"/>
        </w:rPr>
        <w:t>к</w:t>
      </w:r>
      <w:r w:rsidRPr="00BA5018">
        <w:rPr>
          <w:sz w:val="28"/>
          <w:szCs w:val="28"/>
        </w:rPr>
        <w:t>же частично сформированным заявлениям - в течение не менее 3 месяцев.</w:t>
      </w:r>
    </w:p>
    <w:p w:rsidR="00FB06D2" w:rsidRDefault="00181792" w:rsidP="00FB06D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Сформированное и подписанное заявление и иные документы, указа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ные в подразделах  2.6, 2.7 настоящего административного регламента, нео</w:t>
      </w:r>
      <w:r w:rsidRPr="00BA5018">
        <w:rPr>
          <w:sz w:val="28"/>
          <w:szCs w:val="28"/>
        </w:rPr>
        <w:t>б</w:t>
      </w:r>
      <w:r w:rsidRPr="00BA5018">
        <w:rPr>
          <w:sz w:val="28"/>
          <w:szCs w:val="28"/>
        </w:rPr>
        <w:t>ходимые для предоставления муниципальной  услуги, направляются в Упо</w:t>
      </w:r>
      <w:r w:rsidRPr="00BA5018">
        <w:rPr>
          <w:sz w:val="28"/>
          <w:szCs w:val="28"/>
        </w:rPr>
        <w:t>л</w:t>
      </w:r>
      <w:r w:rsidRPr="00BA5018">
        <w:rPr>
          <w:sz w:val="28"/>
          <w:szCs w:val="28"/>
        </w:rPr>
        <w:t>номоченный орган посредством единого портала, регионального портала;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 электронном виде посредством электронной почты.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Заявителям предоставляется возможность предварительной записи на представление заявления о предоставлении муниципальной услуги и необх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димых документов.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Предварительная запись может осуществляться следующими способ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lastRenderedPageBreak/>
        <w:t>ми по выбору заявителя: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 личном обращении заявителя в Уполномоченный орган;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по телефону Уполномоченного органа;</w:t>
      </w:r>
    </w:p>
    <w:p w:rsidR="00181792" w:rsidRPr="00BA5018" w:rsidRDefault="00FB06D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через Интернет-</w:t>
      </w:r>
      <w:r w:rsidR="00181792" w:rsidRPr="00BA5018">
        <w:rPr>
          <w:sz w:val="28"/>
          <w:szCs w:val="28"/>
        </w:rPr>
        <w:t>сайт Уполномоченного органа;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 осуществлении записи заявитель сообщает следующие данные: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фамилию, имя, отчество (последнее - при наличии);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номер контактного телефона;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адрес электронной почты (по желанию);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желаемые дату и время представления заявления и необходимых док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ментов.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 случае несоответствия сведений, которые сообщил заявитель при з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писи, документам, представленным заявителем при личном приеме, предв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рительная запись аннулируется.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 осуществлении записи заявитель в обязательном порядке инфо</w:t>
      </w:r>
      <w:r w:rsidRPr="00BA5018">
        <w:rPr>
          <w:sz w:val="28"/>
          <w:szCs w:val="28"/>
        </w:rPr>
        <w:t>р</w:t>
      </w:r>
      <w:r w:rsidRPr="00BA5018">
        <w:rPr>
          <w:sz w:val="28"/>
          <w:szCs w:val="28"/>
        </w:rPr>
        <w:t>мируется о том, что предварительная запись аннулируется в случае его нея</w:t>
      </w:r>
      <w:r w:rsidRPr="00BA5018">
        <w:rPr>
          <w:sz w:val="28"/>
          <w:szCs w:val="28"/>
        </w:rPr>
        <w:t>в</w:t>
      </w:r>
      <w:r w:rsidRPr="00BA5018">
        <w:rPr>
          <w:sz w:val="28"/>
          <w:szCs w:val="28"/>
        </w:rPr>
        <w:t>ки по истечении 5 минут с назначенного времени приема.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Запись на прием в Уполномоченный орган для подачи заявления с и</w:t>
      </w:r>
      <w:r w:rsidRPr="00BA5018">
        <w:rPr>
          <w:sz w:val="28"/>
          <w:szCs w:val="28"/>
        </w:rPr>
        <w:t>с</w:t>
      </w:r>
      <w:r w:rsidRPr="00BA5018">
        <w:rPr>
          <w:sz w:val="28"/>
          <w:szCs w:val="28"/>
        </w:rPr>
        <w:t>пользованием единого портала, регионального портала, не осуществляется.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Уполномоченный орган обеспечивает прием документов, необходимых для предоставления муниципальной услуги, в электронном виде, и регистр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цию заявления без необходимости повторного представления заявителем т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ких документов на бумажном носителе.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 поступлении документов в форме электронных документов</w:t>
      </w:r>
      <w:r w:rsidRPr="00BA5018">
        <w:rPr>
          <w:sz w:val="28"/>
          <w:szCs w:val="28"/>
        </w:rPr>
        <w:br/>
        <w:t>с использованием информационно-телекоммуникационных сетей общего пользования, расписка в получении документов в течение рабочего дня, сл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дующего за днем поступления документов, направляется в форме электро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ного документа по адресу электронной почты, указанному заявителем.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 поступлении заявления о предоставлении муниципальной услуги в электронной форме через единый портал, региональный портал в Уполном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ченный орган, заявлению присваивается статус «отправлено в ведомство». Информирование заявителя осуществляется через личный кабинет указанных порталов.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Идентификация заявителя обеспечивается электронным идентифик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ционным приложением с использованием соответствующего сервиса ЕСИА.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 направлении документов через единый портал, региональный по</w:t>
      </w:r>
      <w:r w:rsidRPr="00BA5018">
        <w:rPr>
          <w:sz w:val="28"/>
          <w:szCs w:val="28"/>
        </w:rPr>
        <w:t>р</w:t>
      </w:r>
      <w:r w:rsidRPr="00BA5018">
        <w:rPr>
          <w:sz w:val="28"/>
          <w:szCs w:val="28"/>
        </w:rPr>
        <w:t>тал днем получения заявления о предоставлении муниципальной услуги я</w:t>
      </w:r>
      <w:r w:rsidRPr="00BA5018">
        <w:rPr>
          <w:sz w:val="28"/>
          <w:szCs w:val="28"/>
        </w:rPr>
        <w:t>в</w:t>
      </w:r>
      <w:r w:rsidRPr="00BA5018">
        <w:rPr>
          <w:sz w:val="28"/>
          <w:szCs w:val="28"/>
        </w:rPr>
        <w:t>ляется дата присвоения заявлению статуса «отправлено в ведомство».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Если заявитель обратился заочно, должностное лицо Уполномоченного органа,  ответственное за прием документов: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 регистрирует заявление под индивидуальным порядковым номером в день поступления документов;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 проверяет правильность оформления заявления и правильность оформления иных документов, поступивших от заявителя;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проверяет представленные документы на предмет комплектности;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lastRenderedPageBreak/>
        <w:t xml:space="preserve"> 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Уведомление о приеме документов направляется заявителю не позднее рабочего дня, следующего за днем поступления запроса и документов, сп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собом, который использовал (указал) заявитель при заочном обращении.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По итогам исполнения административной процедуры по приему док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ментов в Уполномоченном органе, должностное лицо Уполномоченного о</w:t>
      </w:r>
      <w:r w:rsidRPr="00BA5018">
        <w:rPr>
          <w:sz w:val="28"/>
          <w:szCs w:val="28"/>
        </w:rPr>
        <w:t>р</w:t>
      </w:r>
      <w:r w:rsidRPr="00BA5018">
        <w:rPr>
          <w:sz w:val="28"/>
          <w:szCs w:val="28"/>
        </w:rPr>
        <w:t>гана, ответственное за прием документов, формирует документы (дело) и п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редает их должностному лицу Уполномоченного органа, ответственному за принятие решения.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По итогам исполнения административной процедуры по приему док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ментов в МФЦ специалист МФЦ, ответственный за прием документов, фо</w:t>
      </w:r>
      <w:r w:rsidRPr="00BA5018">
        <w:rPr>
          <w:sz w:val="28"/>
          <w:szCs w:val="28"/>
        </w:rPr>
        <w:t>р</w:t>
      </w:r>
      <w:r w:rsidRPr="00BA5018">
        <w:rPr>
          <w:sz w:val="28"/>
          <w:szCs w:val="28"/>
        </w:rPr>
        <w:t>мирует документы (дело) и передает их специалисту МФЦ, ответственному за межведомственное взаимодействие, который в свою очередь в сроки, установленные соглашением о взаимодействии, передает документы в Упо</w:t>
      </w:r>
      <w:r w:rsidRPr="00BA5018">
        <w:rPr>
          <w:sz w:val="28"/>
          <w:szCs w:val="28"/>
        </w:rPr>
        <w:t>л</w:t>
      </w:r>
      <w:r w:rsidRPr="00BA5018">
        <w:rPr>
          <w:sz w:val="28"/>
          <w:szCs w:val="28"/>
        </w:rPr>
        <w:t>номоченный орган.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3.2.2. Критерием принятия решения о приеме документов является наличие заявления и прилагаемых документов, а также отсутствие оснований для отказа в приеме документов, указанных в подразделе 2.9 настоящего а</w:t>
      </w:r>
      <w:r w:rsidRPr="00BA5018">
        <w:rPr>
          <w:sz w:val="28"/>
          <w:szCs w:val="28"/>
        </w:rPr>
        <w:t>д</w:t>
      </w:r>
      <w:r w:rsidRPr="00BA5018">
        <w:rPr>
          <w:sz w:val="28"/>
          <w:szCs w:val="28"/>
        </w:rPr>
        <w:t>министративного регламента.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3.2.3. Максимальный срок исполнения административной процедуры составляет 1 рабочий день со дня поступления заявления о предоставлении муниципальной услуги от заявителя.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3.2.4. Результатом административной процедуры является регистрация в Уполномоченном органе заявления и документов, представленных заявит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лем, их передача должностному лицу Уполномоченного органа, ответстве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ному за принятие решений о предоставлении муниципальной услуги.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Результат административной процедуры фиксируется в системе эле</w:t>
      </w:r>
      <w:r w:rsidRPr="00BA5018">
        <w:rPr>
          <w:sz w:val="28"/>
          <w:szCs w:val="28"/>
        </w:rPr>
        <w:t>к</w:t>
      </w:r>
      <w:r w:rsidRPr="00BA5018">
        <w:rPr>
          <w:sz w:val="28"/>
          <w:szCs w:val="28"/>
        </w:rPr>
        <w:t>тронного документооборота Уполномоченного органа.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Результат административной процедуры в отношении заявления, п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ступившего в электронной форме с использованием единого портала, реги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нального портала, подтверждается присвоением статуса заявке «принято в работу ведомством». Действие изменения статуса заявления, поступившего в электронной форме с использованием единого портала, регионального по</w:t>
      </w:r>
      <w:r w:rsidRPr="00BA5018">
        <w:rPr>
          <w:sz w:val="28"/>
          <w:szCs w:val="28"/>
        </w:rPr>
        <w:t>р</w:t>
      </w:r>
      <w:r w:rsidRPr="00BA5018">
        <w:rPr>
          <w:sz w:val="28"/>
          <w:szCs w:val="28"/>
        </w:rPr>
        <w:t>тала, производит должностное лицо Уполномоченного органа, ответственное за принятие решений о предоставлении муниципальной услуги.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3.2.5. Результат административной процедуры – прием и регистрация заявления и документов от заявителя.</w:t>
      </w:r>
    </w:p>
    <w:p w:rsidR="00181792" w:rsidRPr="00BA5018" w:rsidRDefault="00181792" w:rsidP="001367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3.2.6. Время выполнения административной процедуры не должно пр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вышать 15 (пятнадцати) минут.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 xml:space="preserve">3.3. Направление межведомственных запросов 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3.3.1. Основанием для начала административной процедуры является непредставление заявителем док</w:t>
      </w:r>
      <w:r w:rsidR="00FB06D2">
        <w:rPr>
          <w:sz w:val="28"/>
          <w:szCs w:val="28"/>
        </w:rPr>
        <w:t>ументов, указанных в подразделе</w:t>
      </w:r>
      <w:r w:rsidRPr="00BA5018">
        <w:rPr>
          <w:sz w:val="28"/>
          <w:szCs w:val="28"/>
        </w:rPr>
        <w:t xml:space="preserve"> 2.7 наст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ящего административного регламента.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lastRenderedPageBreak/>
        <w:t>3.3.2. Должностное лицо Уполномоченного органа, ответственное за предоставление муниципальной услуги, не позднее дня, следующего за днем поступления заявления, формирует и направляет межведомственные запросы в соответствующий орган (организацию), в распоряжении которого находя</w:t>
      </w:r>
      <w:r w:rsidRPr="00BA5018">
        <w:rPr>
          <w:sz w:val="28"/>
          <w:szCs w:val="28"/>
        </w:rPr>
        <w:t>т</w:t>
      </w:r>
      <w:r w:rsidRPr="00BA5018">
        <w:rPr>
          <w:sz w:val="28"/>
          <w:szCs w:val="28"/>
        </w:rPr>
        <w:t>ся необходимые сведения.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3.3.3.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</w:t>
      </w:r>
      <w:r w:rsidR="00FB06D2">
        <w:rPr>
          <w:sz w:val="28"/>
          <w:szCs w:val="28"/>
        </w:rPr>
        <w:t>подразделе</w:t>
      </w:r>
      <w:r w:rsidRPr="00BA5018">
        <w:rPr>
          <w:sz w:val="28"/>
          <w:szCs w:val="28"/>
        </w:rPr>
        <w:t xml:space="preserve"> 2.7. настоящего администр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тивного регламента.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3.3.4. Максимальный срок исполнения административной процедуры составляет 1 рабочий день со дня поступления в Уполномоченный орган з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явления о предоставлении муниципальной услуги.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3.3.5. Результатом исполнения административной процедуры является получение документов, необходимых для принятия решения о предоставл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нии муниципальной услуги.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Способом фиксации результата административной процедуры является регистрация полученных ответов на межведомственные запросы. 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 xml:space="preserve">3.4. Рассмотрение заявления и иных документов, необходимых для предоставления муниципальной услуги 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3.4.1. Основанием для начала административной процедуры является наличие пакета документов, предоставляемых заявителем для предоставл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ния муниципальной услуги.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3.4.2. Должностное лицо Уполномоченного органа в течение 3 (трех) рабочих дней с момента регистрации заявления о получении специального разрешения проводит проверку: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наличия полномочий на выдачу специального разрешения по заявле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ному маршруту;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соответствия сведений, указанных в заявлении и документах, необх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димых для предоставления муниципальной услуги, на соответствие технич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ских характеристик транспортного средства и груза (при наличии груза), а также технической возможности осуществления движения тяжеловесного и (или) крупногабаритного транспортного средства по заявленному маршруту;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информации о государственной регистрации в качестве индивидуал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t>ного предпринимателя или юридического лица (для российских перевозч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ков) с использованием единой системы межведомственного электронного взаимодействия;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соблюдения требований к перевозке делимого груза, установленных статьей 29 Федерального закона № 257-ФЗ.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3.4.3. По результатам проведения указанной проверки должностное л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цо Уполномоченного органа не позднее 4 (четырех) рабочих дней с момента регистрации заявления устанавливает: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отсутствие оснований для отказа в предоставлении муниципальной услуги, указанных в подпунктах 1-3 пункта 2.10.2 настоящего администр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тивного регламента;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lastRenderedPageBreak/>
        <w:t>наличие оснований для отказа в предоставлении муниципальной усл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ги, указанных в подпунктах 1-3 пункта 2.10.2 настоящего административного регламента.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3.4.4. В случае установления наличия оснований для отказа в выдаче специального разрешения должностное лицо, ответственное за предоставл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ние муниципальной услуги, в течение 4 (четырех) рабочих дней с даты рег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страции заявления уведомляет об этом заявителя, способом, указанным в з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явлении.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3.4.5. В случае установления отсутствия оснований для отказа в выдаче специального разрешения должностное лицо, ответственное за предоставл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ние муниципальной услуги, в течение 4 (четырех) рабочих дней с даты рег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страции заявления: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1) устанавливает путь следования по заявленному маршруту;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2) определяет владельцев автомобильных дорог по пути следования з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явленного маршрута;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3) направляет в адрес владельцев автомобильных дорог, по дорогам к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торых проходит маршрут, часть маршрута, запрос на согласование маршрута тяжеловесного и (или) крупногабаритного транспортного средства (далее – запрос о согласовании), в котором указываются: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наименование органа, направившего запрос;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исходящий номер и дата запроса;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вид перевозки;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маршрут движения (участок маршрута);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наименование и адрес владельца транспортного средства;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марка и модель транспортного средства, государственный регистрац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онный номер транспортного средства;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предполагаемый срок и количество поездок;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характеристика груза (при наличии груза) (полное наименование, ма</w:t>
      </w:r>
      <w:r w:rsidRPr="00BA5018">
        <w:rPr>
          <w:sz w:val="28"/>
          <w:szCs w:val="28"/>
        </w:rPr>
        <w:t>р</w:t>
      </w:r>
      <w:r w:rsidRPr="00BA5018">
        <w:rPr>
          <w:sz w:val="28"/>
          <w:szCs w:val="28"/>
        </w:rPr>
        <w:t>ка, модель, габариты, масса);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параметры транспортного средства (автопоезда) (расстояние между осями, нагрузки на оси, количество осей, масса транспортного средства (а</w:t>
      </w:r>
      <w:r w:rsidRPr="00BA5018">
        <w:rPr>
          <w:sz w:val="28"/>
          <w:szCs w:val="28"/>
        </w:rPr>
        <w:t>в</w:t>
      </w:r>
      <w:r w:rsidRPr="00BA5018">
        <w:rPr>
          <w:sz w:val="28"/>
          <w:szCs w:val="28"/>
        </w:rPr>
        <w:t>топоезда) без груза/с грузом; габариты транспортного средства (автопоезда));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необходимость автомобиля прикрытия (сопровождения); предполага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мая скорость движения, подпись должностного лица (в случае направления запроса на бумажном носителе);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подпись должностного лица.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Согласование маршрута тяжеловесного и (или) крупногабаритного транспортного средства осуществляется владельцами автомобильных дорог</w:t>
      </w:r>
      <w:r w:rsidRPr="00BA5018">
        <w:rPr>
          <w:sz w:val="28"/>
          <w:szCs w:val="28"/>
        </w:rPr>
        <w:br/>
        <w:t xml:space="preserve">и Госавтоинспекцией в соответствии с главами </w:t>
      </w:r>
      <w:r w:rsidRPr="00BA5018">
        <w:rPr>
          <w:sz w:val="28"/>
          <w:szCs w:val="28"/>
          <w:lang w:val="en-US"/>
        </w:rPr>
        <w:t>IV</w:t>
      </w:r>
      <w:r w:rsidRPr="00BA5018">
        <w:rPr>
          <w:sz w:val="28"/>
          <w:szCs w:val="28"/>
        </w:rPr>
        <w:t xml:space="preserve"> и </w:t>
      </w:r>
      <w:r w:rsidRPr="00BA5018">
        <w:rPr>
          <w:sz w:val="28"/>
          <w:szCs w:val="28"/>
          <w:lang w:val="en-US"/>
        </w:rPr>
        <w:t>V</w:t>
      </w:r>
      <w:r w:rsidRPr="00BA5018">
        <w:rPr>
          <w:sz w:val="28"/>
          <w:szCs w:val="28"/>
        </w:rPr>
        <w:t xml:space="preserve"> Порядка выдачи сп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циального разрешения.</w:t>
      </w:r>
    </w:p>
    <w:p w:rsidR="00181792" w:rsidRPr="00BA5018" w:rsidRDefault="00181792" w:rsidP="00BA5018">
      <w:pPr>
        <w:widowControl w:val="0"/>
        <w:tabs>
          <w:tab w:val="left" w:pos="1260"/>
        </w:tabs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Согласование маршрута тяжеловесного транспортного средства ос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ществляется Уполномоченным органом с владельцами автомобильных дорог, по которым проходит такой маршрут.</w:t>
      </w:r>
    </w:p>
    <w:p w:rsidR="00181792" w:rsidRPr="00BA5018" w:rsidRDefault="00181792" w:rsidP="00BA5018">
      <w:pPr>
        <w:widowControl w:val="0"/>
        <w:tabs>
          <w:tab w:val="left" w:pos="1260"/>
        </w:tabs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Согласование маршрута крупногабаритного транспортного средства </w:t>
      </w:r>
      <w:r w:rsidRPr="00BA5018">
        <w:rPr>
          <w:sz w:val="28"/>
          <w:szCs w:val="28"/>
        </w:rPr>
        <w:lastRenderedPageBreak/>
        <w:t>осуществляется Уполномоченным органом с владельцами автомобильных дорог, по которым проходит такой маршрут, и с Госавтоинспекцией.</w:t>
      </w:r>
    </w:p>
    <w:p w:rsidR="00181792" w:rsidRPr="00BA5018" w:rsidRDefault="00181792" w:rsidP="00BA5018">
      <w:pPr>
        <w:widowControl w:val="0"/>
        <w:tabs>
          <w:tab w:val="left" w:pos="1260"/>
        </w:tabs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Согласование с Госавтоинспекцией проводится также в случаях, если для движения тяжеловесного транспортного средства требуется:</w:t>
      </w:r>
    </w:p>
    <w:p w:rsidR="00181792" w:rsidRPr="00BA5018" w:rsidRDefault="00181792" w:rsidP="00BA5018">
      <w:pPr>
        <w:widowControl w:val="0"/>
        <w:tabs>
          <w:tab w:val="left" w:pos="1260"/>
        </w:tabs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укрепление отдельных участков автомобильных дорог;</w:t>
      </w:r>
    </w:p>
    <w:p w:rsidR="00181792" w:rsidRPr="00BA5018" w:rsidRDefault="00181792" w:rsidP="00BA5018">
      <w:pPr>
        <w:widowControl w:val="0"/>
        <w:tabs>
          <w:tab w:val="left" w:pos="1260"/>
        </w:tabs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средства;</w:t>
      </w:r>
    </w:p>
    <w:p w:rsidR="00181792" w:rsidRPr="00BA5018" w:rsidRDefault="00181792" w:rsidP="00BA5018">
      <w:pPr>
        <w:widowControl w:val="0"/>
        <w:tabs>
          <w:tab w:val="left" w:pos="1260"/>
        </w:tabs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изменение организации дорожного движения по маршруту тяжелове</w:t>
      </w:r>
      <w:r w:rsidRPr="00BA5018">
        <w:rPr>
          <w:sz w:val="28"/>
          <w:szCs w:val="28"/>
        </w:rPr>
        <w:t>с</w:t>
      </w:r>
      <w:r w:rsidRPr="00BA5018">
        <w:rPr>
          <w:sz w:val="28"/>
          <w:szCs w:val="28"/>
        </w:rPr>
        <w:t>ного и (или) крупногабаритного транспортного средства;</w:t>
      </w:r>
    </w:p>
    <w:p w:rsidR="00181792" w:rsidRPr="00BA5018" w:rsidRDefault="00181792" w:rsidP="00BA5018">
      <w:pPr>
        <w:widowControl w:val="0"/>
        <w:tabs>
          <w:tab w:val="left" w:pos="1260"/>
        </w:tabs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введение ограничений в отношении движения других транспортных средств по требованиям обеспечения безопасности дорожного движения.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3.4.6. Согласование маршрута тяжеловесного и (или) крупногабаритн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го транспортного средства проводится владельцами автомобильных дорог в течение 4 (четырех) рабочих дней с даты поступления от Уполномоченного органа запроса о согласовании.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3.4.7. Согласование маршрута тяжеловесного и (или) крупногабаритн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го транспортного средства владельцами автомобильных дорог осуществляе</w:t>
      </w:r>
      <w:r w:rsidRPr="00BA5018">
        <w:rPr>
          <w:sz w:val="28"/>
          <w:szCs w:val="28"/>
        </w:rPr>
        <w:t>т</w:t>
      </w:r>
      <w:r w:rsidRPr="00BA5018">
        <w:rPr>
          <w:sz w:val="28"/>
          <w:szCs w:val="28"/>
        </w:rPr>
        <w:t>ся путем предоставления документа о согласовании, в том числе посредством факсимильной связи, или путем применения единой системы межведо</w:t>
      </w:r>
      <w:r w:rsidRPr="00BA5018">
        <w:rPr>
          <w:sz w:val="28"/>
          <w:szCs w:val="28"/>
        </w:rPr>
        <w:t>м</w:t>
      </w:r>
      <w:r w:rsidRPr="00BA5018">
        <w:rPr>
          <w:sz w:val="28"/>
          <w:szCs w:val="28"/>
        </w:rPr>
        <w:t>ственного электронного взаимодействия с использованием электронной по</w:t>
      </w:r>
      <w:r w:rsidRPr="00BA5018">
        <w:rPr>
          <w:sz w:val="28"/>
          <w:szCs w:val="28"/>
        </w:rPr>
        <w:t>д</w:t>
      </w:r>
      <w:r w:rsidRPr="00BA5018">
        <w:rPr>
          <w:sz w:val="28"/>
          <w:szCs w:val="28"/>
        </w:rPr>
        <w:t>писи или ведомственных информационных систем.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 согласовании маршрута тяжеловесного транспортного средства владельцем автомобильной дороги в адрес Уполномоченного органа напра</w:t>
      </w:r>
      <w:r w:rsidRPr="00BA5018">
        <w:rPr>
          <w:sz w:val="28"/>
          <w:szCs w:val="28"/>
        </w:rPr>
        <w:t>в</w:t>
      </w:r>
      <w:r w:rsidRPr="00BA5018">
        <w:rPr>
          <w:sz w:val="28"/>
          <w:szCs w:val="28"/>
        </w:rPr>
        <w:t>ляется расчет платы в счет возмещения вреда, причиняемого автомобильным дорогам тяжеловесным транспортным средством.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3.4.8. В случае если установлено, что по маршруту, предложенному з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явителем, для движения тяжеловесного и (или) крупногабаритного тран</w:t>
      </w:r>
      <w:r w:rsidRPr="00BA5018">
        <w:rPr>
          <w:sz w:val="28"/>
          <w:szCs w:val="28"/>
        </w:rPr>
        <w:t>с</w:t>
      </w:r>
      <w:r w:rsidRPr="00BA5018">
        <w:rPr>
          <w:sz w:val="28"/>
          <w:szCs w:val="28"/>
        </w:rPr>
        <w:t>портного средства требуется разработка проекта организации дорожного движения, специального проекта, проведение обследования автомобильных дорог, их укрепление или принятие специальных мер по обустройству авт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мобильных дорог, их участков, а также пересекающих автомобильную дор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гу сооружений и инженерных коммуникаций Уполномоченный орган в теч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ние 1 (одного) рабочего дня со дня установления соответствующих сведений способом, указанным в заявлении, информирует об этом заявителя (для зая</w:t>
      </w:r>
      <w:r w:rsidRPr="00BA5018">
        <w:rPr>
          <w:sz w:val="28"/>
          <w:szCs w:val="28"/>
        </w:rPr>
        <w:t>в</w:t>
      </w:r>
      <w:r w:rsidRPr="00BA5018">
        <w:rPr>
          <w:sz w:val="28"/>
          <w:szCs w:val="28"/>
        </w:rPr>
        <w:t>лений, поступивших в Уполномоченный орган через единый или регионал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t>ный портал информирование осуществляется через личный кабинет на соо</w:t>
      </w:r>
      <w:r w:rsidRPr="00BA5018">
        <w:rPr>
          <w:sz w:val="28"/>
          <w:szCs w:val="28"/>
        </w:rPr>
        <w:t>т</w:t>
      </w:r>
      <w:r w:rsidRPr="00BA5018">
        <w:rPr>
          <w:sz w:val="28"/>
          <w:szCs w:val="28"/>
        </w:rPr>
        <w:t>ветствующем портале) и дальнейшее согласование маршрута тяжеловесного и (или) крупногабаритного транспортного средства осуществляется в след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ющем порядке: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3.4.8.1. В случае если для осуществления движения  тяжеловесного и (или) крупногабаритного транспортного средства требуется принятие спец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альных мер по обустройству пересекающих автомобильную дорогу сооруж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 xml:space="preserve">ний и инженерных коммуникаций, владелец автомобильной дороги (участка </w:t>
      </w:r>
      <w:r w:rsidRPr="00BA5018">
        <w:rPr>
          <w:sz w:val="28"/>
          <w:szCs w:val="28"/>
        </w:rPr>
        <w:lastRenderedPageBreak/>
        <w:t>автомобильной дороги) направляет в течение 1 (одного) рабочего дня со дня регистрации им запроса от Уполномоченного органа соответствующий з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прос владельцам данных сооружений и инженерных коммуникаций и и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формирует об этом Уполномоченный орган.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3.4.8.2. Владельцы пересекающих автомобильную дорогу сооружений и инженерных коммуникаций в течение 2 (двух) рабочих дней со дня рег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страции ими запроса направляют владельцу автомобильной дороги и Упо</w:t>
      </w:r>
      <w:r w:rsidRPr="00BA5018">
        <w:rPr>
          <w:sz w:val="28"/>
          <w:szCs w:val="28"/>
        </w:rPr>
        <w:t>л</w:t>
      </w:r>
      <w:r w:rsidRPr="00BA5018">
        <w:rPr>
          <w:sz w:val="28"/>
          <w:szCs w:val="28"/>
        </w:rPr>
        <w:t>номоченному органу информацию о предполагаемом размере расходов на принятие указанных мер и условиях их проведения.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3.4.8.3. Уполномоченный орган в течение 1 (одного) рабочего дня со дня получения информации от владельцев пересекающих автомобильную дорогу сооружений и инженерных коммуникаций информирует об этом з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явителя.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3.4.8.4. При получении согласия от заявителя Уполномоченный орган направляет такое согласие владельцу пересекающих автомобильную дорогу сооружений и инженерных коммуникаций.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3.4.8.5. В случае если маршрут тяжеловесного и (или) крупногабари</w:t>
      </w:r>
      <w:r w:rsidRPr="00BA5018">
        <w:rPr>
          <w:sz w:val="28"/>
          <w:szCs w:val="28"/>
        </w:rPr>
        <w:t>т</w:t>
      </w:r>
      <w:r w:rsidRPr="00BA5018">
        <w:rPr>
          <w:sz w:val="28"/>
          <w:szCs w:val="28"/>
        </w:rPr>
        <w:t>ного транспортного средства проходит через железнодорожные переезды, владельцы автомобильных дорог направляют в течение 1 (одного) рабочего дня со дня регистрации ими запроса соответствующий запрос владельцам инфраструктуры железнодорожного транспорта, в ведении которых находя</w:t>
      </w:r>
      <w:r w:rsidRPr="00BA5018">
        <w:rPr>
          <w:sz w:val="28"/>
          <w:szCs w:val="28"/>
        </w:rPr>
        <w:t>т</w:t>
      </w:r>
      <w:r w:rsidRPr="00BA5018">
        <w:rPr>
          <w:sz w:val="28"/>
          <w:szCs w:val="28"/>
        </w:rPr>
        <w:t>ся такие железнодорожные переезды, если: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ширина транспортного средства с грузом или без груза составляет 5 м и более и (или) высота от поверхности дороги 4,5 м и более;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длина транспортного средства с одним прицепом превышает 22 м или автопоезд имеет два и более прицепа;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скорость движения транспортного средства менее 8 км/ч.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 этом случае согласование владельцами инфраструктуры железнод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рожного транспорта осуществляется в течение 3 (трех) рабочих дней с даты получения запроса.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3.4.8.6. В случае если требуется оценка технического состояния авт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мобильных дорог (в соответствии с Приказом Минтранса РФ от 27.08.2009 № 150 «О порядке проведения оценки технического состояния автомобильных дорог»), в том числе в случае, когда масса транспортного средства (автопое</w:t>
      </w:r>
      <w:r w:rsidRPr="00BA5018">
        <w:rPr>
          <w:sz w:val="28"/>
          <w:szCs w:val="28"/>
        </w:rPr>
        <w:t>з</w:t>
      </w:r>
      <w:r w:rsidRPr="00BA5018">
        <w:rPr>
          <w:sz w:val="28"/>
          <w:szCs w:val="28"/>
        </w:rPr>
        <w:t>да) с грузом или без превышает фактическую грузоподъемность искусстве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ных дорожных сооружений, расположенных по маршруту тяжеловесного транспортного средства, владельцы автомобильных дорог в течение 2 (двух) рабочих дней с даты регистрации ими запроса, полученного от Уполном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ченного органа, направляют в Уполномоченный орган информацию о нео</w:t>
      </w:r>
      <w:r w:rsidRPr="00BA5018">
        <w:rPr>
          <w:sz w:val="28"/>
          <w:szCs w:val="28"/>
        </w:rPr>
        <w:t>б</w:t>
      </w:r>
      <w:r w:rsidRPr="00BA5018">
        <w:rPr>
          <w:sz w:val="28"/>
          <w:szCs w:val="28"/>
        </w:rPr>
        <w:t>ходимости проведения оценки технического состояния автомобильных дорог или их участков и предполагаемых расходах на осуществление указанной оценки.</w:t>
      </w:r>
    </w:p>
    <w:p w:rsidR="00FB06D2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В случае если требуется разработка проекта организации дорожного движения, владельцы автомобильных дорог в течение двух рабочих дней с </w:t>
      </w:r>
      <w:r w:rsidRPr="00BA5018">
        <w:rPr>
          <w:sz w:val="28"/>
          <w:szCs w:val="28"/>
        </w:rPr>
        <w:lastRenderedPageBreak/>
        <w:t>даты регистрации ими запроса, полученного от Уполномоченного органа, направляют в Уполномоченный орган информацию о необходимости разр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ботки проекта организации дорожного движения.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3.4.8.7. Уполномоченный орган в течение 2 (двух) рабочих дней с даты получения от владельца авто</w:t>
      </w:r>
      <w:r w:rsidR="00FB06D2">
        <w:rPr>
          <w:sz w:val="28"/>
          <w:szCs w:val="28"/>
        </w:rPr>
        <w:t xml:space="preserve">мобильной дороги информации </w:t>
      </w:r>
      <w:r w:rsidRPr="00BA5018">
        <w:rPr>
          <w:sz w:val="28"/>
          <w:szCs w:val="28"/>
        </w:rPr>
        <w:t>о необходим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сти и условиях проведения оценки технического состояния автомобильных дорог или их участков и предполагаемых расходах на осуществление указа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ной оценки уведомляет об этом заявителя.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3.4.8.8. Заявитель в срок до 5 (пяти) рабочих дней направляет в Упо</w:t>
      </w:r>
      <w:r w:rsidRPr="00BA5018">
        <w:rPr>
          <w:sz w:val="28"/>
          <w:szCs w:val="28"/>
        </w:rPr>
        <w:t>л</w:t>
      </w:r>
      <w:r w:rsidRPr="00BA5018">
        <w:rPr>
          <w:sz w:val="28"/>
          <w:szCs w:val="28"/>
        </w:rPr>
        <w:t>номоченный орган согласие на проведение оценки технического состояния автомобильных дорог или их участков и на оплату расходов (предоставляет лично, направляет почтовым отправлением, по электронной почте и через единый или региональный порталы). В случае получения отказа заявителя (отсутствия согласия заявителя в установленный срок) от проведения оценки технического состояния автомобильных дорог или их участков и на оплату расходов уполномоченный орган принимает решение об отказе в оформл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нии специального разрешения, о чем в течение 3 (трех) рабочих дней соо</w:t>
      </w:r>
      <w:r w:rsidRPr="00BA5018">
        <w:rPr>
          <w:sz w:val="28"/>
          <w:szCs w:val="28"/>
        </w:rPr>
        <w:t>б</w:t>
      </w:r>
      <w:r w:rsidRPr="00BA5018">
        <w:rPr>
          <w:sz w:val="28"/>
          <w:szCs w:val="28"/>
        </w:rPr>
        <w:t>щает заявителю.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3.4.8.9. Срок проведения оценки технического состояния автомобил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t>ных дорог и (или) их участков не должен превышать 30 рабочих дней.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По результатам оценки технического состояния автомобильных дорог или их участков определяется возможность движения  тяжеловесного и (или) крупногабаритного транспортного средства по заявленному маршруту, усл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вия такого движения, а также необходимость укрепления автомобильных д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рог или принятия специальных мер по обустройству автомобильных дорог или их участков и расходы на проведение указанных мероприятий.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3.4.8.10. Заявитель возмещает юридическим лицам и индивидуальным предпринимателям, осуществляющим такую оценку и принимающим такие меры, расходы на осуществление такой оценки и принятие таких мер до п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лучения специального разрешения.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3.4.8.11. Информация о результатах оценки технического состояния а</w:t>
      </w:r>
      <w:r w:rsidRPr="00BA5018">
        <w:rPr>
          <w:sz w:val="28"/>
          <w:szCs w:val="28"/>
        </w:rPr>
        <w:t>в</w:t>
      </w:r>
      <w:r w:rsidRPr="00BA5018">
        <w:rPr>
          <w:sz w:val="28"/>
          <w:szCs w:val="28"/>
        </w:rPr>
        <w:t>томобильных дорог или их участков направляется владельцами автомобил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t>ных дорог в адрес Уполномоченного органа.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Уполномоченный орган в течение 3 (трех) рабочих дней со дня получ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ния ответов от владельцев автомобильных дорог информирует об этом заяв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теля.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3.4.8.12. Заявитель в срок до 5 (пяти) рабочих дней направляет</w:t>
      </w:r>
      <w:r w:rsidRPr="00BA5018">
        <w:rPr>
          <w:sz w:val="28"/>
          <w:szCs w:val="28"/>
        </w:rPr>
        <w:br/>
        <w:t>в Уполномоченный орган согласие на проведение укрепления автомобил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t>ных дорог или принятия специальных мер по обустройству автомобильных дорог или их участков (предоставляет лично, направляет почтовым отпра</w:t>
      </w:r>
      <w:r w:rsidRPr="00BA5018">
        <w:rPr>
          <w:sz w:val="28"/>
          <w:szCs w:val="28"/>
        </w:rPr>
        <w:t>в</w:t>
      </w:r>
      <w:r w:rsidRPr="00BA5018">
        <w:rPr>
          <w:sz w:val="28"/>
          <w:szCs w:val="28"/>
        </w:rPr>
        <w:t>лением, по электронной почте и через единый или региональный порталы).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В случае получения отказа заявителя (отсутствия согласия заявителя в установленный срок) от проведения укрепления автомобильных дорог или принятия специальных мер по обустройству автомобильных дорог или их </w:t>
      </w:r>
      <w:r w:rsidRPr="00BA5018">
        <w:rPr>
          <w:sz w:val="28"/>
          <w:szCs w:val="28"/>
        </w:rPr>
        <w:lastRenderedPageBreak/>
        <w:t>участков Уполномоченный орган принимает решение об отказе в оформл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нии специального разрешения, о чем в течение 2 (двух) рабочих дней соо</w:t>
      </w:r>
      <w:r w:rsidRPr="00BA5018">
        <w:rPr>
          <w:sz w:val="28"/>
          <w:szCs w:val="28"/>
        </w:rPr>
        <w:t>б</w:t>
      </w:r>
      <w:r w:rsidRPr="00BA5018">
        <w:rPr>
          <w:sz w:val="28"/>
          <w:szCs w:val="28"/>
        </w:rPr>
        <w:t>щает заявителю.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3.4.8.13. Сроки и условия проведения укрепления автомобильных дорог и (или) принятия специальных мер по обустройству автомобильных дорог или их участков определяются в зависимости от объема выполняемых работ владельцами автомобильных дорог и пересекающих автомобильную дорогу сооружений и инженерных коммуникаций.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3.4.8.14. Заявитель возмещает расходы на укрепление автомобильных дорог или принятие специальных мер по обустройству автомобильных дорог или их участков юридическим лицам и индивидуальным предпринимателям, принимающим такие меры.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3.4.8.15. После проведения оценки технического состояния автом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бильных дорог или их участков и (или) укрепления автомобильных дорог или принятия специальных мер по обустройству автомобильных дорог или их участков владельцы автомобильных дорог направляют в Уполномоченный орган согласование маршрута тяжеловесных и (или) крупногабаритных транспортных средств по заявленному маршруту и расчет платы в счет во</w:t>
      </w:r>
      <w:r w:rsidRPr="00BA5018">
        <w:rPr>
          <w:sz w:val="28"/>
          <w:szCs w:val="28"/>
        </w:rPr>
        <w:t>з</w:t>
      </w:r>
      <w:r w:rsidRPr="00BA5018">
        <w:rPr>
          <w:sz w:val="28"/>
          <w:szCs w:val="28"/>
        </w:rPr>
        <w:t>мещения вреда, причиняемого автомобильным дорогам тяжеловесным транспортным средством.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3.4.8.16. В случае если характеристики автомобильных дорог или пер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секающих автомобильную дорогу сооружений и инженерных коммуникаций не позволяют осуществить движение тяжеловесных и (или) крупногабари</w:t>
      </w:r>
      <w:r w:rsidRPr="00BA5018">
        <w:rPr>
          <w:sz w:val="28"/>
          <w:szCs w:val="28"/>
        </w:rPr>
        <w:t>т</w:t>
      </w:r>
      <w:r w:rsidRPr="00BA5018">
        <w:rPr>
          <w:sz w:val="28"/>
          <w:szCs w:val="28"/>
        </w:rPr>
        <w:t>ных транспортных средств по указанному в заявлении маршруту, владельцы автомобильных дорог направляют в Уполномоченный орган мотивирова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ный отказ в согласовании запроса.</w:t>
      </w:r>
    </w:p>
    <w:p w:rsidR="00A8322F" w:rsidRDefault="00181792" w:rsidP="00A832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3.4.9. После согласования маршрута тяжеловесного и (или) крупног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баритного транспортного средства всеми владельцами автомобильных дорог, по которым проходит маршрут, а также пересекающих автомобильную дор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 xml:space="preserve">гу сооружений и инженерных коммуникаций в случаях, установленных </w:t>
      </w:r>
      <w:hyperlink r:id="rId24" w:history="1">
        <w:r w:rsidRPr="00BA5018">
          <w:rPr>
            <w:sz w:val="28"/>
            <w:szCs w:val="28"/>
          </w:rPr>
          <w:t>пунктом 19</w:t>
        </w:r>
      </w:hyperlink>
      <w:r w:rsidRPr="00BA5018">
        <w:rPr>
          <w:sz w:val="28"/>
          <w:szCs w:val="28"/>
        </w:rPr>
        <w:t xml:space="preserve"> Порядка выдачи специального разрешения, Уполномоченный о</w:t>
      </w:r>
      <w:r w:rsidRPr="00BA5018">
        <w:rPr>
          <w:sz w:val="28"/>
          <w:szCs w:val="28"/>
        </w:rPr>
        <w:t>р</w:t>
      </w:r>
      <w:r w:rsidRPr="00BA5018">
        <w:rPr>
          <w:sz w:val="28"/>
          <w:szCs w:val="28"/>
        </w:rPr>
        <w:t>ган оформляет специальное разрешение по форме в соответствии с прилож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нием № 1 к Порядку выдачи специального разрешения и в случаях, устано</w:t>
      </w:r>
      <w:r w:rsidRPr="00BA5018">
        <w:rPr>
          <w:sz w:val="28"/>
          <w:szCs w:val="28"/>
        </w:rPr>
        <w:t>в</w:t>
      </w:r>
      <w:r w:rsidRPr="00BA5018">
        <w:rPr>
          <w:sz w:val="28"/>
          <w:szCs w:val="28"/>
        </w:rPr>
        <w:t>ленных</w:t>
      </w:r>
      <w:r w:rsidR="00A8322F">
        <w:rPr>
          <w:sz w:val="28"/>
          <w:szCs w:val="28"/>
        </w:rPr>
        <w:t xml:space="preserve"> </w:t>
      </w:r>
      <w:hyperlink r:id="rId25" w:history="1">
        <w:r w:rsidRPr="00BA5018">
          <w:rPr>
            <w:sz w:val="28"/>
            <w:szCs w:val="28"/>
          </w:rPr>
          <w:t>пунктом</w:t>
        </w:r>
        <w:r w:rsidR="00A8322F">
          <w:rPr>
            <w:sz w:val="28"/>
            <w:szCs w:val="28"/>
          </w:rPr>
          <w:t xml:space="preserve"> </w:t>
        </w:r>
        <w:r w:rsidRPr="00BA5018">
          <w:rPr>
            <w:sz w:val="28"/>
            <w:szCs w:val="28"/>
          </w:rPr>
          <w:t>3.4.5</w:t>
        </w:r>
      </w:hyperlink>
      <w:r w:rsidRPr="00BA5018">
        <w:rPr>
          <w:sz w:val="28"/>
          <w:szCs w:val="28"/>
        </w:rPr>
        <w:t xml:space="preserve"> настоящего административного регламента, направл</w:t>
      </w:r>
      <w:r w:rsidRPr="00BA5018">
        <w:rPr>
          <w:sz w:val="28"/>
          <w:szCs w:val="28"/>
        </w:rPr>
        <w:t>я</w:t>
      </w:r>
      <w:r w:rsidRPr="00BA5018">
        <w:rPr>
          <w:sz w:val="28"/>
          <w:szCs w:val="28"/>
        </w:rPr>
        <w:t>ет в адрес подразделения Госавтоинспекции на региональном уровне по м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сту расположения Уполномоченного органа запрос на согласование маршр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та тяжеловесного и (или) крупногабаритного транспортного средства с пр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ложением оформленного специального разрешения, копий документов, ук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 xml:space="preserve">занных в </w:t>
      </w:r>
      <w:hyperlink r:id="rId26" w:history="1">
        <w:r w:rsidRPr="00BA5018">
          <w:rPr>
            <w:sz w:val="28"/>
            <w:szCs w:val="28"/>
          </w:rPr>
          <w:t xml:space="preserve">подпунктах </w:t>
        </w:r>
      </w:hyperlink>
      <w:r w:rsidRPr="00BA5018">
        <w:rPr>
          <w:sz w:val="28"/>
          <w:szCs w:val="28"/>
        </w:rPr>
        <w:t xml:space="preserve">2 – 4 пункта </w:t>
      </w:r>
      <w:hyperlink r:id="rId27" w:history="1">
        <w:r w:rsidRPr="00BA5018">
          <w:rPr>
            <w:sz w:val="28"/>
            <w:szCs w:val="28"/>
          </w:rPr>
          <w:t>2.6.1</w:t>
        </w:r>
      </w:hyperlink>
      <w:r w:rsidRPr="00BA5018">
        <w:rPr>
          <w:sz w:val="28"/>
          <w:szCs w:val="28"/>
        </w:rPr>
        <w:t xml:space="preserve"> настоящего административного р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гламента, копий согласований маршрута транспортного средства, и проекта организации дорожного движения и (или) специального проекта (при нео</w:t>
      </w:r>
      <w:r w:rsidRPr="00BA5018">
        <w:rPr>
          <w:sz w:val="28"/>
          <w:szCs w:val="28"/>
        </w:rPr>
        <w:t>б</w:t>
      </w:r>
      <w:r w:rsidRPr="00BA5018">
        <w:rPr>
          <w:sz w:val="28"/>
          <w:szCs w:val="28"/>
        </w:rPr>
        <w:t>ходимости). Запрос регистрируется Госавтоинспекцией в течение 1(одного) рабочего дня с даты его поступления.</w:t>
      </w:r>
    </w:p>
    <w:p w:rsidR="00181792" w:rsidRPr="00BA5018" w:rsidRDefault="00181792" w:rsidP="00A832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3.4.10. Согласование маршрута тяжеловесного и (или) крупногабари</w:t>
      </w:r>
      <w:r w:rsidRPr="00BA5018">
        <w:rPr>
          <w:sz w:val="28"/>
          <w:szCs w:val="28"/>
        </w:rPr>
        <w:t>т</w:t>
      </w:r>
      <w:r w:rsidRPr="00BA5018">
        <w:rPr>
          <w:sz w:val="28"/>
          <w:szCs w:val="28"/>
        </w:rPr>
        <w:lastRenderedPageBreak/>
        <w:t>ного транспортного средства проводится Госавтоинспекцией в течение 4 (ч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тырех) рабочих дней с даты регистрации запроса, полученного от Уполном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 xml:space="preserve">ченного органа, а в случае повторной подачи заявления в соответствии с </w:t>
      </w:r>
      <w:hyperlink r:id="rId28" w:history="1">
        <w:r w:rsidRPr="00BA5018">
          <w:rPr>
            <w:sz w:val="28"/>
            <w:szCs w:val="28"/>
          </w:rPr>
          <w:t>а</w:t>
        </w:r>
        <w:r w:rsidRPr="00BA5018">
          <w:rPr>
            <w:sz w:val="28"/>
            <w:szCs w:val="28"/>
          </w:rPr>
          <w:t>б</w:t>
        </w:r>
        <w:r w:rsidRPr="00BA5018">
          <w:rPr>
            <w:sz w:val="28"/>
            <w:szCs w:val="28"/>
          </w:rPr>
          <w:t>зацем четвертым пункта 4</w:t>
        </w:r>
      </w:hyperlink>
      <w:r w:rsidRPr="00BA5018">
        <w:rPr>
          <w:sz w:val="28"/>
          <w:szCs w:val="28"/>
        </w:rPr>
        <w:t xml:space="preserve"> Порядка выдачи специального разрешения - в т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чение 2 (двух) рабочих дней с даты регистрации запроса, полученного от Уполномоченного органа.</w:t>
      </w:r>
    </w:p>
    <w:p w:rsidR="00181792" w:rsidRPr="00BA5018" w:rsidRDefault="00181792" w:rsidP="00FB06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 согласовании маршрута тяжеловесного и (или) крупногабаритного транспортного средства Госавтоинспекция делает записи в специальном ра</w:t>
      </w:r>
      <w:r w:rsidRPr="00BA5018">
        <w:rPr>
          <w:sz w:val="28"/>
          <w:szCs w:val="28"/>
        </w:rPr>
        <w:t>з</w:t>
      </w:r>
      <w:r w:rsidRPr="00BA5018">
        <w:rPr>
          <w:sz w:val="28"/>
          <w:szCs w:val="28"/>
        </w:rPr>
        <w:t>решении о согласовании (номер и дату согласования, фамилию, имя, отч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ство (при наличии) и должность сотрудника Госавтоинспекции), которые з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веряются печатью, подписью должностного лица Госавтоинспекции, и направляет бланк специального разрешения в Уполномоченный орган.</w:t>
      </w:r>
    </w:p>
    <w:p w:rsidR="00181792" w:rsidRPr="00BA5018" w:rsidRDefault="00181792" w:rsidP="00FB06D2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3.4.11. Должностное лицо Уполномоченного органа в течение 2 (двух) рабочих дней со дня поступления всех согласований такого маршрута или отказа в его согласовании, принимает решение о выдаче специального ра</w:t>
      </w:r>
      <w:r w:rsidRPr="00BA5018">
        <w:rPr>
          <w:sz w:val="28"/>
          <w:szCs w:val="28"/>
        </w:rPr>
        <w:t>з</w:t>
      </w:r>
      <w:r w:rsidRPr="00BA5018">
        <w:rPr>
          <w:sz w:val="28"/>
          <w:szCs w:val="28"/>
        </w:rPr>
        <w:t>решения или об отказе в его выдаче.</w:t>
      </w:r>
    </w:p>
    <w:p w:rsidR="00181792" w:rsidRPr="00BA5018" w:rsidRDefault="00181792" w:rsidP="00FB06D2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3.4.12. Критерием принятия решения является наличие или отсутствие оснований для отказа в предоставлении муниципальной услуги, указанных в </w:t>
      </w:r>
      <w:hyperlink r:id="rId29" w:history="1">
        <w:r w:rsidRPr="00BA5018">
          <w:rPr>
            <w:sz w:val="28"/>
            <w:szCs w:val="28"/>
          </w:rPr>
          <w:t>пункте 2.10.2</w:t>
        </w:r>
      </w:hyperlink>
      <w:r w:rsidRPr="00BA5018">
        <w:rPr>
          <w:sz w:val="28"/>
          <w:szCs w:val="28"/>
        </w:rPr>
        <w:t xml:space="preserve"> настоящего административного регламента.</w:t>
      </w:r>
    </w:p>
    <w:p w:rsidR="00181792" w:rsidRPr="00BA5018" w:rsidRDefault="00181792" w:rsidP="00FB06D2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3.4.13. Максимальный срок исполнения административной процедуры не может превышать 4 (четырех) рабочих дней со дня регистрации Уполн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моченным органом документов, необходимых для предоставления муниц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пальной услуги.</w:t>
      </w:r>
    </w:p>
    <w:p w:rsidR="00181792" w:rsidRPr="00BA5018" w:rsidRDefault="00181792" w:rsidP="00BA5018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3.5. Выдача (направление) специального разрешения заявителю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3.5.1. Основанием для начала административной процедуры является принятие решения о предоставлении либо отказе в предоставлении муниц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пальной услуги (далее – результат предоставления муниципальной услуги).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 случае принятия решения об отказе в предоставлении муниципал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t>ной услуги должностное лицо Уполномоченного органа в течение одного р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бочего дня после принятия такого решения в письменной форме информир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ет заявителя об отказе в выдаче специального разрешения с указанием пр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чин отказа.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 случае принятия решения о предоставлении муниципальной услуги должностное лицо Уполномоченного органа в течение 1 (одного) рабочего дня после принятия такого решения: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информирует заявителя посредством почтового отправления, эле</w:t>
      </w:r>
      <w:r w:rsidRPr="00BA5018">
        <w:rPr>
          <w:sz w:val="28"/>
          <w:szCs w:val="28"/>
        </w:rPr>
        <w:t>к</w:t>
      </w:r>
      <w:r w:rsidRPr="00BA5018">
        <w:rPr>
          <w:sz w:val="28"/>
          <w:szCs w:val="28"/>
        </w:rPr>
        <w:t>тронной почты либо по телефону, указанному в заявлении, о размере платы в счет возмещения вреда, причиняемого автомобильным дорогам тяжелове</w:t>
      </w:r>
      <w:r w:rsidRPr="00BA5018">
        <w:rPr>
          <w:sz w:val="28"/>
          <w:szCs w:val="28"/>
        </w:rPr>
        <w:t>с</w:t>
      </w:r>
      <w:r w:rsidRPr="00BA5018">
        <w:rPr>
          <w:sz w:val="28"/>
          <w:szCs w:val="28"/>
        </w:rPr>
        <w:t>ным транспортным средством;</w:t>
      </w:r>
    </w:p>
    <w:p w:rsidR="00A8322F" w:rsidRDefault="00181792" w:rsidP="00A8322F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после подтверждения факта оплаты государственной пошлины за в</w:t>
      </w:r>
      <w:r w:rsidRPr="00BA5018">
        <w:rPr>
          <w:sz w:val="28"/>
          <w:szCs w:val="28"/>
        </w:rPr>
        <w:t>ы</w:t>
      </w:r>
      <w:r w:rsidRPr="00BA5018">
        <w:rPr>
          <w:sz w:val="28"/>
          <w:szCs w:val="28"/>
        </w:rPr>
        <w:t>дачу специального разрешения и расходов в счет возмещения вреда, прич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няемого автомобильным дорогам тяжеловесным транспортным средством выдает специальное разрешение заявителю, способом, указанным в заявл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нии о предоставлении муниципальной услуги.</w:t>
      </w:r>
    </w:p>
    <w:p w:rsidR="00A8322F" w:rsidRDefault="00181792" w:rsidP="00A8322F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lastRenderedPageBreak/>
        <w:t>3.5.2. Критерием принятия решения о выдаче результата предоставл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ния муниципальной услуги или направлении результата муниципальной услуги почтовым отправлением является выбор заявителем способа его ув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домления о принятом решении, выдачи результата предоставления муниц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пальной услуги.</w:t>
      </w:r>
    </w:p>
    <w:p w:rsidR="00181792" w:rsidRPr="00BA5018" w:rsidRDefault="00181792" w:rsidP="00A8322F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3.5.3. Результатом выполнения административной процедуры является направление (вручение) заявителю результата предоставления муниципал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t>ной услуги способом, указанным в заявлении.</w:t>
      </w:r>
    </w:p>
    <w:p w:rsidR="00A8322F" w:rsidRDefault="00181792" w:rsidP="00A8322F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Результат предоставления муниципальной услуги в электронной форме с использованием единого портала, регионального портала в случае принятия решения о предоставлении муниципальной услуги, подтверждается присво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нием статуса заявке «исполнено». Действие изменения статуса заявления, поступившего в электронной форме с использованием единого портала, р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гионального портала, производит должностное лицо Уполномоченного орг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на.</w:t>
      </w:r>
    </w:p>
    <w:p w:rsidR="00A8322F" w:rsidRDefault="00181792" w:rsidP="00A8322F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3.5.4. В случае принятия решения об отказе предоставления муниц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пальной услуги по заявлению, поступившему в Уполномоченный орган в электронной форме с использованием единого портала, регионального по</w:t>
      </w:r>
      <w:r w:rsidRPr="00BA5018">
        <w:rPr>
          <w:sz w:val="28"/>
          <w:szCs w:val="28"/>
        </w:rPr>
        <w:t>р</w:t>
      </w:r>
      <w:r w:rsidRPr="00BA5018">
        <w:rPr>
          <w:sz w:val="28"/>
          <w:szCs w:val="28"/>
        </w:rPr>
        <w:t>тала, заявке присваивается статус «отказано».</w:t>
      </w:r>
    </w:p>
    <w:p w:rsidR="00A8322F" w:rsidRDefault="00181792" w:rsidP="00A8322F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Действие изменения статуса заявления, поступившего в электронной форме с использованием единого портала, регионального портала, произв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дит должностное лицо Уполномоченного органа.</w:t>
      </w:r>
    </w:p>
    <w:p w:rsidR="00A8322F" w:rsidRDefault="00181792" w:rsidP="00A8322F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3.5.5. Максимальное время, затраченное на административное де</w:t>
      </w:r>
      <w:r w:rsidRPr="00BA5018">
        <w:rPr>
          <w:sz w:val="28"/>
          <w:szCs w:val="28"/>
        </w:rPr>
        <w:t>й</w:t>
      </w:r>
      <w:r w:rsidRPr="00BA5018">
        <w:rPr>
          <w:sz w:val="28"/>
          <w:szCs w:val="28"/>
        </w:rPr>
        <w:t>ствие, не должно превышать 1 (одного) рабочего  дня со дня принятия реш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ния о предоставлении или об отказе в предоставлении муниципальной усл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ги.</w:t>
      </w:r>
    </w:p>
    <w:p w:rsidR="00A8322F" w:rsidRDefault="00181792" w:rsidP="00A8322F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b/>
          <w:sz w:val="28"/>
          <w:szCs w:val="28"/>
        </w:rPr>
        <w:t>3.6. Порядок выполнения административных процедур МФЦ</w:t>
      </w:r>
    </w:p>
    <w:p w:rsidR="00A8322F" w:rsidRDefault="00181792" w:rsidP="00A8322F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3.6.1.</w:t>
      </w:r>
      <w:r w:rsidR="00A8322F">
        <w:rPr>
          <w:sz w:val="28"/>
          <w:szCs w:val="28"/>
        </w:rPr>
        <w:t xml:space="preserve"> </w:t>
      </w:r>
      <w:r w:rsidRPr="00BA5018">
        <w:rPr>
          <w:sz w:val="28"/>
          <w:szCs w:val="28"/>
        </w:rPr>
        <w:t>Предоставление муниципальной услуги в МФЦ осуществляется в порядке, установленном настоящим административным регламентом с уч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 xml:space="preserve">том особенностей, определенных соглашением о взаимодействии между Уполномоченным органом, предоставляющим муниципальную услугу, и МФЦ. </w:t>
      </w:r>
    </w:p>
    <w:p w:rsidR="00A8322F" w:rsidRDefault="00181792" w:rsidP="00A8322F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3.6.2.</w:t>
      </w:r>
      <w:r w:rsidR="00A8322F">
        <w:rPr>
          <w:sz w:val="28"/>
          <w:szCs w:val="28"/>
        </w:rPr>
        <w:t xml:space="preserve"> </w:t>
      </w:r>
      <w:r w:rsidRPr="00BA5018">
        <w:rPr>
          <w:sz w:val="28"/>
          <w:szCs w:val="28"/>
        </w:rPr>
        <w:t>МФЦ не осуществляет:</w:t>
      </w:r>
    </w:p>
    <w:p w:rsidR="00A8322F" w:rsidRDefault="00181792" w:rsidP="00A8322F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формирование и направление межведомственного запроса в органы, предоставляющие услуги, в органы государственной власти, иные органы местного самоуправления и организации, участвующие в предоставлении муниципальных услуг;</w:t>
      </w:r>
    </w:p>
    <w:p w:rsidR="00A8322F" w:rsidRDefault="00181792" w:rsidP="00A8322F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иные действия, необходимые для предоставления муниципальной услуги, в том числе связанные с проверкой действительности усиленной кв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лифицированной электронной подписи заявителя, использованной при обр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щении за получением муниципальной услуги.</w:t>
      </w:r>
    </w:p>
    <w:p w:rsidR="00181792" w:rsidRPr="00BA5018" w:rsidRDefault="00181792" w:rsidP="00A8322F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3.6.3. Предварительная запись на прием в МФЦ для подачи заявления осуществляется посредством самозаписи на официальном сайте МФЦ (</w:t>
      </w:r>
      <w:r w:rsidRPr="00A8322F">
        <w:rPr>
          <w:sz w:val="28"/>
          <w:szCs w:val="28"/>
          <w:lang w:val="en-US"/>
        </w:rPr>
        <w:t>https</w:t>
      </w:r>
      <w:r w:rsidRPr="00A8322F">
        <w:rPr>
          <w:sz w:val="28"/>
          <w:szCs w:val="28"/>
        </w:rPr>
        <w:t>://</w:t>
      </w:r>
      <w:r w:rsidRPr="00A8322F">
        <w:rPr>
          <w:sz w:val="28"/>
          <w:szCs w:val="28"/>
          <w:lang w:val="en-US"/>
        </w:rPr>
        <w:t>mfc</w:t>
      </w:r>
      <w:r w:rsidRPr="00A8322F">
        <w:rPr>
          <w:sz w:val="28"/>
          <w:szCs w:val="28"/>
        </w:rPr>
        <w:t>53.</w:t>
      </w:r>
      <w:r w:rsidRPr="00A8322F">
        <w:rPr>
          <w:sz w:val="28"/>
          <w:szCs w:val="28"/>
          <w:lang w:val="en-US"/>
        </w:rPr>
        <w:t>nov</w:t>
      </w:r>
      <w:r w:rsidRPr="00A8322F">
        <w:rPr>
          <w:sz w:val="28"/>
          <w:szCs w:val="28"/>
        </w:rPr>
        <w:t>.</w:t>
      </w:r>
      <w:r w:rsidRPr="00A8322F">
        <w:rPr>
          <w:sz w:val="28"/>
          <w:szCs w:val="28"/>
          <w:lang w:val="en-US"/>
        </w:rPr>
        <w:t>ru</w:t>
      </w:r>
      <w:r w:rsidRPr="00A8322F">
        <w:rPr>
          <w:sz w:val="28"/>
          <w:szCs w:val="28"/>
        </w:rPr>
        <w:t>/</w:t>
      </w:r>
      <w:r w:rsidRPr="00BA5018">
        <w:rPr>
          <w:sz w:val="28"/>
          <w:szCs w:val="28"/>
        </w:rPr>
        <w:t xml:space="preserve">), по телефону </w:t>
      </w:r>
      <w:r w:rsidRPr="00BA5018">
        <w:rPr>
          <w:sz w:val="28"/>
          <w:szCs w:val="28"/>
          <w:lang w:val="en-US"/>
        </w:rPr>
        <w:t>call</w:t>
      </w:r>
      <w:r w:rsidRPr="00BA5018">
        <w:rPr>
          <w:sz w:val="28"/>
          <w:szCs w:val="28"/>
        </w:rPr>
        <w:t>-центра:</w:t>
      </w:r>
      <w:r w:rsidR="00A8322F">
        <w:rPr>
          <w:sz w:val="28"/>
          <w:szCs w:val="28"/>
        </w:rPr>
        <w:t xml:space="preserve"> </w:t>
      </w:r>
      <w:r w:rsidRPr="00BA5018">
        <w:rPr>
          <w:sz w:val="28"/>
          <w:szCs w:val="28"/>
        </w:rPr>
        <w:t xml:space="preserve">88002501053, а также при </w:t>
      </w:r>
      <w:r w:rsidRPr="00BA5018">
        <w:rPr>
          <w:sz w:val="28"/>
          <w:szCs w:val="28"/>
        </w:rPr>
        <w:lastRenderedPageBreak/>
        <w:t>личном обращении в структурное подразделение  МФЦ.</w:t>
      </w:r>
    </w:p>
    <w:p w:rsidR="00A8322F" w:rsidRDefault="00181792" w:rsidP="00A8322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3.7. Порядок исправления допущенных опечаток и ошибок в в</w:t>
      </w:r>
      <w:r w:rsidRPr="00BA5018">
        <w:rPr>
          <w:b/>
          <w:sz w:val="28"/>
          <w:szCs w:val="28"/>
        </w:rPr>
        <w:t>ы</w:t>
      </w:r>
      <w:r w:rsidRPr="00BA5018">
        <w:rPr>
          <w:b/>
          <w:sz w:val="28"/>
          <w:szCs w:val="28"/>
        </w:rPr>
        <w:t>данных в результате предоставления муниципальной услуги документах</w:t>
      </w:r>
    </w:p>
    <w:p w:rsidR="00A8322F" w:rsidRDefault="00181792" w:rsidP="00A8322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A5018">
        <w:rPr>
          <w:sz w:val="28"/>
          <w:szCs w:val="28"/>
        </w:rPr>
        <w:t xml:space="preserve">В случае выявления заявителем в документах, являющихся результатом предоставления муниципальной услуги, опечаток и (или) ошибок заявитель представляет (направляет) на имя руководителя Уполномоченного органа </w:t>
      </w:r>
      <w:hyperlink r:id="rId30" w:history="1">
        <w:r w:rsidRPr="00BA5018">
          <w:rPr>
            <w:sz w:val="28"/>
            <w:szCs w:val="28"/>
          </w:rPr>
          <w:t>заявление</w:t>
        </w:r>
      </w:hyperlink>
      <w:r w:rsidRPr="00BA5018">
        <w:rPr>
          <w:sz w:val="28"/>
          <w:szCs w:val="28"/>
        </w:rPr>
        <w:t xml:space="preserve"> об исправлении таких опечаток и (или) ошибок посредством ли</w:t>
      </w:r>
      <w:r w:rsidRPr="00BA5018">
        <w:rPr>
          <w:sz w:val="28"/>
          <w:szCs w:val="28"/>
        </w:rPr>
        <w:t>ч</w:t>
      </w:r>
      <w:r w:rsidRPr="00BA5018">
        <w:rPr>
          <w:sz w:val="28"/>
          <w:szCs w:val="28"/>
        </w:rPr>
        <w:t>ного обращения или почтовым отправлением.</w:t>
      </w:r>
    </w:p>
    <w:p w:rsidR="00A8322F" w:rsidRDefault="00181792" w:rsidP="00A8322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A5018">
        <w:rPr>
          <w:sz w:val="28"/>
          <w:szCs w:val="28"/>
        </w:rPr>
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</w:r>
    </w:p>
    <w:p w:rsidR="00181792" w:rsidRPr="00A8322F" w:rsidRDefault="00181792" w:rsidP="00A8322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A5018">
        <w:rPr>
          <w:sz w:val="28"/>
          <w:szCs w:val="28"/>
        </w:rPr>
        <w:t>Регистрация заявления осуществляется в день его поступления либо на следующий рабочий день в случае поступления заявления по окончании р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бочего времени. В случае поступления заявления в выходные или нерабочие праздничные дни его регистрация осуществляется в первый рабочий день, следующий за выходным или нерабочим праздничным днем.</w:t>
      </w:r>
    </w:p>
    <w:p w:rsidR="00181792" w:rsidRPr="00BA5018" w:rsidRDefault="00181792" w:rsidP="00A8322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Должностное лицо  Уполномоченного органа проводит проверку ук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занных в заявлении сведений.</w:t>
      </w:r>
    </w:p>
    <w:p w:rsidR="00181792" w:rsidRPr="00BA5018" w:rsidRDefault="00181792" w:rsidP="00A8322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 случае выявления допущенных опечаток и (или) ошибок в выданных в результате предоставления муниципальной услуги документах должнос</w:t>
      </w:r>
      <w:r w:rsidRPr="00BA5018">
        <w:rPr>
          <w:sz w:val="28"/>
          <w:szCs w:val="28"/>
        </w:rPr>
        <w:t>т</w:t>
      </w:r>
      <w:r w:rsidRPr="00BA5018">
        <w:rPr>
          <w:sz w:val="28"/>
          <w:szCs w:val="28"/>
        </w:rPr>
        <w:t>ное лицо Уполномоченного органа подготавливает документ, являющийся результатом предоставления муниципальной услуги, с учетом исправления допущенных опечаток и (или) ошибок в срок, не превышающий 5 рабочих дней со дня регистрации соответствующего заявления.</w:t>
      </w:r>
    </w:p>
    <w:p w:rsidR="00181792" w:rsidRPr="00BA5018" w:rsidRDefault="00181792" w:rsidP="00A8322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должностное лицо Уполномоченного органа подготавливает уведомление об отсутствии таких опечаток и (или) ошибок за подписью уполномоченного на подписание так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го документа должностного лица в срок, не превышающий 5 рабочих дней со дня регистрации соответствующего заявления.</w:t>
      </w:r>
    </w:p>
    <w:p w:rsidR="00A8322F" w:rsidRDefault="00181792" w:rsidP="00A8322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Выдача (направление) результата рассмотрения заявления об испра</w:t>
      </w:r>
      <w:r w:rsidRPr="00BA5018">
        <w:rPr>
          <w:sz w:val="28"/>
          <w:szCs w:val="28"/>
        </w:rPr>
        <w:t>в</w:t>
      </w:r>
      <w:r w:rsidRPr="00BA5018">
        <w:rPr>
          <w:sz w:val="28"/>
          <w:szCs w:val="28"/>
        </w:rPr>
        <w:t>лении опечаток и (или) ошибок осуществляется в соответствии со способом, указанным в заявлении.</w:t>
      </w:r>
    </w:p>
    <w:p w:rsidR="00181792" w:rsidRPr="00A8322F" w:rsidRDefault="00181792" w:rsidP="00A8322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018">
        <w:rPr>
          <w:b/>
          <w:sz w:val="28"/>
          <w:szCs w:val="28"/>
        </w:rPr>
        <w:t>IV. Формы контроля за исполнением Административного регл</w:t>
      </w:r>
      <w:r w:rsidRPr="00BA5018">
        <w:rPr>
          <w:b/>
          <w:sz w:val="28"/>
          <w:szCs w:val="28"/>
        </w:rPr>
        <w:t>а</w:t>
      </w:r>
      <w:r w:rsidRPr="00BA5018">
        <w:rPr>
          <w:b/>
          <w:sz w:val="28"/>
          <w:szCs w:val="28"/>
        </w:rPr>
        <w:t xml:space="preserve">мента </w:t>
      </w:r>
    </w:p>
    <w:p w:rsidR="00181792" w:rsidRPr="00BA5018" w:rsidRDefault="00181792" w:rsidP="00BA5018">
      <w:pPr>
        <w:widowControl w:val="0"/>
        <w:ind w:firstLine="720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4.1. Порядок осуществления текущего контроля за соблюдением и исполнением должностными лицами Уполномоченного органа полож</w:t>
      </w:r>
      <w:r w:rsidRPr="00BA5018">
        <w:rPr>
          <w:b/>
          <w:sz w:val="28"/>
          <w:szCs w:val="28"/>
        </w:rPr>
        <w:t>е</w:t>
      </w:r>
      <w:r w:rsidRPr="00BA5018">
        <w:rPr>
          <w:b/>
          <w:sz w:val="28"/>
          <w:szCs w:val="28"/>
        </w:rPr>
        <w:t>ний регламента и иных нормативных правовых актов, устанавлива</w:t>
      </w:r>
      <w:r w:rsidRPr="00BA5018">
        <w:rPr>
          <w:b/>
          <w:sz w:val="28"/>
          <w:szCs w:val="28"/>
        </w:rPr>
        <w:t>ю</w:t>
      </w:r>
      <w:r w:rsidRPr="00BA5018">
        <w:rPr>
          <w:b/>
          <w:sz w:val="28"/>
          <w:szCs w:val="28"/>
        </w:rPr>
        <w:t>щих требования к предоставлению муниципальной услуги, а также пр</w:t>
      </w:r>
      <w:r w:rsidRPr="00BA5018">
        <w:rPr>
          <w:b/>
          <w:sz w:val="28"/>
          <w:szCs w:val="28"/>
        </w:rPr>
        <w:t>и</w:t>
      </w:r>
      <w:r w:rsidRPr="00BA5018">
        <w:rPr>
          <w:b/>
          <w:sz w:val="28"/>
          <w:szCs w:val="28"/>
        </w:rPr>
        <w:t>нятием ими решений</w:t>
      </w:r>
    </w:p>
    <w:p w:rsidR="00181792" w:rsidRPr="00A8322F" w:rsidRDefault="00181792" w:rsidP="00BA5018">
      <w:pPr>
        <w:widowControl w:val="0"/>
        <w:ind w:firstLine="720"/>
        <w:contextualSpacing/>
        <w:jc w:val="both"/>
        <w:rPr>
          <w:spacing w:val="-4"/>
          <w:sz w:val="28"/>
          <w:szCs w:val="28"/>
        </w:rPr>
      </w:pPr>
      <w:r w:rsidRPr="00A8322F">
        <w:rPr>
          <w:spacing w:val="-4"/>
          <w:sz w:val="28"/>
          <w:szCs w:val="28"/>
        </w:rPr>
        <w:t>4.1.1. Текущий контроль осуществляется постоянно должностными л</w:t>
      </w:r>
      <w:r w:rsidRPr="00A8322F">
        <w:rPr>
          <w:spacing w:val="-4"/>
          <w:sz w:val="28"/>
          <w:szCs w:val="28"/>
        </w:rPr>
        <w:t>и</w:t>
      </w:r>
      <w:r w:rsidRPr="00A8322F">
        <w:rPr>
          <w:spacing w:val="-4"/>
          <w:sz w:val="28"/>
          <w:szCs w:val="28"/>
        </w:rPr>
        <w:t>цами по каждой административной процедуре в соответствии с настоящим а</w:t>
      </w:r>
      <w:r w:rsidRPr="00A8322F">
        <w:rPr>
          <w:spacing w:val="-4"/>
          <w:sz w:val="28"/>
          <w:szCs w:val="28"/>
        </w:rPr>
        <w:t>д</w:t>
      </w:r>
      <w:r w:rsidRPr="00A8322F">
        <w:rPr>
          <w:spacing w:val="-4"/>
          <w:sz w:val="28"/>
          <w:szCs w:val="28"/>
        </w:rPr>
        <w:t xml:space="preserve">министративным регламентом, а также путем проведения руководителем Уполномоченного органа или лицом, его замещающим, проверок исполнения </w:t>
      </w:r>
      <w:r w:rsidRPr="00A8322F">
        <w:rPr>
          <w:spacing w:val="-4"/>
          <w:sz w:val="28"/>
          <w:szCs w:val="28"/>
        </w:rPr>
        <w:lastRenderedPageBreak/>
        <w:t>должностными лицами положений настоящего административного регламента.</w:t>
      </w:r>
    </w:p>
    <w:p w:rsidR="00181792" w:rsidRPr="00BA5018" w:rsidRDefault="00181792" w:rsidP="00BA5018">
      <w:pPr>
        <w:widowControl w:val="0"/>
        <w:ind w:firstLine="720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4.2. Порядок и периодичность осуществления плановых и внепл</w:t>
      </w:r>
      <w:r w:rsidRPr="00BA5018">
        <w:rPr>
          <w:b/>
          <w:sz w:val="28"/>
          <w:szCs w:val="28"/>
        </w:rPr>
        <w:t>а</w:t>
      </w:r>
      <w:r w:rsidRPr="00BA5018">
        <w:rPr>
          <w:b/>
          <w:sz w:val="28"/>
          <w:szCs w:val="28"/>
        </w:rPr>
        <w:t>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81792" w:rsidRPr="00BA5018" w:rsidRDefault="00181792" w:rsidP="00BA5018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4.2.1. Контроль за полнотой и качеством предоставления муниципал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t>ной услуги включает в себя проведение плановых и внеплановых проверок, выявление и устранение нарушений прав заявителей, положений настоящего административного регламента и других нормативных правовых актов, ра</w:t>
      </w:r>
      <w:r w:rsidRPr="00BA5018">
        <w:rPr>
          <w:sz w:val="28"/>
          <w:szCs w:val="28"/>
        </w:rPr>
        <w:t>с</w:t>
      </w:r>
      <w:r w:rsidRPr="00BA5018">
        <w:rPr>
          <w:sz w:val="28"/>
          <w:szCs w:val="28"/>
        </w:rPr>
        <w:t>смотрение, принятие решений и подготовку ответов на обращение заявит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лей, содержащих жалобы на решения, действия (бездействие) должностных лиц.</w:t>
      </w:r>
    </w:p>
    <w:p w:rsidR="00181792" w:rsidRPr="00BA5018" w:rsidRDefault="00181792" w:rsidP="00BA5018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4.2.2. Проверки могут быть плановыми и внеплановыми.</w:t>
      </w:r>
    </w:p>
    <w:p w:rsidR="00181792" w:rsidRPr="00BA5018" w:rsidRDefault="00181792" w:rsidP="00BA5018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Плановые проверки полноты и качества предоставления муниципал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t>ной услуги проводятся не реже одного раза в год на основании планов.</w:t>
      </w:r>
    </w:p>
    <w:p w:rsidR="00181792" w:rsidRPr="00BA5018" w:rsidRDefault="00181792" w:rsidP="00BA5018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Внеплановые проверки проводятся по поручению руководителя Упо</w:t>
      </w:r>
      <w:r w:rsidRPr="00BA5018">
        <w:rPr>
          <w:sz w:val="28"/>
          <w:szCs w:val="28"/>
        </w:rPr>
        <w:t>л</w:t>
      </w:r>
      <w:r w:rsidRPr="00BA5018">
        <w:rPr>
          <w:sz w:val="28"/>
          <w:szCs w:val="28"/>
        </w:rPr>
        <w:t>номоченного органа или лица, его замещающего, по конкретному обращ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нию заинтересованных лиц.</w:t>
      </w:r>
    </w:p>
    <w:p w:rsidR="00A8322F" w:rsidRDefault="00181792" w:rsidP="00A8322F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Проверки полноты и качества предоставляемой муниципальной услуги проводятся на основании </w:t>
      </w:r>
      <w:r w:rsidR="00A8322F">
        <w:rPr>
          <w:sz w:val="28"/>
          <w:szCs w:val="28"/>
        </w:rPr>
        <w:t>распоряжения Администрации Мошенского мун</w:t>
      </w:r>
      <w:r w:rsidR="00A8322F">
        <w:rPr>
          <w:sz w:val="28"/>
          <w:szCs w:val="28"/>
        </w:rPr>
        <w:t>и</w:t>
      </w:r>
      <w:r w:rsidR="00A8322F">
        <w:rPr>
          <w:sz w:val="28"/>
          <w:szCs w:val="28"/>
        </w:rPr>
        <w:t>ципального района</w:t>
      </w:r>
      <w:r w:rsidRPr="00BA5018">
        <w:rPr>
          <w:sz w:val="28"/>
          <w:szCs w:val="28"/>
        </w:rPr>
        <w:t>. Для проведения проверки формируется комиссия, в с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став которой включаются муниципальные служащие Уполномоченного орг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на.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Уполномоченного органа.</w:t>
      </w:r>
      <w:bookmarkStart w:id="2" w:name="sub_283"/>
    </w:p>
    <w:p w:rsidR="00A8322F" w:rsidRDefault="00181792" w:rsidP="00A8322F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b/>
          <w:sz w:val="28"/>
          <w:szCs w:val="28"/>
        </w:rPr>
        <w:t>4.3. Ответственность должностных лиц Уполномоченного органа, предоставляющего муниципальную услугу, за решения и действия (бе</w:t>
      </w:r>
      <w:r w:rsidRPr="00BA5018">
        <w:rPr>
          <w:b/>
          <w:sz w:val="28"/>
          <w:szCs w:val="28"/>
        </w:rPr>
        <w:t>з</w:t>
      </w:r>
      <w:r w:rsidRPr="00BA5018">
        <w:rPr>
          <w:b/>
          <w:sz w:val="28"/>
          <w:szCs w:val="28"/>
        </w:rPr>
        <w:t>действие), принимаемые (осуществляемые) ими в ходе предоставления муниципальной услуги</w:t>
      </w:r>
    </w:p>
    <w:p w:rsidR="00A8322F" w:rsidRDefault="00181792" w:rsidP="00A8322F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Должностное лицо несет персональную ответственность за:</w:t>
      </w:r>
    </w:p>
    <w:p w:rsidR="00A8322F" w:rsidRDefault="00181792" w:rsidP="00A8322F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соблюдение установленного порядка приема документов; </w:t>
      </w:r>
    </w:p>
    <w:p w:rsidR="00A8322F" w:rsidRDefault="00181792" w:rsidP="00A8322F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принятие надлежащих мер по полной и всесторонней проверке пре</w:t>
      </w:r>
      <w:r w:rsidRPr="00BA5018">
        <w:rPr>
          <w:sz w:val="28"/>
          <w:szCs w:val="28"/>
        </w:rPr>
        <w:t>д</w:t>
      </w:r>
      <w:r w:rsidRPr="00BA5018">
        <w:rPr>
          <w:sz w:val="28"/>
          <w:szCs w:val="28"/>
        </w:rPr>
        <w:t xml:space="preserve">ставленных документов; </w:t>
      </w:r>
    </w:p>
    <w:p w:rsidR="00A8322F" w:rsidRDefault="00181792" w:rsidP="00A8322F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соблюдение сроков рассмотрения документов, соблюдение порядка выдачи документов;</w:t>
      </w:r>
    </w:p>
    <w:p w:rsidR="00A8322F" w:rsidRDefault="00181792" w:rsidP="00A8322F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учет выданных документов; </w:t>
      </w:r>
    </w:p>
    <w:p w:rsidR="00181792" w:rsidRPr="00BA5018" w:rsidRDefault="00181792" w:rsidP="00A8322F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своевременное формирование, ведение и надлежащее хранение док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 xml:space="preserve">ментов. </w:t>
      </w:r>
    </w:p>
    <w:p w:rsidR="00181792" w:rsidRPr="00BA5018" w:rsidRDefault="00181792" w:rsidP="00BA5018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A8322F" w:rsidRDefault="00181792" w:rsidP="00A8322F">
      <w:pPr>
        <w:widowControl w:val="0"/>
        <w:ind w:firstLine="720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 xml:space="preserve">4.4. Положения, характеризующие требования к порядку и формам контроля за предоставлением муниципальной услуги, в том числе со </w:t>
      </w:r>
      <w:r w:rsidRPr="00BA5018">
        <w:rPr>
          <w:b/>
          <w:sz w:val="28"/>
          <w:szCs w:val="28"/>
        </w:rPr>
        <w:lastRenderedPageBreak/>
        <w:t>стороны граждан, их объединений и организаций</w:t>
      </w:r>
      <w:bookmarkEnd w:id="2"/>
    </w:p>
    <w:p w:rsidR="00A8322F" w:rsidRDefault="00181792" w:rsidP="00A8322F">
      <w:pPr>
        <w:widowControl w:val="0"/>
        <w:ind w:firstLine="720"/>
        <w:jc w:val="both"/>
        <w:rPr>
          <w:b/>
          <w:sz w:val="28"/>
          <w:szCs w:val="28"/>
        </w:rPr>
      </w:pPr>
      <w:r w:rsidRPr="00BA5018">
        <w:rPr>
          <w:bCs/>
          <w:sz w:val="28"/>
          <w:szCs w:val="28"/>
        </w:rPr>
        <w:t>Граждане, их объединения и организации имеют право на любые, предусмотренные действующим законодательством, формы контроля за де</w:t>
      </w:r>
      <w:r w:rsidRPr="00BA5018">
        <w:rPr>
          <w:bCs/>
          <w:sz w:val="28"/>
          <w:szCs w:val="28"/>
        </w:rPr>
        <w:t>я</w:t>
      </w:r>
      <w:r w:rsidRPr="00BA5018">
        <w:rPr>
          <w:bCs/>
          <w:sz w:val="28"/>
          <w:szCs w:val="28"/>
        </w:rPr>
        <w:t>тельностью Уполномоченного органа при предоставлении муниципальной услуги.</w:t>
      </w:r>
    </w:p>
    <w:p w:rsidR="00181792" w:rsidRPr="00BA5018" w:rsidRDefault="00181792" w:rsidP="00A8322F">
      <w:pPr>
        <w:widowControl w:val="0"/>
        <w:ind w:firstLine="720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4.5. Порядок привлечения к ответственности работников МФЦ, предоставляющих муниципальную услугу, за решения и действия (бе</w:t>
      </w:r>
      <w:r w:rsidRPr="00BA5018">
        <w:rPr>
          <w:b/>
          <w:sz w:val="28"/>
          <w:szCs w:val="28"/>
        </w:rPr>
        <w:t>з</w:t>
      </w:r>
      <w:r w:rsidRPr="00BA5018">
        <w:rPr>
          <w:b/>
          <w:sz w:val="28"/>
          <w:szCs w:val="28"/>
        </w:rPr>
        <w:t>действие), принимаемые (осуществляемые) им в ходе предоставления муниципальной  услуги</w:t>
      </w:r>
    </w:p>
    <w:p w:rsidR="00181792" w:rsidRPr="00BA5018" w:rsidRDefault="00181792" w:rsidP="00BA5018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4.5.1. МФЦ, работники МФЦ несут ответственность, установленную законодательством Российской Федерации:</w:t>
      </w:r>
    </w:p>
    <w:p w:rsidR="00181792" w:rsidRPr="00BA5018" w:rsidRDefault="00181792" w:rsidP="00BA5018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за полноту передаваемых в Уполномоченный орган запросов о пред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ставлении муниципальных услуг и их соответствие представленным заявит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лем в МФЦ сведениям, иных документов, принятых от заявителя;</w:t>
      </w:r>
    </w:p>
    <w:p w:rsidR="00181792" w:rsidRPr="00BA5018" w:rsidRDefault="00181792" w:rsidP="00BA5018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за своевременную передачу в Уполномоченный орган запросов о предоставлении муниципальных услуг, заявлений, иных сведений, докуме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тов и (или) информации, принятых от заявителя, а также за своевременную выдачу заявителю документов, переданных в этих целях МФЦ Уполном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ченным органом;</w:t>
      </w:r>
    </w:p>
    <w:p w:rsidR="00181792" w:rsidRPr="00BA5018" w:rsidRDefault="00181792" w:rsidP="00BA5018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ном.</w:t>
      </w:r>
    </w:p>
    <w:p w:rsidR="00A8322F" w:rsidRDefault="00181792" w:rsidP="00A8322F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sz w:val="28"/>
          <w:szCs w:val="28"/>
        </w:rPr>
        <w:t>4.5.2. Работники МФЦ при неисполнении либо при ненадлежащем и</w:t>
      </w:r>
      <w:r w:rsidRPr="00BA5018">
        <w:rPr>
          <w:sz w:val="28"/>
          <w:szCs w:val="28"/>
        </w:rPr>
        <w:t>с</w:t>
      </w:r>
      <w:r w:rsidRPr="00BA5018">
        <w:rPr>
          <w:sz w:val="28"/>
          <w:szCs w:val="28"/>
        </w:rPr>
        <w:t>полнении своих служебных обязанностей в рамках реализации функций МФЦ, привлекаются к ответственности, в том числе установленной Уголо</w:t>
      </w:r>
      <w:r w:rsidRPr="00BA5018">
        <w:rPr>
          <w:sz w:val="28"/>
          <w:szCs w:val="28"/>
        </w:rPr>
        <w:t>в</w:t>
      </w:r>
      <w:r w:rsidRPr="00BA5018">
        <w:rPr>
          <w:sz w:val="28"/>
          <w:szCs w:val="28"/>
        </w:rPr>
        <w:t xml:space="preserve">ным </w:t>
      </w:r>
      <w:hyperlink r:id="rId31" w:history="1">
        <w:r w:rsidRPr="00BA5018">
          <w:rPr>
            <w:sz w:val="28"/>
            <w:szCs w:val="28"/>
          </w:rPr>
          <w:t>кодексом</w:t>
        </w:r>
      </w:hyperlink>
      <w:r w:rsidRPr="00BA5018">
        <w:rPr>
          <w:sz w:val="28"/>
          <w:szCs w:val="28"/>
        </w:rPr>
        <w:t xml:space="preserve"> Российской Федерации и </w:t>
      </w:r>
      <w:hyperlink r:id="rId32" w:history="1">
        <w:r w:rsidRPr="00BA5018">
          <w:rPr>
            <w:sz w:val="28"/>
            <w:szCs w:val="28"/>
          </w:rPr>
          <w:t>Кодексом</w:t>
        </w:r>
      </w:hyperlink>
      <w:r w:rsidRPr="00BA5018">
        <w:rPr>
          <w:sz w:val="28"/>
          <w:szCs w:val="28"/>
        </w:rPr>
        <w:t xml:space="preserve"> Российской Федерации об административных правонарушениях для должностных лиц.</w:t>
      </w:r>
    </w:p>
    <w:p w:rsidR="00A8322F" w:rsidRDefault="00181792" w:rsidP="00A8322F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b/>
          <w:sz w:val="28"/>
          <w:szCs w:val="28"/>
          <w:lang w:val="en-US"/>
        </w:rPr>
        <w:t>V</w:t>
      </w:r>
      <w:r w:rsidRPr="00BA5018">
        <w:rPr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его должностных лиц, МФЦ, работников МФЦ</w:t>
      </w:r>
    </w:p>
    <w:p w:rsidR="00181792" w:rsidRPr="00A8322F" w:rsidRDefault="00181792" w:rsidP="00A8322F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A5018">
        <w:rPr>
          <w:b/>
          <w:color w:val="000000"/>
          <w:sz w:val="28"/>
          <w:szCs w:val="28"/>
        </w:rPr>
        <w:t xml:space="preserve">5.1. </w:t>
      </w:r>
      <w:r w:rsidRPr="00BA5018">
        <w:rPr>
          <w:b/>
          <w:sz w:val="28"/>
          <w:szCs w:val="28"/>
        </w:rPr>
        <w:t>Информация для заявителя о его праве подать жалобу на р</w:t>
      </w:r>
      <w:r w:rsidRPr="00BA5018">
        <w:rPr>
          <w:b/>
          <w:sz w:val="28"/>
          <w:szCs w:val="28"/>
        </w:rPr>
        <w:t>е</w:t>
      </w:r>
      <w:r w:rsidRPr="00BA5018">
        <w:rPr>
          <w:b/>
          <w:sz w:val="28"/>
          <w:szCs w:val="28"/>
        </w:rPr>
        <w:t>шение и (или) действие (бездействие) органа, предоставляющего мун</w:t>
      </w:r>
      <w:r w:rsidRPr="00BA5018">
        <w:rPr>
          <w:b/>
          <w:sz w:val="28"/>
          <w:szCs w:val="28"/>
        </w:rPr>
        <w:t>и</w:t>
      </w:r>
      <w:r w:rsidRPr="00BA5018">
        <w:rPr>
          <w:b/>
          <w:sz w:val="28"/>
          <w:szCs w:val="28"/>
        </w:rPr>
        <w:t>ципальную услугу, должностного лица органа, предоставляющего мун</w:t>
      </w:r>
      <w:r w:rsidRPr="00BA5018">
        <w:rPr>
          <w:b/>
          <w:sz w:val="28"/>
          <w:szCs w:val="28"/>
        </w:rPr>
        <w:t>и</w:t>
      </w:r>
      <w:r w:rsidRPr="00BA5018">
        <w:rPr>
          <w:b/>
          <w:sz w:val="28"/>
          <w:szCs w:val="28"/>
        </w:rPr>
        <w:t>ципальную услугу, либо муниципального служащего,  МФЦ, работн</w:t>
      </w:r>
      <w:r w:rsidRPr="00BA5018">
        <w:rPr>
          <w:b/>
          <w:sz w:val="28"/>
          <w:szCs w:val="28"/>
        </w:rPr>
        <w:t>и</w:t>
      </w:r>
      <w:r w:rsidRPr="00BA5018">
        <w:rPr>
          <w:b/>
          <w:sz w:val="28"/>
          <w:szCs w:val="28"/>
        </w:rPr>
        <w:t>ка МФЦ, а также организаций, осуществляющих функции по пред</w:t>
      </w:r>
      <w:r w:rsidRPr="00BA5018">
        <w:rPr>
          <w:b/>
          <w:sz w:val="28"/>
          <w:szCs w:val="28"/>
        </w:rPr>
        <w:t>о</w:t>
      </w:r>
      <w:r w:rsidRPr="00BA5018">
        <w:rPr>
          <w:b/>
          <w:sz w:val="28"/>
          <w:szCs w:val="28"/>
        </w:rPr>
        <w:t>ставлению муниципальных услуг, или их работников при предоставл</w:t>
      </w:r>
      <w:r w:rsidRPr="00BA5018">
        <w:rPr>
          <w:b/>
          <w:sz w:val="28"/>
          <w:szCs w:val="28"/>
        </w:rPr>
        <w:t>е</w:t>
      </w:r>
      <w:r w:rsidRPr="00BA5018">
        <w:rPr>
          <w:b/>
          <w:sz w:val="28"/>
          <w:szCs w:val="28"/>
        </w:rPr>
        <w:t>нии муниципальной услуги (далее жалоба)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</w:t>
      </w:r>
      <w:r w:rsidRPr="00BA5018">
        <w:rPr>
          <w:sz w:val="28"/>
          <w:szCs w:val="28"/>
        </w:rPr>
        <w:t>б</w:t>
      </w:r>
      <w:r w:rsidRPr="00BA5018">
        <w:rPr>
          <w:sz w:val="28"/>
          <w:szCs w:val="28"/>
        </w:rPr>
        <w:t xml:space="preserve">ном (внесудебном) порядке, не лишает их права на обжалование указанных </w:t>
      </w:r>
      <w:r w:rsidRPr="00BA5018">
        <w:rPr>
          <w:sz w:val="28"/>
          <w:szCs w:val="28"/>
        </w:rPr>
        <w:lastRenderedPageBreak/>
        <w:t>решений, действий (бездействия) в судебном порядке.</w:t>
      </w:r>
    </w:p>
    <w:p w:rsidR="00181792" w:rsidRPr="00BA5018" w:rsidRDefault="00181792" w:rsidP="00BA5018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5.2. Предмет жалобы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Предметом досудебного (внесудебного) обжалования могут быть р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шения (действия, бездействие), принятые (осуществленные) при предоста</w:t>
      </w:r>
      <w:r w:rsidRPr="00BA5018">
        <w:rPr>
          <w:sz w:val="28"/>
          <w:szCs w:val="28"/>
        </w:rPr>
        <w:t>в</w:t>
      </w:r>
      <w:r w:rsidRPr="00BA5018">
        <w:rPr>
          <w:sz w:val="28"/>
          <w:szCs w:val="28"/>
        </w:rPr>
        <w:t>лении муниципальной услуги. Заявитель может обратиться с жалобой, в том числе в следующих случаях: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нарушение срока регистрации запроса о предоставлении муниципал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t>ной услуги, запроса, указанного в статье 15.1 Федерального закона от 27.07.2010 </w:t>
      </w:r>
      <w:hyperlink r:id="rId33" w:tgtFrame="_blank" w:history="1">
        <w:r w:rsidRPr="00BA5018">
          <w:rPr>
            <w:sz w:val="28"/>
            <w:szCs w:val="28"/>
          </w:rPr>
          <w:t>№ 210-ФЗ</w:t>
        </w:r>
      </w:hyperlink>
      <w:r w:rsidRPr="00BA5018">
        <w:rPr>
          <w:sz w:val="28"/>
          <w:szCs w:val="28"/>
        </w:rPr>
        <w:t>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нарушение срока предоставления муниципальной услуги. В указанном случае досудебное (внесудебное) обжалование заявителем решений и де</w:t>
      </w:r>
      <w:r w:rsidRPr="00BA5018">
        <w:rPr>
          <w:sz w:val="28"/>
          <w:szCs w:val="28"/>
        </w:rPr>
        <w:t>й</w:t>
      </w:r>
      <w:r w:rsidRPr="00BA5018">
        <w:rPr>
          <w:sz w:val="28"/>
          <w:szCs w:val="28"/>
        </w:rPr>
        <w:t>ствий (бездействия)  МФЦ, работника МФЦ возможно в случае, если на  МФЦ, решения и действия (бездействие) которого обжалуются, возложена функция по предоставлению соответствующих муниципальных услуг в по</w:t>
      </w:r>
      <w:r w:rsidRPr="00BA5018">
        <w:rPr>
          <w:sz w:val="28"/>
          <w:szCs w:val="28"/>
        </w:rPr>
        <w:t>л</w:t>
      </w:r>
      <w:r w:rsidRPr="00BA5018">
        <w:rPr>
          <w:sz w:val="28"/>
          <w:szCs w:val="28"/>
        </w:rPr>
        <w:t>ном объеме в порядке, определенном частью 1.3 статьи 16 Федерального з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кона от 27.07.2010 </w:t>
      </w:r>
      <w:hyperlink r:id="rId34" w:tgtFrame="_blank" w:history="1">
        <w:r w:rsidRPr="00BA5018">
          <w:rPr>
            <w:sz w:val="28"/>
            <w:szCs w:val="28"/>
          </w:rPr>
          <w:t>№ 210-ФЗ</w:t>
        </w:r>
      </w:hyperlink>
      <w:r w:rsidRPr="00BA5018">
        <w:rPr>
          <w:sz w:val="28"/>
          <w:szCs w:val="28"/>
        </w:rPr>
        <w:t>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требование у заявителя документов или информации либо осуществл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</w:t>
      </w:r>
      <w:r w:rsidRPr="00BA5018">
        <w:rPr>
          <w:sz w:val="28"/>
          <w:szCs w:val="28"/>
        </w:rPr>
        <w:t>к</w:t>
      </w:r>
      <w:r w:rsidRPr="00BA5018">
        <w:rPr>
          <w:sz w:val="28"/>
          <w:szCs w:val="28"/>
        </w:rPr>
        <w:t>тами Мошенского муниципального района для предоставления муниципал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t>ной услуги;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отказ заявителю в приеме документов, предоставление которых пред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смотрено нормативными правовыми актами Российской Федерации, норм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тивными правовыми актами Новгородской области, муниципальными прав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выми актами для предоставления муниципальной услуги;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нами и иными нормативными правовыми актами Новгородской области, м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ниципальными правовыми актами. В указанном случае досудебное (внес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дебное) обжалование заявителем решений и действий (бездействия) МФЦ, работника МФЦ возможно в случае, если на МФЦ, решения и действия (бе</w:t>
      </w:r>
      <w:r w:rsidRPr="00BA5018">
        <w:rPr>
          <w:sz w:val="28"/>
          <w:szCs w:val="28"/>
        </w:rPr>
        <w:t>з</w:t>
      </w:r>
      <w:r w:rsidRPr="00BA5018">
        <w:rPr>
          <w:sz w:val="28"/>
          <w:szCs w:val="28"/>
        </w:rPr>
        <w:t>действие) которого обжалуются, возложена функция по предоставлению с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ответствующих муниципальных услуг в полном объеме в порядке, опред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ленном частью 1.3 статьи 16 Федерального закона от 27.07.2010 </w:t>
      </w:r>
      <w:hyperlink r:id="rId35" w:tgtFrame="_blank" w:history="1">
        <w:r w:rsidRPr="00BA5018">
          <w:rPr>
            <w:sz w:val="28"/>
            <w:szCs w:val="28"/>
          </w:rPr>
          <w:t>№ 210-ФЗ</w:t>
        </w:r>
      </w:hyperlink>
      <w:r w:rsidRPr="00BA5018">
        <w:rPr>
          <w:sz w:val="28"/>
          <w:szCs w:val="28"/>
        </w:rPr>
        <w:t>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ципальными правовыми актами;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отказ органа, предоставляющего муниципальную услугу, муниципал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t>ного служащего либо должностного лица органа, предоставляющего мун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ципальную услугу, МФЦ, работника МФЦ, организаций, предусмотренных частью 1.1 статьи 16 Федерального закона от 27.07.2010 </w:t>
      </w:r>
      <w:hyperlink r:id="rId36" w:tgtFrame="_blank" w:history="1">
        <w:r w:rsidRPr="00BA5018">
          <w:rPr>
            <w:sz w:val="28"/>
            <w:szCs w:val="28"/>
          </w:rPr>
          <w:t>№ 210-ФЗ</w:t>
        </w:r>
      </w:hyperlink>
      <w:r w:rsidRPr="00BA5018">
        <w:rPr>
          <w:sz w:val="28"/>
          <w:szCs w:val="28"/>
        </w:rPr>
        <w:t xml:space="preserve">, или их </w:t>
      </w:r>
      <w:r w:rsidRPr="00BA5018">
        <w:rPr>
          <w:sz w:val="28"/>
          <w:szCs w:val="28"/>
        </w:rPr>
        <w:lastRenderedPageBreak/>
        <w:t>работников в исправлении допущенных ими опечаток и ошибок в выданных в результате предоставления муниципальной услуги документах либо нар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шение установленного срока таких исправлений. В указанном случае дос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дебное (внесудебное) обжалование заявителем решений и действий (безде</w:t>
      </w:r>
      <w:r w:rsidRPr="00BA5018">
        <w:rPr>
          <w:sz w:val="28"/>
          <w:szCs w:val="28"/>
        </w:rPr>
        <w:t>й</w:t>
      </w:r>
      <w:r w:rsidRPr="00BA5018">
        <w:rPr>
          <w:sz w:val="28"/>
          <w:szCs w:val="28"/>
        </w:rPr>
        <w:t>ствия) МФЦ, работника  МФЦ возможно в случае, если на  МФЦ, решения и действия (бездействие) которог</w:t>
      </w:r>
      <w:r w:rsidR="00DA46CB">
        <w:rPr>
          <w:sz w:val="28"/>
          <w:szCs w:val="28"/>
        </w:rPr>
        <w:t xml:space="preserve">о обжалуются, возложена функция </w:t>
      </w:r>
      <w:r w:rsidRPr="00BA5018">
        <w:rPr>
          <w:sz w:val="28"/>
          <w:szCs w:val="28"/>
        </w:rPr>
        <w:t>по предоставлению соответствующих муниципальных услуг в полном объ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ме в порядке, определенном частью 1.3 статьи 16 Федерального закона от 27.07.2010 </w:t>
      </w:r>
      <w:hyperlink r:id="rId37" w:tgtFrame="_blank" w:history="1">
        <w:r w:rsidRPr="00BA5018">
          <w:rPr>
            <w:sz w:val="28"/>
            <w:szCs w:val="28"/>
          </w:rPr>
          <w:t>№ 210-ФЗ</w:t>
        </w:r>
      </w:hyperlink>
      <w:r w:rsidRPr="00BA5018">
        <w:rPr>
          <w:sz w:val="28"/>
          <w:szCs w:val="28"/>
        </w:rPr>
        <w:t>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приостановление предоставления муниципальной услуги, если основ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ния приостановления не предусмотрены федеральными законами и прин</w:t>
      </w:r>
      <w:r w:rsidRPr="00BA5018">
        <w:rPr>
          <w:sz w:val="28"/>
          <w:szCs w:val="28"/>
        </w:rPr>
        <w:t>я</w:t>
      </w:r>
      <w:r w:rsidRPr="00BA5018">
        <w:rPr>
          <w:sz w:val="28"/>
          <w:szCs w:val="28"/>
        </w:rPr>
        <w:t>тыми в соответствии с ними иными нормативными правовыми актами Ро</w:t>
      </w:r>
      <w:r w:rsidRPr="00BA5018">
        <w:rPr>
          <w:sz w:val="28"/>
          <w:szCs w:val="28"/>
        </w:rPr>
        <w:t>с</w:t>
      </w:r>
      <w:r w:rsidRPr="00BA5018">
        <w:rPr>
          <w:sz w:val="28"/>
          <w:szCs w:val="28"/>
        </w:rPr>
        <w:t>сийской Федерации, законами и иными нормативными правовыми актами Новгородской области, муниципальными правовыми актами. В указанном случае досудебное (внесудебное) обжалование заявителем решений и де</w:t>
      </w:r>
      <w:r w:rsidRPr="00BA5018">
        <w:rPr>
          <w:sz w:val="28"/>
          <w:szCs w:val="28"/>
        </w:rPr>
        <w:t>й</w:t>
      </w:r>
      <w:r w:rsidRPr="00BA5018">
        <w:rPr>
          <w:sz w:val="28"/>
          <w:szCs w:val="28"/>
        </w:rPr>
        <w:t>ствий (бездействия)  МФЦ, работника МФЦ возможно в случае, если на МФЦ, решения и действия (бездействие) которого обжалуются, возложена функция по предоставлению соответствующих муниципальных услуг в по</w:t>
      </w:r>
      <w:r w:rsidRPr="00BA5018">
        <w:rPr>
          <w:sz w:val="28"/>
          <w:szCs w:val="28"/>
        </w:rPr>
        <w:t>л</w:t>
      </w:r>
      <w:r w:rsidRPr="00BA5018">
        <w:rPr>
          <w:sz w:val="28"/>
          <w:szCs w:val="28"/>
        </w:rPr>
        <w:t>ном объеме в порядке, определенном частью 1.3 статьи 16 Федерального з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 xml:space="preserve">кона </w:t>
      </w:r>
      <w:r w:rsidR="00DA46CB">
        <w:rPr>
          <w:sz w:val="28"/>
          <w:szCs w:val="28"/>
        </w:rPr>
        <w:t xml:space="preserve"> </w:t>
      </w:r>
      <w:r w:rsidRPr="00BA5018">
        <w:rPr>
          <w:sz w:val="28"/>
          <w:szCs w:val="28"/>
        </w:rPr>
        <w:t>от 27.07.2010 </w:t>
      </w:r>
      <w:hyperlink r:id="rId38" w:tgtFrame="_blank" w:history="1">
        <w:r w:rsidRPr="00BA5018">
          <w:rPr>
            <w:sz w:val="28"/>
            <w:szCs w:val="28"/>
          </w:rPr>
          <w:t>№ 210-ФЗ</w:t>
        </w:r>
      </w:hyperlink>
      <w:r w:rsidRPr="00BA5018">
        <w:rPr>
          <w:sz w:val="28"/>
          <w:szCs w:val="28"/>
        </w:rPr>
        <w:t>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требование у заявителя при предоставлении муниципальной услуги д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пальной услуги, за исключением случаев, предусмотренных пунктом 4 части 1 статьи 7 Федерального закона от 27.07.2010 </w:t>
      </w:r>
      <w:hyperlink r:id="rId39" w:tgtFrame="_blank" w:history="1">
        <w:r w:rsidRPr="00BA5018">
          <w:rPr>
            <w:sz w:val="28"/>
            <w:szCs w:val="28"/>
          </w:rPr>
          <w:t>№ 210-ФЗ</w:t>
        </w:r>
      </w:hyperlink>
      <w:r w:rsidRPr="00BA5018">
        <w:rPr>
          <w:sz w:val="28"/>
          <w:szCs w:val="28"/>
        </w:rPr>
        <w:t>. В указанном случае досудебное (внесудебное) обжалование заявителем решений и действий (бе</w:t>
      </w:r>
      <w:r w:rsidRPr="00BA5018">
        <w:rPr>
          <w:sz w:val="28"/>
          <w:szCs w:val="28"/>
        </w:rPr>
        <w:t>з</w:t>
      </w:r>
      <w:r w:rsidRPr="00BA5018">
        <w:rPr>
          <w:sz w:val="28"/>
          <w:szCs w:val="28"/>
        </w:rPr>
        <w:t xml:space="preserve">действия) МФЦ, работника МФЦ возможно в случае, если на 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 Федерального закона </w:t>
      </w:r>
      <w:r w:rsidR="00DA46CB">
        <w:rPr>
          <w:sz w:val="28"/>
          <w:szCs w:val="28"/>
        </w:rPr>
        <w:t xml:space="preserve">                              </w:t>
      </w:r>
      <w:r w:rsidRPr="00BA5018">
        <w:rPr>
          <w:sz w:val="28"/>
          <w:szCs w:val="28"/>
        </w:rPr>
        <w:t>от 27.07.2010 </w:t>
      </w:r>
      <w:hyperlink r:id="rId40" w:tgtFrame="_blank" w:history="1">
        <w:r w:rsidRPr="00BA5018">
          <w:rPr>
            <w:sz w:val="28"/>
            <w:szCs w:val="28"/>
          </w:rPr>
          <w:t>№ 210-ФЗ</w:t>
        </w:r>
      </w:hyperlink>
      <w:r w:rsidRPr="00BA5018">
        <w:rPr>
          <w:sz w:val="28"/>
          <w:szCs w:val="28"/>
        </w:rPr>
        <w:t>.</w:t>
      </w:r>
    </w:p>
    <w:p w:rsidR="00181792" w:rsidRPr="00BA5018" w:rsidRDefault="00181792" w:rsidP="00BA5018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5.3. Органы и уполномоченные на рассмотрение жалобы дол</w:t>
      </w:r>
      <w:r w:rsidRPr="00BA5018">
        <w:rPr>
          <w:b/>
          <w:sz w:val="28"/>
          <w:szCs w:val="28"/>
        </w:rPr>
        <w:t>ж</w:t>
      </w:r>
      <w:r w:rsidRPr="00BA5018">
        <w:rPr>
          <w:b/>
          <w:sz w:val="28"/>
          <w:szCs w:val="28"/>
        </w:rPr>
        <w:t>ностные лица, которым может быть направлена жалоба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5.3.1. Жалобы на специалиста Уполномоченного органа, решения и действия (бездействие) которого обжалуются, подаются руководителю Уполномоченного органа.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5.3.2. Жалобы на решения, принятые  руководителем Уполномоченного органа при предоставлении муниципальной услуги, подаются  заместителю Главы администрации, курирующему работу Уполномоченного органа.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5.3.3. Жалобы на решения  заместителя Главы администрации, кур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рующего работу Уполномоченного органа, подаются Главе Мошенского м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lastRenderedPageBreak/>
        <w:t>ниципального района.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5.3.4. Жалобы на решения и действия (бездействие) работника МФЦ подаются руководителю этого МФЦ. Жалобы на решения и действия (бе</w:t>
      </w:r>
      <w:r w:rsidRPr="00BA5018">
        <w:rPr>
          <w:sz w:val="28"/>
          <w:szCs w:val="28"/>
        </w:rPr>
        <w:t>з</w:t>
      </w:r>
      <w:r w:rsidRPr="00BA5018">
        <w:rPr>
          <w:sz w:val="28"/>
          <w:szCs w:val="28"/>
        </w:rPr>
        <w:t>действие) МФЦ подаются учредителю МФЦ или должностному лицу, упо</w:t>
      </w:r>
      <w:r w:rsidRPr="00BA5018">
        <w:rPr>
          <w:sz w:val="28"/>
          <w:szCs w:val="28"/>
        </w:rPr>
        <w:t>л</w:t>
      </w:r>
      <w:r w:rsidRPr="00BA5018">
        <w:rPr>
          <w:sz w:val="28"/>
          <w:szCs w:val="28"/>
        </w:rPr>
        <w:t>номоченному нормативным правовым актом Новгородской области. Жалобы на решения и действия (бездействие) работников организаций, предусмо</w:t>
      </w:r>
      <w:r w:rsidRPr="00BA5018">
        <w:rPr>
          <w:sz w:val="28"/>
          <w:szCs w:val="28"/>
        </w:rPr>
        <w:t>т</w:t>
      </w:r>
      <w:r w:rsidRPr="00BA5018">
        <w:rPr>
          <w:sz w:val="28"/>
          <w:szCs w:val="28"/>
        </w:rPr>
        <w:t>ренных частью 1.1 статьи 16 Федерального закона от 27.07.2010 № 210-ФЗ, подаются руководителям этих организаций.</w:t>
      </w:r>
    </w:p>
    <w:p w:rsidR="00181792" w:rsidRPr="00DA46CB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DA46CB">
        <w:rPr>
          <w:sz w:val="28"/>
          <w:szCs w:val="28"/>
        </w:rPr>
        <w:t>5.3.5.В случае установления в ходе или по результатам рассмотрения жалобы признаков состава административного правонарушения или пр</w:t>
      </w:r>
      <w:r w:rsidRPr="00DA46CB">
        <w:rPr>
          <w:sz w:val="28"/>
          <w:szCs w:val="28"/>
        </w:rPr>
        <w:t>е</w:t>
      </w:r>
      <w:r w:rsidRPr="00DA46CB">
        <w:rPr>
          <w:sz w:val="28"/>
          <w:szCs w:val="28"/>
        </w:rPr>
        <w:t>ступления должностное лицо, наделенное полномочиями по рассмотрению жалоб, незамедлительно направляет имеющиеся материалы в органы прок</w:t>
      </w:r>
      <w:r w:rsidRPr="00DA46CB">
        <w:rPr>
          <w:sz w:val="28"/>
          <w:szCs w:val="28"/>
        </w:rPr>
        <w:t>у</w:t>
      </w:r>
      <w:r w:rsidRPr="00DA46CB">
        <w:rPr>
          <w:sz w:val="28"/>
          <w:szCs w:val="28"/>
        </w:rPr>
        <w:t>ратуры.</w:t>
      </w:r>
    </w:p>
    <w:p w:rsidR="00181792" w:rsidRPr="00BA5018" w:rsidRDefault="00181792" w:rsidP="00BA5018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5.4. Порядок подачи и рассмотрения жалобы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5.4.1. Основанием для начала процедуры досудебного (внесудебного) обжалования является поступление жалобы заявителя в Уполномоченный орган, в МФЦ либо в соответствующий орган публично-правового образов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ния, являющийся учредителем МФЦ, а также в организации, предусмотре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ные частью 1.1 статьи 16 Федерального закона от 27.07.2010 </w:t>
      </w:r>
      <w:hyperlink r:id="rId41" w:tgtFrame="_blank" w:history="1">
        <w:r w:rsidRPr="00BA5018">
          <w:rPr>
            <w:sz w:val="28"/>
            <w:szCs w:val="28"/>
          </w:rPr>
          <w:t>№ 210-ФЗ</w:t>
        </w:r>
      </w:hyperlink>
      <w:r w:rsidRPr="00BA5018">
        <w:rPr>
          <w:sz w:val="28"/>
          <w:szCs w:val="28"/>
        </w:rPr>
        <w:t>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5.4.2. Жалоба на решения и действия (бездействие) Уполномоченного органа, должностного лица Уполномоченного органа, муниципального сл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жащего, заведующего Уполномоченным органом, может быть направлена по почте, через МФЦ, с использованием информационно</w:t>
      </w:r>
      <w:r w:rsidR="00DA46CB">
        <w:rPr>
          <w:sz w:val="28"/>
          <w:szCs w:val="28"/>
        </w:rPr>
        <w:t xml:space="preserve"> </w:t>
      </w:r>
      <w:r w:rsidRPr="00BA5018">
        <w:rPr>
          <w:sz w:val="28"/>
          <w:szCs w:val="28"/>
        </w:rPr>
        <w:t>-</w:t>
      </w:r>
      <w:r w:rsidR="00DA46CB">
        <w:rPr>
          <w:sz w:val="28"/>
          <w:szCs w:val="28"/>
        </w:rPr>
        <w:t xml:space="preserve"> </w:t>
      </w:r>
      <w:r w:rsidRPr="00BA5018">
        <w:rPr>
          <w:sz w:val="28"/>
          <w:szCs w:val="28"/>
        </w:rPr>
        <w:t>телекоммуникацио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ной сети «Интернет», официального интернет-сайта, единого портала либо регионального портала, а также может быть принята при личном приеме з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явителя.</w:t>
      </w:r>
    </w:p>
    <w:p w:rsidR="00181792" w:rsidRPr="00DA46CB" w:rsidRDefault="00181792" w:rsidP="00BA5018">
      <w:pPr>
        <w:widowControl w:val="0"/>
        <w:ind w:firstLine="709"/>
        <w:jc w:val="both"/>
        <w:rPr>
          <w:spacing w:val="-2"/>
          <w:sz w:val="28"/>
          <w:szCs w:val="28"/>
        </w:rPr>
      </w:pPr>
      <w:r w:rsidRPr="00DA46CB">
        <w:rPr>
          <w:spacing w:val="-2"/>
          <w:sz w:val="28"/>
          <w:szCs w:val="28"/>
        </w:rPr>
        <w:t>5.4.3. Жалоба на решения и действия (бездействие) МФЦ, работника  МФЦ может быть направлена по почте, с использованием информационно-телекоммуникационной сети «Интернет», официального сайта  МФЦ, единого портала  либо регионального портала, а также может быть принята при ли</w:t>
      </w:r>
      <w:r w:rsidRPr="00DA46CB">
        <w:rPr>
          <w:spacing w:val="-2"/>
          <w:sz w:val="28"/>
          <w:szCs w:val="28"/>
        </w:rPr>
        <w:t>ч</w:t>
      </w:r>
      <w:r w:rsidRPr="00DA46CB">
        <w:rPr>
          <w:spacing w:val="-2"/>
          <w:sz w:val="28"/>
          <w:szCs w:val="28"/>
        </w:rPr>
        <w:t>ном приеме заявителя. Жалоба на решения и действия (бездействие) организ</w:t>
      </w:r>
      <w:r w:rsidRPr="00DA46CB">
        <w:rPr>
          <w:spacing w:val="-2"/>
          <w:sz w:val="28"/>
          <w:szCs w:val="28"/>
        </w:rPr>
        <w:t>а</w:t>
      </w:r>
      <w:r w:rsidRPr="00DA46CB">
        <w:rPr>
          <w:spacing w:val="-2"/>
          <w:sz w:val="28"/>
          <w:szCs w:val="28"/>
        </w:rPr>
        <w:t xml:space="preserve">ций, предусмотренных частью 1.1 статьи 16 Федерального закона </w:t>
      </w:r>
      <w:r w:rsidR="00DA46CB">
        <w:rPr>
          <w:spacing w:val="-2"/>
          <w:sz w:val="28"/>
          <w:szCs w:val="28"/>
        </w:rPr>
        <w:t xml:space="preserve">                            </w:t>
      </w:r>
      <w:r w:rsidRPr="00DA46CB">
        <w:rPr>
          <w:spacing w:val="-2"/>
          <w:sz w:val="28"/>
          <w:szCs w:val="28"/>
        </w:rPr>
        <w:t>от 27.07.2010 </w:t>
      </w:r>
      <w:hyperlink r:id="rId42" w:tgtFrame="_blank" w:history="1">
        <w:r w:rsidRPr="00DA46CB">
          <w:rPr>
            <w:spacing w:val="-2"/>
            <w:sz w:val="28"/>
            <w:szCs w:val="28"/>
          </w:rPr>
          <w:t>№ 210-ФЗ</w:t>
        </w:r>
      </w:hyperlink>
      <w:r w:rsidRPr="00DA46CB">
        <w:rPr>
          <w:spacing w:val="-2"/>
          <w:sz w:val="28"/>
          <w:szCs w:val="28"/>
        </w:rPr>
        <w:t>, а также их работников может быть направлена по п</w:t>
      </w:r>
      <w:r w:rsidRPr="00DA46CB">
        <w:rPr>
          <w:spacing w:val="-2"/>
          <w:sz w:val="28"/>
          <w:szCs w:val="28"/>
        </w:rPr>
        <w:t>о</w:t>
      </w:r>
      <w:r w:rsidRPr="00DA46CB">
        <w:rPr>
          <w:spacing w:val="-2"/>
          <w:sz w:val="28"/>
          <w:szCs w:val="28"/>
        </w:rPr>
        <w:t>чте, с использованием информационно - телекоммуникационной сети «Инте</w:t>
      </w:r>
      <w:r w:rsidRPr="00DA46CB">
        <w:rPr>
          <w:spacing w:val="-2"/>
          <w:sz w:val="28"/>
          <w:szCs w:val="28"/>
        </w:rPr>
        <w:t>р</w:t>
      </w:r>
      <w:r w:rsidRPr="00DA46CB">
        <w:rPr>
          <w:spacing w:val="-2"/>
          <w:sz w:val="28"/>
          <w:szCs w:val="28"/>
        </w:rPr>
        <w:t>нет», официальных сайтов этих организаций, единого портала либо реги</w:t>
      </w:r>
      <w:r w:rsidRPr="00DA46CB">
        <w:rPr>
          <w:spacing w:val="-2"/>
          <w:sz w:val="28"/>
          <w:szCs w:val="28"/>
        </w:rPr>
        <w:t>о</w:t>
      </w:r>
      <w:r w:rsidRPr="00DA46CB">
        <w:rPr>
          <w:spacing w:val="-2"/>
          <w:sz w:val="28"/>
          <w:szCs w:val="28"/>
        </w:rPr>
        <w:t>нального портала, а также может быть принята при личном приеме заявителя.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5.4.4. В случае если жалоба подается через представителя заявителя, также представляется документ, подтверждающий полномочия на осущест</w:t>
      </w:r>
      <w:r w:rsidRPr="00BA5018">
        <w:rPr>
          <w:sz w:val="28"/>
          <w:szCs w:val="28"/>
        </w:rPr>
        <w:t>в</w:t>
      </w:r>
      <w:r w:rsidRPr="00BA5018">
        <w:rPr>
          <w:sz w:val="28"/>
          <w:szCs w:val="28"/>
        </w:rPr>
        <w:t>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доверенность, оформленная в соответствии с законодател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t>ством Российской Федерации.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</w:t>
      </w:r>
      <w:r w:rsidRPr="00BA5018">
        <w:rPr>
          <w:sz w:val="28"/>
          <w:szCs w:val="28"/>
        </w:rPr>
        <w:lastRenderedPageBreak/>
        <w:t>Российской Федерации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5.4.5. В электронном виде жалоба может быть подана заявителем п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средством: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1) единого портала;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2) регионального портала;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3) федеральной государственной информационной системы «Досуде</w:t>
      </w:r>
      <w:r w:rsidRPr="00BA5018">
        <w:rPr>
          <w:sz w:val="28"/>
          <w:szCs w:val="28"/>
        </w:rPr>
        <w:t>б</w:t>
      </w:r>
      <w:r w:rsidRPr="00BA5018">
        <w:rPr>
          <w:sz w:val="28"/>
          <w:szCs w:val="28"/>
        </w:rPr>
        <w:t>ное обжалование»: https://do.gosuslugi.ru».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5.4.6. Жалоба должна содержать: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наименование Уполномоченного органа, должностного лица Уполн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моченного органа либо муниципального служащего,  МФЦ, его руководителя и (или) работника, организаций, предусмотренных частью 1.1 статьи 16 Федерального закона от 27.07.2010 </w:t>
      </w:r>
      <w:hyperlink r:id="rId43" w:tgtFrame="_blank" w:history="1">
        <w:r w:rsidRPr="00BA5018">
          <w:rPr>
            <w:sz w:val="28"/>
            <w:szCs w:val="28"/>
          </w:rPr>
          <w:t>№ 210-ФЗ</w:t>
        </w:r>
      </w:hyperlink>
      <w:r w:rsidRPr="00BA5018">
        <w:rPr>
          <w:sz w:val="28"/>
          <w:szCs w:val="28"/>
        </w:rPr>
        <w:t>, их руководителей и (или) работников, решения и действия (бездействие) которых обжалуются;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сте нахождения заявителя - юридического лица, а также номер (номера) ко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тактного телефона, адрес (адреса) электронной почты (при наличии) и почт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вый адрес, по которым должен быть направлен ответ заявителю;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сведения об обжалуемых решениях и действиях Уполномоченного о</w:t>
      </w:r>
      <w:r w:rsidRPr="00BA5018">
        <w:rPr>
          <w:sz w:val="28"/>
          <w:szCs w:val="28"/>
        </w:rPr>
        <w:t>р</w:t>
      </w:r>
      <w:r w:rsidRPr="00BA5018">
        <w:rPr>
          <w:sz w:val="28"/>
          <w:szCs w:val="28"/>
        </w:rPr>
        <w:t>гана, должностного лица Уполномоченного органа либо муниципального служащего,  МФЦ, работника МФЦ, организаций, предусмотренных частью 1.1 статьи 16 Федерального закона от 27.07.2010 </w:t>
      </w:r>
      <w:hyperlink r:id="rId44" w:tgtFrame="_blank" w:history="1">
        <w:r w:rsidRPr="00BA5018">
          <w:rPr>
            <w:sz w:val="28"/>
            <w:szCs w:val="28"/>
          </w:rPr>
          <w:t>№ 210-ФЗ</w:t>
        </w:r>
      </w:hyperlink>
      <w:r w:rsidRPr="00BA5018">
        <w:rPr>
          <w:sz w:val="28"/>
          <w:szCs w:val="28"/>
        </w:rPr>
        <w:t>, их работников;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доводы, на основании которых заявитель не согласен с решением и действием (бездействием) Уполномоченного органа, специалиста </w:t>
      </w:r>
      <w:r w:rsidR="00DA46CB">
        <w:rPr>
          <w:sz w:val="28"/>
          <w:szCs w:val="28"/>
        </w:rPr>
        <w:t xml:space="preserve"> </w:t>
      </w:r>
      <w:r w:rsidRPr="00BA5018">
        <w:rPr>
          <w:sz w:val="28"/>
          <w:szCs w:val="28"/>
        </w:rPr>
        <w:t>Уполн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моченного органа либо муниципального служащего, МФЦ, работника МФЦ, организаций, предусмотренных частью 1.1 статьи 16 Федерального закона от 27.07.2010 </w:t>
      </w:r>
      <w:hyperlink r:id="rId45" w:tgtFrame="_blank" w:history="1">
        <w:r w:rsidRPr="00BA5018">
          <w:rPr>
            <w:sz w:val="28"/>
            <w:szCs w:val="28"/>
          </w:rPr>
          <w:t>№ 210-ФЗ</w:t>
        </w:r>
      </w:hyperlink>
      <w:r w:rsidRPr="00BA5018">
        <w:rPr>
          <w:sz w:val="28"/>
          <w:szCs w:val="28"/>
        </w:rPr>
        <w:t>, их работников. Заявителем могут быть представлены документы (при наличии), подтверждающие доводы заявителя, либо их к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пии.</w:t>
      </w:r>
    </w:p>
    <w:p w:rsidR="00181792" w:rsidRPr="00BA5018" w:rsidRDefault="00181792" w:rsidP="00BA5018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5.5. Сроки рассмотрения жалобы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Жалоба, поступившая в Уполномоченный орган, в МФЦ, учредителю  МФЦ, в организации, предусмотренные частью 1.1 статьи 16 Федерального закона от 27.07.2010 </w:t>
      </w:r>
      <w:hyperlink r:id="rId46" w:tgtFrame="_blank" w:history="1">
        <w:r w:rsidRPr="00BA5018">
          <w:rPr>
            <w:sz w:val="28"/>
            <w:szCs w:val="28"/>
          </w:rPr>
          <w:t>№ 210-ФЗ</w:t>
        </w:r>
      </w:hyperlink>
      <w:r w:rsidRPr="00BA5018">
        <w:rPr>
          <w:sz w:val="28"/>
          <w:szCs w:val="28"/>
        </w:rPr>
        <w:t>, либо вышестоящий орган (при его наличии), рассматривается в течение 15 рабочих дней со дня ее регистрации, а в случае обжалования отказа Уполномоченного органа, специалиста </w:t>
      </w:r>
      <w:r w:rsidR="00DA46CB">
        <w:rPr>
          <w:sz w:val="28"/>
          <w:szCs w:val="28"/>
        </w:rPr>
        <w:t xml:space="preserve"> </w:t>
      </w:r>
      <w:r w:rsidRPr="00BA5018">
        <w:rPr>
          <w:sz w:val="28"/>
          <w:szCs w:val="28"/>
        </w:rPr>
        <w:t>Уполномоченн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го органа либо муниципального служащего, МФЦ, организаций, предусмо</w:t>
      </w:r>
      <w:r w:rsidRPr="00BA5018">
        <w:rPr>
          <w:sz w:val="28"/>
          <w:szCs w:val="28"/>
        </w:rPr>
        <w:t>т</w:t>
      </w:r>
      <w:r w:rsidRPr="00BA5018">
        <w:rPr>
          <w:sz w:val="28"/>
          <w:szCs w:val="28"/>
        </w:rPr>
        <w:t>ренных частью 1.1 статьи 16 Федерального закона от 27.07.2010 </w:t>
      </w:r>
      <w:hyperlink r:id="rId47" w:tgtFrame="_blank" w:history="1">
        <w:r w:rsidRPr="00BA5018">
          <w:rPr>
            <w:sz w:val="28"/>
            <w:szCs w:val="28"/>
          </w:rPr>
          <w:t>№ 210-ФЗ</w:t>
        </w:r>
      </w:hyperlink>
      <w:r w:rsidRPr="00BA5018">
        <w:rPr>
          <w:sz w:val="28"/>
          <w:szCs w:val="28"/>
        </w:rPr>
        <w:t>, 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181792" w:rsidRPr="00BA5018" w:rsidRDefault="00181792" w:rsidP="00BA5018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5.6. Результат рассмотрения жалобы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жалоба удовлетворяется, в том числе в форме отмены принятого реш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lastRenderedPageBreak/>
        <w:t>ния, исправления допущенных опечаток и ошибок в выданных в результате предоставления муниципальной услуги документах, возврата заявителю д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нежных средств, взимание которых не предусмотрено нормативными прав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выми актами Российской Федерации, нормативными правовыми акт</w:t>
      </w:r>
      <w:r w:rsidRPr="00BA5018">
        <w:rPr>
          <w:sz w:val="28"/>
          <w:szCs w:val="28"/>
        </w:rPr>
        <w:t>а</w:t>
      </w:r>
      <w:r w:rsidRPr="00BA5018">
        <w:rPr>
          <w:sz w:val="28"/>
          <w:szCs w:val="28"/>
        </w:rPr>
        <w:t>ми Новгородской области, муниципальными правовыми актами;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 удовлетворении жалобы отказывается.</w:t>
      </w:r>
    </w:p>
    <w:p w:rsidR="00181792" w:rsidRPr="00BA5018" w:rsidRDefault="00181792" w:rsidP="00BA5018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5.7. Порядок информирования заявителя о результатах рассмотр</w:t>
      </w:r>
      <w:r w:rsidRPr="00BA5018">
        <w:rPr>
          <w:b/>
          <w:sz w:val="28"/>
          <w:szCs w:val="28"/>
        </w:rPr>
        <w:t>е</w:t>
      </w:r>
      <w:r w:rsidRPr="00BA5018">
        <w:rPr>
          <w:b/>
          <w:sz w:val="28"/>
          <w:szCs w:val="28"/>
        </w:rPr>
        <w:t>ния жалобы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5.7.1. Не позднее дня, следующего за днем принятия решения, указа</w:t>
      </w:r>
      <w:r w:rsidRPr="00BA5018">
        <w:rPr>
          <w:sz w:val="28"/>
          <w:szCs w:val="28"/>
        </w:rPr>
        <w:t>н</w:t>
      </w:r>
      <w:r w:rsidRPr="00BA5018">
        <w:rPr>
          <w:sz w:val="28"/>
          <w:szCs w:val="28"/>
        </w:rPr>
        <w:t>ного в подразделе 5.6. настоящего административного регламента, заявителю в письменной форме и по желанию заявителя в электронной форме направл</w:t>
      </w:r>
      <w:r w:rsidRPr="00BA5018">
        <w:rPr>
          <w:sz w:val="28"/>
          <w:szCs w:val="28"/>
        </w:rPr>
        <w:t>я</w:t>
      </w:r>
      <w:r w:rsidRPr="00BA5018">
        <w:rPr>
          <w:sz w:val="28"/>
          <w:szCs w:val="28"/>
        </w:rPr>
        <w:t>ется мотивированный ответ о результатах рассмотрения жалобы.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5.7.2. В случае признания жалобы подлежащей удовлетворению в отв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те заявителю, указанном в пункте 5.7.1 настоящего административного р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гламента, дается информация о действиях, осуществляемых органом, пред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ставляющим муниципальную услугу, МФЦ либо организацией, предусмо</w:t>
      </w:r>
      <w:r w:rsidRPr="00BA5018">
        <w:rPr>
          <w:sz w:val="28"/>
          <w:szCs w:val="28"/>
        </w:rPr>
        <w:t>т</w:t>
      </w:r>
      <w:r w:rsidRPr="00BA5018">
        <w:rPr>
          <w:sz w:val="28"/>
          <w:szCs w:val="28"/>
        </w:rPr>
        <w:t>ренной частью 1.1 статьи 16 Федерального закона от 27.07.2010 </w:t>
      </w:r>
      <w:hyperlink r:id="rId48" w:tgtFrame="_blank" w:history="1">
        <w:r w:rsidRPr="00BA5018">
          <w:rPr>
            <w:sz w:val="28"/>
            <w:szCs w:val="28"/>
          </w:rPr>
          <w:t>№ 210-ФЗ</w:t>
        </w:r>
      </w:hyperlink>
      <w:r w:rsidRPr="00BA5018">
        <w:rPr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</w:t>
      </w:r>
      <w:r w:rsidRPr="00BA5018">
        <w:rPr>
          <w:sz w:val="28"/>
          <w:szCs w:val="28"/>
        </w:rPr>
        <w:t>е</w:t>
      </w:r>
      <w:r w:rsidRPr="00BA5018">
        <w:rPr>
          <w:sz w:val="28"/>
          <w:szCs w:val="28"/>
        </w:rPr>
        <w:t>удобства и указывается информация о дальнейших действиях, которые нео</w:t>
      </w:r>
      <w:r w:rsidRPr="00BA5018">
        <w:rPr>
          <w:sz w:val="28"/>
          <w:szCs w:val="28"/>
        </w:rPr>
        <w:t>б</w:t>
      </w:r>
      <w:r w:rsidRPr="00BA5018">
        <w:rPr>
          <w:sz w:val="28"/>
          <w:szCs w:val="28"/>
        </w:rPr>
        <w:t>ходимо совершить заявителю в целях получения муниципальной услуги.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5.7.3. В случае признания жалобы не подлежащей удовлетворению в ответе заявителю, указанном в пункте 5.7.1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81792" w:rsidRPr="00BA5018" w:rsidRDefault="00181792" w:rsidP="00BA5018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5.8. Порядок обжалования решения по жалобе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В досудебном порядке могут быть обжалованы действия (бездействие) и решения вышестоящим должностным лицам.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специалистов Уполномоченного органа, муниципальных служащих - Главе муниципального района;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МФЦ - в уполномоченный орган, заключивший соглашение о взаим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действии с  МФЦ.</w:t>
      </w:r>
    </w:p>
    <w:p w:rsidR="00181792" w:rsidRPr="00BA5018" w:rsidRDefault="00181792" w:rsidP="00BA5018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>5.9. Право заявителя на получение информации и документов, н</w:t>
      </w:r>
      <w:r w:rsidRPr="00BA5018">
        <w:rPr>
          <w:b/>
          <w:sz w:val="28"/>
          <w:szCs w:val="28"/>
        </w:rPr>
        <w:t>е</w:t>
      </w:r>
      <w:r w:rsidRPr="00BA5018">
        <w:rPr>
          <w:b/>
          <w:sz w:val="28"/>
          <w:szCs w:val="28"/>
        </w:rPr>
        <w:t>обходимых для обоснования и рассмотрения жалобы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На стадии досудебного обжалования действий (бездействия) </w:t>
      </w:r>
      <w:r w:rsidR="00DA46CB">
        <w:rPr>
          <w:sz w:val="28"/>
          <w:szCs w:val="28"/>
        </w:rPr>
        <w:t xml:space="preserve"> </w:t>
      </w:r>
      <w:r w:rsidRPr="00BA5018">
        <w:rPr>
          <w:sz w:val="28"/>
          <w:szCs w:val="28"/>
        </w:rPr>
        <w:t>Уполн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моченного органа, специалиста Уполномоченного органа либо муниципал</w:t>
      </w:r>
      <w:r w:rsidRPr="00BA5018">
        <w:rPr>
          <w:sz w:val="28"/>
          <w:szCs w:val="28"/>
        </w:rPr>
        <w:t>ь</w:t>
      </w:r>
      <w:r w:rsidRPr="00BA5018">
        <w:rPr>
          <w:sz w:val="28"/>
          <w:szCs w:val="28"/>
        </w:rPr>
        <w:t>ного служащего, МФЦ, работника МФЦ, а также организаций, предусмо</w:t>
      </w:r>
      <w:r w:rsidRPr="00BA5018">
        <w:rPr>
          <w:sz w:val="28"/>
          <w:szCs w:val="28"/>
        </w:rPr>
        <w:t>т</w:t>
      </w:r>
      <w:r w:rsidRPr="00BA5018">
        <w:rPr>
          <w:sz w:val="28"/>
          <w:szCs w:val="28"/>
        </w:rPr>
        <w:t>ренных частью 1.1 статьи 16 Федерального закона от 27.07.2010 </w:t>
      </w:r>
      <w:hyperlink r:id="rId49" w:tgtFrame="_blank" w:history="1">
        <w:r w:rsidRPr="00BA5018">
          <w:rPr>
            <w:sz w:val="28"/>
            <w:szCs w:val="28"/>
          </w:rPr>
          <w:t>№ 210-ФЗ</w:t>
        </w:r>
      </w:hyperlink>
      <w:r w:rsidRPr="00BA5018">
        <w:rPr>
          <w:sz w:val="28"/>
          <w:szCs w:val="28"/>
        </w:rPr>
        <w:t>, или их работников, а также решений, принятых в ходе предоставления мун</w:t>
      </w:r>
      <w:r w:rsidRPr="00BA5018">
        <w:rPr>
          <w:sz w:val="28"/>
          <w:szCs w:val="28"/>
        </w:rPr>
        <w:t>и</w:t>
      </w:r>
      <w:r w:rsidRPr="00BA5018">
        <w:rPr>
          <w:sz w:val="28"/>
          <w:szCs w:val="28"/>
        </w:rPr>
        <w:t>ципальной услуги, заявитель имеет право на получение информации и док</w:t>
      </w:r>
      <w:r w:rsidRPr="00BA5018">
        <w:rPr>
          <w:sz w:val="28"/>
          <w:szCs w:val="28"/>
        </w:rPr>
        <w:t>у</w:t>
      </w:r>
      <w:r w:rsidRPr="00BA5018">
        <w:rPr>
          <w:sz w:val="28"/>
          <w:szCs w:val="28"/>
        </w:rPr>
        <w:t>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</w:p>
    <w:p w:rsidR="00181792" w:rsidRPr="00BA5018" w:rsidRDefault="00181792" w:rsidP="00BA5018">
      <w:pPr>
        <w:widowControl w:val="0"/>
        <w:ind w:firstLine="709"/>
        <w:jc w:val="both"/>
        <w:rPr>
          <w:b/>
          <w:sz w:val="28"/>
          <w:szCs w:val="28"/>
        </w:rPr>
      </w:pPr>
      <w:r w:rsidRPr="00BA5018">
        <w:rPr>
          <w:b/>
          <w:sz w:val="28"/>
          <w:szCs w:val="28"/>
        </w:rPr>
        <w:t xml:space="preserve">5.10. Способы информирования заявителей о порядке подачи и </w:t>
      </w:r>
      <w:r w:rsidRPr="00BA5018">
        <w:rPr>
          <w:b/>
          <w:sz w:val="28"/>
          <w:szCs w:val="28"/>
        </w:rPr>
        <w:lastRenderedPageBreak/>
        <w:t>рассмотрения жалобы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Уполномоченный орган обеспечивает: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  <w:r w:rsidRPr="00BA5018">
        <w:rPr>
          <w:sz w:val="28"/>
          <w:szCs w:val="28"/>
        </w:rPr>
        <w:t>1) информирование заявителей о порядке обжалования решений и де</w:t>
      </w:r>
      <w:r w:rsidRPr="00BA5018">
        <w:rPr>
          <w:sz w:val="28"/>
          <w:szCs w:val="28"/>
        </w:rPr>
        <w:t>й</w:t>
      </w:r>
      <w:r w:rsidRPr="00BA5018">
        <w:rPr>
          <w:sz w:val="28"/>
          <w:szCs w:val="28"/>
        </w:rPr>
        <w:t>ствий (бездействия) Уполномоченного органа, его должностных лиц либо специалистов посредством размещения информации на стендах Уполном</w:t>
      </w:r>
      <w:r w:rsidRPr="00BA5018">
        <w:rPr>
          <w:sz w:val="28"/>
          <w:szCs w:val="28"/>
        </w:rPr>
        <w:t>о</w:t>
      </w:r>
      <w:r w:rsidRPr="00BA5018">
        <w:rPr>
          <w:sz w:val="28"/>
          <w:szCs w:val="28"/>
        </w:rPr>
        <w:t>ченного органа, на едином портале, на региональном портале;</w:t>
      </w:r>
    </w:p>
    <w:p w:rsidR="00181792" w:rsidRPr="00435ED3" w:rsidRDefault="00181792" w:rsidP="00BA5018">
      <w:pPr>
        <w:widowControl w:val="0"/>
        <w:ind w:firstLine="709"/>
        <w:jc w:val="both"/>
        <w:rPr>
          <w:spacing w:val="-4"/>
          <w:sz w:val="28"/>
          <w:szCs w:val="28"/>
        </w:rPr>
      </w:pPr>
      <w:r w:rsidRPr="00BA5018">
        <w:rPr>
          <w:sz w:val="28"/>
          <w:szCs w:val="28"/>
        </w:rPr>
        <w:t xml:space="preserve">2) </w:t>
      </w:r>
      <w:r w:rsidRPr="00435ED3">
        <w:rPr>
          <w:spacing w:val="-4"/>
          <w:sz w:val="28"/>
          <w:szCs w:val="28"/>
        </w:rPr>
        <w:t>консультирование заявителей о порядке обжалования решений и де</w:t>
      </w:r>
      <w:r w:rsidRPr="00435ED3">
        <w:rPr>
          <w:spacing w:val="-4"/>
          <w:sz w:val="28"/>
          <w:szCs w:val="28"/>
        </w:rPr>
        <w:t>й</w:t>
      </w:r>
      <w:r w:rsidRPr="00435ED3">
        <w:rPr>
          <w:spacing w:val="-4"/>
          <w:sz w:val="28"/>
          <w:szCs w:val="28"/>
        </w:rPr>
        <w:t>ствий (бездействия) Уполномоченного органа, его должностных лиц либо сп</w:t>
      </w:r>
      <w:r w:rsidRPr="00435ED3">
        <w:rPr>
          <w:spacing w:val="-4"/>
          <w:sz w:val="28"/>
          <w:szCs w:val="28"/>
        </w:rPr>
        <w:t>е</w:t>
      </w:r>
      <w:r w:rsidRPr="00435ED3">
        <w:rPr>
          <w:spacing w:val="-4"/>
          <w:sz w:val="28"/>
          <w:szCs w:val="28"/>
        </w:rPr>
        <w:t>циалистов, в том числе по телефону, электронной почте, при личном приеме.</w:t>
      </w:r>
    </w:p>
    <w:p w:rsidR="00181792" w:rsidRPr="00BA5018" w:rsidRDefault="00181792" w:rsidP="00BA5018">
      <w:pPr>
        <w:widowControl w:val="0"/>
        <w:ind w:firstLine="709"/>
        <w:jc w:val="center"/>
        <w:rPr>
          <w:sz w:val="28"/>
          <w:szCs w:val="28"/>
        </w:rPr>
      </w:pPr>
      <w:r w:rsidRPr="00BA5018">
        <w:rPr>
          <w:sz w:val="28"/>
          <w:szCs w:val="28"/>
        </w:rPr>
        <w:t>___________________________________</w:t>
      </w: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</w:p>
    <w:p w:rsidR="00181792" w:rsidRPr="00BA5018" w:rsidRDefault="00181792" w:rsidP="00BA5018">
      <w:pPr>
        <w:widowControl w:val="0"/>
        <w:ind w:firstLine="709"/>
        <w:jc w:val="both"/>
        <w:rPr>
          <w:sz w:val="28"/>
          <w:szCs w:val="28"/>
        </w:rPr>
      </w:pPr>
    </w:p>
    <w:p w:rsidR="00181792" w:rsidRDefault="00181792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p w:rsidR="00DA46CB" w:rsidRPr="00BA5018" w:rsidRDefault="00DA46CB" w:rsidP="00BA5018">
      <w:pPr>
        <w:widowControl w:val="0"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1"/>
      </w:tblGrid>
      <w:tr w:rsidR="00181792" w:rsidRPr="00BA5018" w:rsidTr="003C09C4">
        <w:tc>
          <w:tcPr>
            <w:tcW w:w="4219" w:type="dxa"/>
            <w:shd w:val="clear" w:color="auto" w:fill="auto"/>
          </w:tcPr>
          <w:p w:rsidR="00181792" w:rsidRPr="00BA5018" w:rsidRDefault="00181792" w:rsidP="00BA5018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outlineLvl w:val="0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Приложение №1</w:t>
            </w:r>
          </w:p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к административному регламенту</w:t>
            </w:r>
          </w:p>
          <w:p w:rsidR="003C09C4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 xml:space="preserve">предоставления муниципальной услуги по выдаче разрешения на движение по </w:t>
            </w:r>
          </w:p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автомобильным дорогам тяжеловесного и (или) крупногабаритного транспортного средства</w:t>
            </w:r>
          </w:p>
        </w:tc>
      </w:tr>
    </w:tbl>
    <w:p w:rsidR="00181792" w:rsidRPr="00BA5018" w:rsidRDefault="00181792" w:rsidP="00BA501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</w:tblGrid>
      <w:tr w:rsidR="00181792" w:rsidRPr="00BA5018" w:rsidTr="00181792">
        <w:tc>
          <w:tcPr>
            <w:tcW w:w="4882" w:type="dxa"/>
          </w:tcPr>
          <w:p w:rsidR="00181792" w:rsidRPr="003C09C4" w:rsidRDefault="00181792" w:rsidP="00BA50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C09C4">
              <w:rPr>
                <w:sz w:val="22"/>
              </w:rPr>
              <w:t>_________________________________</w:t>
            </w:r>
            <w:r w:rsidR="003C09C4">
              <w:rPr>
                <w:sz w:val="22"/>
              </w:rPr>
              <w:t>_________</w:t>
            </w:r>
          </w:p>
          <w:p w:rsidR="00181792" w:rsidRPr="003C09C4" w:rsidRDefault="00181792" w:rsidP="00BA50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C09C4">
              <w:rPr>
                <w:sz w:val="22"/>
              </w:rPr>
              <w:t>реквизиты заявителя:  (наименование,</w:t>
            </w:r>
          </w:p>
          <w:p w:rsidR="003C09C4" w:rsidRPr="003C09C4" w:rsidRDefault="00181792" w:rsidP="00BA50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C09C4">
              <w:rPr>
                <w:sz w:val="22"/>
              </w:rPr>
              <w:t>_________________________________</w:t>
            </w:r>
            <w:r w:rsidR="003C09C4">
              <w:rPr>
                <w:sz w:val="22"/>
              </w:rPr>
              <w:t>________</w:t>
            </w:r>
            <w:r w:rsidRPr="003C09C4">
              <w:rPr>
                <w:sz w:val="22"/>
              </w:rPr>
              <w:t xml:space="preserve"> </w:t>
            </w:r>
          </w:p>
          <w:p w:rsidR="00181792" w:rsidRPr="003C09C4" w:rsidRDefault="00181792" w:rsidP="00BA50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C09C4">
              <w:rPr>
                <w:sz w:val="22"/>
              </w:rPr>
              <w:t xml:space="preserve">адрес (местонахождение) – для </w:t>
            </w:r>
          </w:p>
          <w:p w:rsidR="003C09C4" w:rsidRPr="003C09C4" w:rsidRDefault="00181792" w:rsidP="00BA50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C09C4">
              <w:rPr>
                <w:sz w:val="22"/>
              </w:rPr>
              <w:t>_________________________________</w:t>
            </w:r>
            <w:r w:rsidR="003C09C4">
              <w:rPr>
                <w:sz w:val="22"/>
              </w:rPr>
              <w:t>________</w:t>
            </w:r>
            <w:r w:rsidRPr="003C09C4">
              <w:rPr>
                <w:sz w:val="22"/>
              </w:rPr>
              <w:t xml:space="preserve"> </w:t>
            </w:r>
          </w:p>
          <w:p w:rsidR="00181792" w:rsidRPr="003C09C4" w:rsidRDefault="00181792" w:rsidP="00BA50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C09C4">
              <w:rPr>
                <w:sz w:val="22"/>
              </w:rPr>
              <w:t>юридических лиц, фамилия, имя,</w:t>
            </w:r>
          </w:p>
          <w:p w:rsidR="003C09C4" w:rsidRPr="003C09C4" w:rsidRDefault="00181792" w:rsidP="00BA50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C09C4">
              <w:rPr>
                <w:sz w:val="22"/>
              </w:rPr>
              <w:t>_________________________________</w:t>
            </w:r>
            <w:r w:rsidR="003C09C4">
              <w:rPr>
                <w:sz w:val="22"/>
              </w:rPr>
              <w:t>________</w:t>
            </w:r>
            <w:r w:rsidRPr="003C09C4">
              <w:rPr>
                <w:sz w:val="22"/>
              </w:rPr>
              <w:t xml:space="preserve"> </w:t>
            </w:r>
          </w:p>
          <w:p w:rsidR="003C09C4" w:rsidRPr="003C09C4" w:rsidRDefault="00181792" w:rsidP="00BA50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C09C4">
              <w:rPr>
                <w:sz w:val="22"/>
              </w:rPr>
              <w:t>отчество (при наличии), адрес места   ________________________________</w:t>
            </w:r>
            <w:r w:rsidR="003C09C4">
              <w:rPr>
                <w:sz w:val="22"/>
              </w:rPr>
              <w:t>________</w:t>
            </w:r>
            <w:r w:rsidRPr="003C09C4">
              <w:rPr>
                <w:sz w:val="22"/>
              </w:rPr>
              <w:t>_</w:t>
            </w:r>
            <w:r w:rsidR="00DA46CB" w:rsidRPr="003C09C4">
              <w:rPr>
                <w:sz w:val="22"/>
              </w:rPr>
              <w:t xml:space="preserve"> </w:t>
            </w:r>
          </w:p>
          <w:p w:rsidR="003C09C4" w:rsidRPr="003C09C4" w:rsidRDefault="00181792" w:rsidP="00BA50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C09C4">
              <w:rPr>
                <w:sz w:val="22"/>
              </w:rPr>
              <w:t>жительства - для физических лиц и  _______________________________</w:t>
            </w:r>
            <w:r w:rsidR="003C09C4">
              <w:rPr>
                <w:sz w:val="22"/>
              </w:rPr>
              <w:t>________</w:t>
            </w:r>
            <w:r w:rsidRPr="003C09C4">
              <w:rPr>
                <w:sz w:val="22"/>
              </w:rPr>
              <w:t>__</w:t>
            </w:r>
            <w:r w:rsidR="00DA46CB" w:rsidRPr="003C09C4">
              <w:rPr>
                <w:sz w:val="22"/>
              </w:rPr>
              <w:t xml:space="preserve"> </w:t>
            </w:r>
          </w:p>
          <w:p w:rsidR="00181792" w:rsidRPr="003C09C4" w:rsidRDefault="00181792" w:rsidP="00BA50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C09C4">
              <w:rPr>
                <w:sz w:val="22"/>
              </w:rPr>
              <w:t>индивидуальных предпринимателей</w:t>
            </w:r>
          </w:p>
          <w:p w:rsidR="00181792" w:rsidRPr="00BA5018" w:rsidRDefault="00181792" w:rsidP="00BA5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81792" w:rsidRPr="00BA5018" w:rsidRDefault="00181792" w:rsidP="00BA5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Исх. от _______ № _______________</w:t>
            </w:r>
          </w:p>
          <w:p w:rsidR="00181792" w:rsidRPr="00BA5018" w:rsidRDefault="00181792" w:rsidP="00BA5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поступило в ____________________</w:t>
            </w:r>
          </w:p>
          <w:p w:rsidR="003C09C4" w:rsidRDefault="00181792" w:rsidP="00BA50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09C4">
              <w:rPr>
                <w:sz w:val="22"/>
                <w:szCs w:val="22"/>
              </w:rPr>
              <w:t>(наименование уполномоченного _______________________</w:t>
            </w:r>
            <w:r w:rsidR="003C09C4">
              <w:rPr>
                <w:sz w:val="22"/>
                <w:szCs w:val="22"/>
              </w:rPr>
              <w:t>_____</w:t>
            </w:r>
            <w:r w:rsidRPr="003C09C4">
              <w:rPr>
                <w:sz w:val="22"/>
                <w:szCs w:val="22"/>
              </w:rPr>
              <w:t>__________</w:t>
            </w:r>
          </w:p>
          <w:p w:rsidR="00181792" w:rsidRPr="003C09C4" w:rsidRDefault="00181792" w:rsidP="00BA50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09C4">
              <w:rPr>
                <w:sz w:val="22"/>
                <w:szCs w:val="22"/>
              </w:rPr>
              <w:t>органа)</w:t>
            </w:r>
          </w:p>
        </w:tc>
      </w:tr>
      <w:tr w:rsidR="00181792" w:rsidRPr="00BA5018" w:rsidTr="00181792">
        <w:tc>
          <w:tcPr>
            <w:tcW w:w="4882" w:type="dxa"/>
          </w:tcPr>
          <w:p w:rsidR="00181792" w:rsidRPr="00BA5018" w:rsidRDefault="00181792" w:rsidP="00BA5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дата ___________ № _____________</w:t>
            </w:r>
          </w:p>
        </w:tc>
      </w:tr>
    </w:tbl>
    <w:p w:rsidR="00181792" w:rsidRPr="00BA5018" w:rsidRDefault="00181792" w:rsidP="00BA5018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81792" w:rsidRPr="00BA5018" w:rsidRDefault="00181792" w:rsidP="00BA501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A5018">
        <w:rPr>
          <w:sz w:val="28"/>
          <w:szCs w:val="28"/>
        </w:rPr>
        <w:t>ЗАЯВЛЕНИЕ</w:t>
      </w:r>
    </w:p>
    <w:p w:rsidR="003C09C4" w:rsidRDefault="00181792" w:rsidP="00BA501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A5018">
        <w:rPr>
          <w:sz w:val="28"/>
          <w:szCs w:val="28"/>
        </w:rPr>
        <w:t>на получение специального разрешения</w:t>
      </w:r>
      <w:r w:rsidR="003C09C4">
        <w:rPr>
          <w:sz w:val="28"/>
          <w:szCs w:val="28"/>
        </w:rPr>
        <w:t xml:space="preserve"> </w:t>
      </w:r>
      <w:r w:rsidRPr="00BA5018">
        <w:rPr>
          <w:sz w:val="28"/>
          <w:szCs w:val="28"/>
        </w:rPr>
        <w:t xml:space="preserve">на движение по автомобильным </w:t>
      </w:r>
    </w:p>
    <w:p w:rsidR="00181792" w:rsidRPr="00BA5018" w:rsidRDefault="00181792" w:rsidP="00BA501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A5018">
        <w:rPr>
          <w:sz w:val="28"/>
          <w:szCs w:val="28"/>
        </w:rPr>
        <w:t>дорогам тяжеловесного</w:t>
      </w:r>
      <w:r w:rsidR="003C09C4">
        <w:rPr>
          <w:sz w:val="28"/>
          <w:szCs w:val="28"/>
        </w:rPr>
        <w:t xml:space="preserve"> </w:t>
      </w:r>
      <w:r w:rsidRPr="00BA5018">
        <w:rPr>
          <w:sz w:val="28"/>
          <w:szCs w:val="28"/>
        </w:rPr>
        <w:t>и (или) крупногабаритного транспортного средства</w:t>
      </w: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552"/>
        <w:gridCol w:w="1553"/>
        <w:gridCol w:w="383"/>
        <w:gridCol w:w="118"/>
        <w:gridCol w:w="212"/>
        <w:gridCol w:w="72"/>
        <w:gridCol w:w="646"/>
        <w:gridCol w:w="588"/>
        <w:gridCol w:w="252"/>
        <w:gridCol w:w="940"/>
        <w:gridCol w:w="235"/>
        <w:gridCol w:w="61"/>
        <w:gridCol w:w="495"/>
        <w:gridCol w:w="250"/>
        <w:gridCol w:w="112"/>
        <w:gridCol w:w="2010"/>
      </w:tblGrid>
      <w:tr w:rsidR="00181792" w:rsidRPr="00BA5018" w:rsidTr="003C09C4"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Наименование - для юридических лиц; фамилия, имя, отчество (при нал</w:t>
            </w:r>
            <w:r w:rsidRPr="00BA5018">
              <w:rPr>
                <w:sz w:val="28"/>
                <w:szCs w:val="28"/>
              </w:rPr>
              <w:t>и</w:t>
            </w:r>
            <w:r w:rsidRPr="00BA5018">
              <w:rPr>
                <w:sz w:val="28"/>
                <w:szCs w:val="28"/>
              </w:rPr>
              <w:t>чии), данные документа, удостоверяющего личность - для физических лиц и индивидуальных предпринимателей, адрес, телефон и адрес электронной п</w:t>
            </w:r>
            <w:r w:rsidRPr="00BA5018">
              <w:rPr>
                <w:sz w:val="28"/>
                <w:szCs w:val="28"/>
              </w:rPr>
              <w:t>о</w:t>
            </w:r>
            <w:r w:rsidRPr="00BA5018">
              <w:rPr>
                <w:sz w:val="28"/>
                <w:szCs w:val="28"/>
              </w:rPr>
              <w:t>чты (при наличии) владельца транспортного средства</w:t>
            </w:r>
          </w:p>
        </w:tc>
      </w:tr>
      <w:tr w:rsidR="00181792" w:rsidRPr="00BA5018" w:rsidTr="003C09C4"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  <w:tr w:rsidR="00181792" w:rsidRPr="00BA5018" w:rsidTr="003C09C4"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  <w:tr w:rsidR="00181792" w:rsidRPr="00BA5018" w:rsidTr="003C09C4">
        <w:tc>
          <w:tcPr>
            <w:tcW w:w="20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ИНН, ОГРН/ОГРНИП вл</w:t>
            </w:r>
            <w:r w:rsidRPr="00BA5018">
              <w:rPr>
                <w:sz w:val="28"/>
                <w:szCs w:val="28"/>
              </w:rPr>
              <w:t>а</w:t>
            </w:r>
            <w:r w:rsidRPr="00BA5018">
              <w:rPr>
                <w:sz w:val="28"/>
                <w:szCs w:val="28"/>
              </w:rPr>
              <w:t>дельца транспортного средства</w:t>
            </w:r>
          </w:p>
        </w:tc>
        <w:tc>
          <w:tcPr>
            <w:tcW w:w="294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  <w:tr w:rsidR="00181792" w:rsidRPr="00BA5018" w:rsidTr="003C09C4"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Маршрут движения</w:t>
            </w:r>
          </w:p>
        </w:tc>
      </w:tr>
      <w:tr w:rsidR="00181792" w:rsidRPr="00BA5018" w:rsidTr="003C09C4"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  <w:tr w:rsidR="00181792" w:rsidRPr="00BA5018" w:rsidTr="003C09C4">
        <w:tc>
          <w:tcPr>
            <w:tcW w:w="374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Вид перевозки (межрегиональная, местная)</w:t>
            </w:r>
          </w:p>
        </w:tc>
        <w:tc>
          <w:tcPr>
            <w:tcW w:w="1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  <w:tr w:rsidR="00181792" w:rsidRPr="00BA5018" w:rsidTr="003C09C4">
        <w:tc>
          <w:tcPr>
            <w:tcW w:w="18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На срок</w:t>
            </w:r>
          </w:p>
        </w:tc>
        <w:tc>
          <w:tcPr>
            <w:tcW w:w="5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с</w:t>
            </w:r>
          </w:p>
        </w:tc>
        <w:tc>
          <w:tcPr>
            <w:tcW w:w="10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по</w:t>
            </w:r>
          </w:p>
        </w:tc>
        <w:tc>
          <w:tcPr>
            <w:tcW w:w="1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  <w:tr w:rsidR="00181792" w:rsidRPr="00BA5018" w:rsidTr="003C09C4">
        <w:tc>
          <w:tcPr>
            <w:tcW w:w="18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На количество поездок</w:t>
            </w:r>
          </w:p>
        </w:tc>
        <w:tc>
          <w:tcPr>
            <w:tcW w:w="316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  <w:tr w:rsidR="00181792" w:rsidRPr="00BA5018" w:rsidTr="00435ED3">
        <w:tc>
          <w:tcPr>
            <w:tcW w:w="18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lastRenderedPageBreak/>
              <w:t>Характеристика груза (при наличии груза):</w:t>
            </w:r>
          </w:p>
        </w:tc>
        <w:tc>
          <w:tcPr>
            <w:tcW w:w="8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Делимый</w:t>
            </w:r>
          </w:p>
        </w:tc>
        <w:tc>
          <w:tcPr>
            <w:tcW w:w="123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да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нет</w:t>
            </w:r>
          </w:p>
        </w:tc>
      </w:tr>
      <w:tr w:rsidR="00181792" w:rsidRPr="00BA5018" w:rsidTr="00435ED3">
        <w:tc>
          <w:tcPr>
            <w:tcW w:w="27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 xml:space="preserve">Наименование* </w:t>
            </w:r>
            <w:hyperlink w:anchor="Par79" w:history="1"/>
          </w:p>
        </w:tc>
        <w:tc>
          <w:tcPr>
            <w:tcW w:w="123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Габариты (м)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Масса (т)</w:t>
            </w:r>
          </w:p>
        </w:tc>
      </w:tr>
      <w:tr w:rsidR="00181792" w:rsidRPr="00BA5018" w:rsidTr="00435ED3">
        <w:tc>
          <w:tcPr>
            <w:tcW w:w="27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  <w:tc>
          <w:tcPr>
            <w:tcW w:w="123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  <w:tr w:rsidR="00181792" w:rsidRPr="00BA5018" w:rsidTr="003C09C4">
        <w:tc>
          <w:tcPr>
            <w:tcW w:w="27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Длина свеса (м) (при наличии)</w:t>
            </w:r>
          </w:p>
        </w:tc>
        <w:tc>
          <w:tcPr>
            <w:tcW w:w="229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  <w:tr w:rsidR="00181792" w:rsidRPr="00BA5018" w:rsidTr="003C09C4"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Транспортное средство (автопоезд) (марка и модель транспортного средства (тягача, прицепа (полуприцепа), государственный регистрационный номер транспортного средства (тягача, прицепа (полуприцепа)</w:t>
            </w:r>
          </w:p>
        </w:tc>
      </w:tr>
      <w:tr w:rsidR="00181792" w:rsidRPr="00BA5018" w:rsidTr="003C09C4"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  <w:tr w:rsidR="00181792" w:rsidRPr="00BA5018" w:rsidTr="003C09C4"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Параметры транспортного средства (автопоезда)</w:t>
            </w:r>
          </w:p>
        </w:tc>
      </w:tr>
      <w:tr w:rsidR="00181792" w:rsidRPr="00BA5018" w:rsidTr="00435ED3">
        <w:tc>
          <w:tcPr>
            <w:tcW w:w="190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Масса транспортного сре</w:t>
            </w:r>
            <w:r w:rsidRPr="00BA5018">
              <w:rPr>
                <w:sz w:val="28"/>
                <w:szCs w:val="28"/>
              </w:rPr>
              <w:t>д</w:t>
            </w:r>
            <w:r w:rsidRPr="00BA5018">
              <w:rPr>
                <w:sz w:val="28"/>
                <w:szCs w:val="28"/>
              </w:rPr>
              <w:t>ства (автопоезда) без груза/с грузом (т)</w:t>
            </w:r>
          </w:p>
        </w:tc>
        <w:tc>
          <w:tcPr>
            <w:tcW w:w="93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  <w:tc>
          <w:tcPr>
            <w:tcW w:w="11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Масса тягача (т)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Масса прицепа (полуприцепа) (т)</w:t>
            </w:r>
          </w:p>
        </w:tc>
      </w:tr>
      <w:tr w:rsidR="00181792" w:rsidRPr="00BA5018" w:rsidTr="00435ED3">
        <w:tc>
          <w:tcPr>
            <w:tcW w:w="190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3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  <w:tr w:rsidR="00181792" w:rsidRPr="00BA5018" w:rsidTr="00435ED3">
        <w:tc>
          <w:tcPr>
            <w:tcW w:w="19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Расстояния между осями (м)</w:t>
            </w:r>
          </w:p>
        </w:tc>
        <w:tc>
          <w:tcPr>
            <w:tcW w:w="309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  <w:tr w:rsidR="00181792" w:rsidRPr="00BA5018" w:rsidTr="00435ED3">
        <w:tc>
          <w:tcPr>
            <w:tcW w:w="19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Нагрузки на оси (т)</w:t>
            </w:r>
          </w:p>
        </w:tc>
        <w:tc>
          <w:tcPr>
            <w:tcW w:w="9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  <w:tc>
          <w:tcPr>
            <w:tcW w:w="11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  <w:tr w:rsidR="00181792" w:rsidRPr="00BA5018" w:rsidTr="003C09C4"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Габариты транспортного средства (автопоезда):</w:t>
            </w:r>
          </w:p>
        </w:tc>
      </w:tr>
      <w:tr w:rsidR="00181792" w:rsidRPr="00BA5018" w:rsidTr="00435ED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Длина (м)</w:t>
            </w:r>
          </w:p>
        </w:tc>
        <w:tc>
          <w:tcPr>
            <w:tcW w:w="11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Ширина (м)</w:t>
            </w:r>
          </w:p>
        </w:tc>
        <w:tc>
          <w:tcPr>
            <w:tcW w:w="8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Высота (м)</w:t>
            </w:r>
          </w:p>
        </w:tc>
        <w:tc>
          <w:tcPr>
            <w:tcW w:w="21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Минимальный радиус поворота с грузом (м)</w:t>
            </w:r>
          </w:p>
        </w:tc>
      </w:tr>
      <w:tr w:rsidR="00181792" w:rsidRPr="00BA5018" w:rsidTr="00435ED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  <w:tc>
          <w:tcPr>
            <w:tcW w:w="11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  <w:tc>
          <w:tcPr>
            <w:tcW w:w="8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  <w:tc>
          <w:tcPr>
            <w:tcW w:w="21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  <w:tr w:rsidR="00181792" w:rsidRPr="00BA5018" w:rsidTr="00435ED3">
        <w:tc>
          <w:tcPr>
            <w:tcW w:w="283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Необходимость автомобиля сопровожд</w:t>
            </w:r>
            <w:r w:rsidRPr="00BA5018">
              <w:rPr>
                <w:sz w:val="28"/>
                <w:szCs w:val="28"/>
              </w:rPr>
              <w:t>е</w:t>
            </w:r>
            <w:r w:rsidRPr="00BA5018">
              <w:rPr>
                <w:sz w:val="28"/>
                <w:szCs w:val="28"/>
              </w:rPr>
              <w:t>ния (прикрытия)</w:t>
            </w:r>
          </w:p>
        </w:tc>
        <w:tc>
          <w:tcPr>
            <w:tcW w:w="21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  <w:tr w:rsidR="00181792" w:rsidRPr="00BA5018" w:rsidTr="003C09C4">
        <w:tc>
          <w:tcPr>
            <w:tcW w:w="345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Предполагаемая максимальная скорость движения транспортного средства (автопоезда) (км/час)</w:t>
            </w:r>
          </w:p>
        </w:tc>
        <w:tc>
          <w:tcPr>
            <w:tcW w:w="15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  <w:tr w:rsidR="00181792" w:rsidRPr="00BA5018" w:rsidTr="003C09C4">
        <w:tc>
          <w:tcPr>
            <w:tcW w:w="345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Банковские реквизиты</w:t>
            </w:r>
          </w:p>
        </w:tc>
        <w:tc>
          <w:tcPr>
            <w:tcW w:w="15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  <w:tr w:rsidR="00181792" w:rsidRPr="00BA5018" w:rsidTr="003C09C4"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  <w:tr w:rsidR="00181792" w:rsidRPr="00BA5018" w:rsidTr="003C09C4"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Оплату гарантируем</w:t>
            </w:r>
          </w:p>
        </w:tc>
      </w:tr>
      <w:tr w:rsidR="00181792" w:rsidRPr="00BA5018" w:rsidTr="003C09C4">
        <w:tc>
          <w:tcPr>
            <w:tcW w:w="1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  <w:tc>
          <w:tcPr>
            <w:tcW w:w="16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  <w:tc>
          <w:tcPr>
            <w:tcW w:w="16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  <w:tr w:rsidR="00181792" w:rsidRPr="00BA5018" w:rsidTr="003C09C4">
        <w:tc>
          <w:tcPr>
            <w:tcW w:w="1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(должность)</w:t>
            </w:r>
          </w:p>
        </w:tc>
        <w:tc>
          <w:tcPr>
            <w:tcW w:w="16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(подпись)</w:t>
            </w:r>
          </w:p>
        </w:tc>
        <w:tc>
          <w:tcPr>
            <w:tcW w:w="16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2" w:rsidRPr="00BA5018" w:rsidRDefault="00181792" w:rsidP="003C09C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sz w:val="28"/>
                <w:szCs w:val="28"/>
              </w:rPr>
            </w:pPr>
            <w:r w:rsidRPr="00BA5018">
              <w:rPr>
                <w:sz w:val="28"/>
                <w:szCs w:val="28"/>
              </w:rPr>
              <w:t>(Фамилия, имя, отчество (при наличии)</w:t>
            </w:r>
          </w:p>
        </w:tc>
      </w:tr>
    </w:tbl>
    <w:p w:rsidR="00181792" w:rsidRPr="00BA5018" w:rsidRDefault="00181792" w:rsidP="00BA5018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1792" w:rsidRPr="00BA5018" w:rsidRDefault="00181792" w:rsidP="003C09C4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Cs w:val="28"/>
        </w:rPr>
      </w:pPr>
      <w:r w:rsidRPr="00BA5018">
        <w:rPr>
          <w:sz w:val="28"/>
          <w:szCs w:val="28"/>
        </w:rPr>
        <w:t>&lt;*&gt; Указывается полное наименование груза, основные характеристики: марка, модель, описание индивидуальной и транспортной тары (способ кре</w:t>
      </w:r>
      <w:r w:rsidRPr="00BA5018">
        <w:rPr>
          <w:sz w:val="28"/>
          <w:szCs w:val="28"/>
        </w:rPr>
        <w:t>п</w:t>
      </w:r>
      <w:r w:rsidRPr="00BA5018">
        <w:rPr>
          <w:sz w:val="28"/>
          <w:szCs w:val="28"/>
        </w:rPr>
        <w:t>ления).</w:t>
      </w:r>
    </w:p>
    <w:p w:rsidR="00181792" w:rsidRPr="00BA5018" w:rsidRDefault="00181792" w:rsidP="00BA5018">
      <w:pPr>
        <w:pStyle w:val="1"/>
        <w:keepNext w:val="0"/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  <w:r w:rsidRPr="00BA5018">
        <w:rPr>
          <w:bCs/>
          <w:szCs w:val="28"/>
        </w:rPr>
        <w:t>Информирование о ходе рассмотрения настоящего заявления прошу осуществлять посредством: __________________________________________</w:t>
      </w:r>
    </w:p>
    <w:p w:rsidR="00181792" w:rsidRPr="00BA5018" w:rsidRDefault="00181792" w:rsidP="00BA5018">
      <w:pPr>
        <w:widowControl w:val="0"/>
        <w:rPr>
          <w:sz w:val="28"/>
          <w:szCs w:val="28"/>
        </w:rPr>
      </w:pPr>
      <w:r w:rsidRPr="00BA5018">
        <w:rPr>
          <w:sz w:val="28"/>
          <w:szCs w:val="28"/>
        </w:rPr>
        <w:t xml:space="preserve">                     </w:t>
      </w:r>
      <w:r w:rsidR="003C09C4">
        <w:rPr>
          <w:sz w:val="28"/>
          <w:szCs w:val="28"/>
        </w:rPr>
        <w:t xml:space="preserve">                         </w:t>
      </w:r>
      <w:r w:rsidRPr="003C09C4">
        <w:rPr>
          <w:szCs w:val="28"/>
        </w:rPr>
        <w:t>(почтового отправления, электронной почты или по номеру телефона)</w:t>
      </w:r>
    </w:p>
    <w:p w:rsidR="00181792" w:rsidRPr="00BA5018" w:rsidRDefault="00181792" w:rsidP="00BA5018">
      <w:pPr>
        <w:widowControl w:val="0"/>
        <w:rPr>
          <w:sz w:val="28"/>
          <w:szCs w:val="28"/>
        </w:rPr>
      </w:pPr>
    </w:p>
    <w:p w:rsidR="00BA5018" w:rsidRPr="00BA5018" w:rsidRDefault="00181792" w:rsidP="00BA5018">
      <w:pPr>
        <w:pStyle w:val="1"/>
        <w:keepNext w:val="0"/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  <w:r w:rsidRPr="00BA5018">
        <w:rPr>
          <w:bCs/>
          <w:szCs w:val="28"/>
        </w:rPr>
        <w:t>Результат рассмотрения заявления прошу предоставить (нужное по</w:t>
      </w:r>
      <w:r w:rsidRPr="00BA5018">
        <w:rPr>
          <w:bCs/>
          <w:szCs w:val="28"/>
        </w:rPr>
        <w:t>д</w:t>
      </w:r>
      <w:r w:rsidRPr="00BA5018">
        <w:rPr>
          <w:bCs/>
          <w:szCs w:val="28"/>
        </w:rPr>
        <w:t>черкнуть):</w:t>
      </w:r>
    </w:p>
    <w:p w:rsidR="00BA5018" w:rsidRPr="00BA5018" w:rsidRDefault="00181792" w:rsidP="00BA5018">
      <w:pPr>
        <w:pStyle w:val="1"/>
        <w:keepNext w:val="0"/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  <w:r w:rsidRPr="00BA5018">
        <w:rPr>
          <w:bCs/>
          <w:szCs w:val="28"/>
        </w:rPr>
        <w:t>в виде бумажного документа, который заявитель получает непосре</w:t>
      </w:r>
      <w:r w:rsidRPr="00BA5018">
        <w:rPr>
          <w:bCs/>
          <w:szCs w:val="28"/>
        </w:rPr>
        <w:t>д</w:t>
      </w:r>
      <w:r w:rsidRPr="00BA5018">
        <w:rPr>
          <w:bCs/>
          <w:szCs w:val="28"/>
        </w:rPr>
        <w:t>ственно при личном обращении;</w:t>
      </w:r>
    </w:p>
    <w:p w:rsidR="00BA5018" w:rsidRPr="00BA5018" w:rsidRDefault="00181792" w:rsidP="00BA5018">
      <w:pPr>
        <w:pStyle w:val="1"/>
        <w:keepNext w:val="0"/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  <w:r w:rsidRPr="00BA5018">
        <w:rPr>
          <w:bCs/>
          <w:szCs w:val="28"/>
        </w:rPr>
        <w:t>в виде бумажного документа, который направляется уполномоченным органом заявителю посредством почтового отправления;</w:t>
      </w:r>
    </w:p>
    <w:p w:rsidR="00181792" w:rsidRPr="00BA5018" w:rsidRDefault="00181792" w:rsidP="00BA5018">
      <w:pPr>
        <w:pStyle w:val="1"/>
        <w:keepNext w:val="0"/>
        <w:widowControl w:val="0"/>
        <w:autoSpaceDE w:val="0"/>
        <w:autoSpaceDN w:val="0"/>
        <w:adjustRightInd w:val="0"/>
        <w:ind w:firstLine="709"/>
        <w:rPr>
          <w:bCs/>
          <w:szCs w:val="28"/>
        </w:rPr>
      </w:pPr>
      <w:r w:rsidRPr="00BA5018">
        <w:rPr>
          <w:bCs/>
          <w:szCs w:val="28"/>
        </w:rPr>
        <w:t>в виде электронного документа, который направляется уполномоче</w:t>
      </w:r>
      <w:r w:rsidRPr="00BA5018">
        <w:rPr>
          <w:bCs/>
          <w:szCs w:val="28"/>
        </w:rPr>
        <w:t>н</w:t>
      </w:r>
      <w:r w:rsidRPr="00BA5018">
        <w:rPr>
          <w:bCs/>
          <w:szCs w:val="28"/>
        </w:rPr>
        <w:t>ным органом заявителю посредством электронной почты.</w:t>
      </w:r>
    </w:p>
    <w:p w:rsidR="00181792" w:rsidRPr="00BA5018" w:rsidRDefault="00181792" w:rsidP="003C09C4">
      <w:pPr>
        <w:widowControl w:val="0"/>
        <w:spacing w:line="240" w:lineRule="exact"/>
        <w:rPr>
          <w:sz w:val="28"/>
          <w:szCs w:val="28"/>
        </w:rPr>
      </w:pPr>
    </w:p>
    <w:p w:rsidR="00181792" w:rsidRPr="00855360" w:rsidRDefault="00181792" w:rsidP="003C09C4">
      <w:pPr>
        <w:pStyle w:val="1"/>
        <w:keepNext w:val="0"/>
        <w:widowControl w:val="0"/>
        <w:autoSpaceDE w:val="0"/>
        <w:autoSpaceDN w:val="0"/>
        <w:adjustRightInd w:val="0"/>
        <w:jc w:val="left"/>
        <w:rPr>
          <w:b/>
        </w:rPr>
      </w:pPr>
      <w:r w:rsidRPr="00BA5018">
        <w:rPr>
          <w:bCs/>
          <w:szCs w:val="28"/>
        </w:rPr>
        <w:t>Подпись заявителя _________________________________________________________</w:t>
      </w:r>
    </w:p>
    <w:sectPr w:rsidR="00181792" w:rsidRPr="00855360" w:rsidSect="00083CA3">
      <w:headerReference w:type="default" r:id="rId50"/>
      <w:footerReference w:type="first" r:id="rId51"/>
      <w:pgSz w:w="11907" w:h="16840" w:code="9"/>
      <w:pgMar w:top="567" w:right="567" w:bottom="1077" w:left="1985" w:header="851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980" w:rsidRDefault="00046980">
      <w:r>
        <w:separator/>
      </w:r>
    </w:p>
  </w:endnote>
  <w:endnote w:type="continuationSeparator" w:id="0">
    <w:p w:rsidR="00046980" w:rsidRDefault="0004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979" w:rsidRDefault="00130979">
    <w:pPr>
      <w:pStyle w:val="a5"/>
      <w:rPr>
        <w:sz w:val="28"/>
      </w:rPr>
    </w:pPr>
    <w:r>
      <w:rPr>
        <w:sz w:val="28"/>
      </w:rPr>
      <w:t>ев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980" w:rsidRDefault="00046980">
      <w:r>
        <w:separator/>
      </w:r>
    </w:p>
  </w:footnote>
  <w:footnote w:type="continuationSeparator" w:id="0">
    <w:p w:rsidR="00046980" w:rsidRDefault="000469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979" w:rsidRDefault="0013097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13E82">
      <w:rPr>
        <w:noProof/>
      </w:rPr>
      <w:t>2</w:t>
    </w:r>
    <w:r>
      <w:rPr>
        <w:noProof/>
      </w:rPr>
      <w:fldChar w:fldCharType="end"/>
    </w:r>
  </w:p>
  <w:p w:rsidR="00130979" w:rsidRDefault="0013097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094C036"/>
    <w:lvl w:ilvl="0">
      <w:numFmt w:val="bullet"/>
      <w:lvlText w:val="*"/>
      <w:lvlJc w:val="left"/>
    </w:lvl>
  </w:abstractNum>
  <w:abstractNum w:abstractNumId="1">
    <w:nsid w:val="0A231204"/>
    <w:multiLevelType w:val="hybridMultilevel"/>
    <w:tmpl w:val="BD526418"/>
    <w:lvl w:ilvl="0" w:tplc="0419000F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2"/>
        </w:tabs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2"/>
        </w:tabs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2"/>
        </w:tabs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2"/>
        </w:tabs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2"/>
        </w:tabs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2"/>
        </w:tabs>
        <w:ind w:left="6512" w:hanging="180"/>
      </w:pPr>
    </w:lvl>
  </w:abstractNum>
  <w:abstractNum w:abstractNumId="2">
    <w:nsid w:val="26362915"/>
    <w:multiLevelType w:val="multilevel"/>
    <w:tmpl w:val="AFAE12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29F97B01"/>
    <w:multiLevelType w:val="singleLevel"/>
    <w:tmpl w:val="3F32E4E4"/>
    <w:lvl w:ilvl="0">
      <w:start w:val="1"/>
      <w:numFmt w:val="decimal"/>
      <w:lvlText w:val="2.2.%1."/>
      <w:legacy w:legacy="1" w:legacySpace="0" w:legacyIndent="932"/>
      <w:lvlJc w:val="left"/>
      <w:rPr>
        <w:rFonts w:ascii="Times New Roman" w:hAnsi="Times New Roman" w:cs="Times New Roman" w:hint="default"/>
      </w:rPr>
    </w:lvl>
  </w:abstractNum>
  <w:abstractNum w:abstractNumId="4">
    <w:nsid w:val="43820BD3"/>
    <w:multiLevelType w:val="singleLevel"/>
    <w:tmpl w:val="9C62C0B2"/>
    <w:lvl w:ilvl="0">
      <w:start w:val="1"/>
      <w:numFmt w:val="decimal"/>
      <w:lvlText w:val="2.4.%1."/>
      <w:legacy w:legacy="1" w:legacySpace="0" w:legacyIndent="888"/>
      <w:lvlJc w:val="left"/>
      <w:rPr>
        <w:rFonts w:ascii="Times New Roman" w:hAnsi="Times New Roman" w:cs="Times New Roman" w:hint="default"/>
      </w:rPr>
    </w:lvl>
  </w:abstractNum>
  <w:abstractNum w:abstractNumId="5">
    <w:nsid w:val="46A43570"/>
    <w:multiLevelType w:val="singleLevel"/>
    <w:tmpl w:val="7F4CF4C6"/>
    <w:lvl w:ilvl="0">
      <w:start w:val="8"/>
      <w:numFmt w:val="decimal"/>
      <w:lvlText w:val="1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6">
    <w:nsid w:val="476815D8"/>
    <w:multiLevelType w:val="hybridMultilevel"/>
    <w:tmpl w:val="364A137A"/>
    <w:lvl w:ilvl="0" w:tplc="15A47C90">
      <w:start w:val="1"/>
      <w:numFmt w:val="decimal"/>
      <w:lvlText w:val="%1."/>
      <w:lvlJc w:val="left"/>
      <w:pPr>
        <w:tabs>
          <w:tab w:val="num" w:pos="1681"/>
        </w:tabs>
        <w:ind w:left="168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7">
    <w:nsid w:val="4CD84AF8"/>
    <w:multiLevelType w:val="multilevel"/>
    <w:tmpl w:val="894CD1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4D131702"/>
    <w:multiLevelType w:val="singleLevel"/>
    <w:tmpl w:val="B39C11B4"/>
    <w:lvl w:ilvl="0">
      <w:start w:val="2"/>
      <w:numFmt w:val="decimal"/>
      <w:lvlText w:val="2.2.%1."/>
      <w:legacy w:legacy="1" w:legacySpace="0" w:legacyIndent="932"/>
      <w:lvlJc w:val="left"/>
      <w:rPr>
        <w:rFonts w:ascii="Times New Roman" w:hAnsi="Times New Roman" w:cs="Times New Roman" w:hint="default"/>
      </w:rPr>
    </w:lvl>
  </w:abstractNum>
  <w:abstractNum w:abstractNumId="9">
    <w:nsid w:val="5AE71497"/>
    <w:multiLevelType w:val="singleLevel"/>
    <w:tmpl w:val="3D74DDB4"/>
    <w:lvl w:ilvl="0">
      <w:start w:val="2"/>
      <w:numFmt w:val="decimal"/>
      <w:lvlText w:val="1.3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10">
    <w:nsid w:val="5D7059DD"/>
    <w:multiLevelType w:val="multilevel"/>
    <w:tmpl w:val="0A26D6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885DA0"/>
    <w:multiLevelType w:val="singleLevel"/>
    <w:tmpl w:val="35682E9E"/>
    <w:lvl w:ilvl="0">
      <w:start w:val="1"/>
      <w:numFmt w:val="decimal"/>
      <w:lvlText w:val="1.2.1.%1."/>
      <w:legacy w:legacy="1" w:legacySpace="0" w:legacyIndent="1104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2"/>
    <w:lvlOverride w:ilvl="0">
      <w:lvl w:ilvl="0">
        <w:start w:val="1"/>
        <w:numFmt w:val="decimal"/>
        <w:lvlText w:val="1.2.1.%1."/>
        <w:legacy w:legacy="1" w:legacySpace="0" w:legacyIndent="91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5"/>
  </w:num>
  <w:num w:numId="5">
    <w:abstractNumId w:val="5"/>
    <w:lvlOverride w:ilvl="0">
      <w:lvl w:ilvl="0">
        <w:start w:val="8"/>
        <w:numFmt w:val="decimal"/>
        <w:lvlText w:val="1.3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  <w:lvlOverride w:ilvl="0">
      <w:lvl w:ilvl="0">
        <w:start w:val="8"/>
        <w:numFmt w:val="decimal"/>
        <w:lvlText w:val="1.3.%1."/>
        <w:legacy w:legacy="1" w:legacySpace="0" w:legacyIndent="74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8"/>
  </w:num>
  <w:num w:numId="9">
    <w:abstractNumId w:val="0"/>
    <w:lvlOverride w:ilvl="0">
      <w:lvl w:ilvl="0">
        <w:start w:val="65535"/>
        <w:numFmt w:val="bullet"/>
        <w:lvlText w:val="■"/>
        <w:legacy w:legacy="1" w:legacySpace="0" w:legacyIndent="9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4"/>
  </w:num>
  <w:num w:numId="11">
    <w:abstractNumId w:val="4"/>
    <w:lvlOverride w:ilvl="0">
      <w:lvl w:ilvl="0">
        <w:start w:val="1"/>
        <w:numFmt w:val="decimal"/>
        <w:lvlText w:val="2.4.%1."/>
        <w:legacy w:legacy="1" w:legacySpace="0" w:legacyIndent="72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6"/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5018"/>
    <w:rsid w:val="00025A17"/>
    <w:rsid w:val="00046980"/>
    <w:rsid w:val="00083CA3"/>
    <w:rsid w:val="000930DF"/>
    <w:rsid w:val="000A2A2C"/>
    <w:rsid w:val="000C5A45"/>
    <w:rsid w:val="000E21DF"/>
    <w:rsid w:val="00130979"/>
    <w:rsid w:val="00136771"/>
    <w:rsid w:val="001420EB"/>
    <w:rsid w:val="00157478"/>
    <w:rsid w:val="00181792"/>
    <w:rsid w:val="00183751"/>
    <w:rsid w:val="001E5C61"/>
    <w:rsid w:val="0021287F"/>
    <w:rsid w:val="00274219"/>
    <w:rsid w:val="002A177C"/>
    <w:rsid w:val="002A45D4"/>
    <w:rsid w:val="002C5544"/>
    <w:rsid w:val="002F3461"/>
    <w:rsid w:val="00314D8D"/>
    <w:rsid w:val="00352674"/>
    <w:rsid w:val="003A426A"/>
    <w:rsid w:val="003A4A9B"/>
    <w:rsid w:val="003B1E3E"/>
    <w:rsid w:val="003B5971"/>
    <w:rsid w:val="003C09C4"/>
    <w:rsid w:val="003F5090"/>
    <w:rsid w:val="00404286"/>
    <w:rsid w:val="004162E8"/>
    <w:rsid w:val="004163E8"/>
    <w:rsid w:val="00435ED3"/>
    <w:rsid w:val="004544F4"/>
    <w:rsid w:val="00475CFC"/>
    <w:rsid w:val="0048207A"/>
    <w:rsid w:val="00483A1D"/>
    <w:rsid w:val="004A4D9A"/>
    <w:rsid w:val="004B2E81"/>
    <w:rsid w:val="004B5BC1"/>
    <w:rsid w:val="004B6C37"/>
    <w:rsid w:val="004C13C5"/>
    <w:rsid w:val="004F72DF"/>
    <w:rsid w:val="0055382F"/>
    <w:rsid w:val="005638CB"/>
    <w:rsid w:val="005D0DC3"/>
    <w:rsid w:val="005D5D48"/>
    <w:rsid w:val="005E462C"/>
    <w:rsid w:val="00624693"/>
    <w:rsid w:val="006809F4"/>
    <w:rsid w:val="00691F1B"/>
    <w:rsid w:val="006C0544"/>
    <w:rsid w:val="006C587A"/>
    <w:rsid w:val="006C6D80"/>
    <w:rsid w:val="006D72E7"/>
    <w:rsid w:val="006E39A8"/>
    <w:rsid w:val="00727A97"/>
    <w:rsid w:val="00733F1C"/>
    <w:rsid w:val="00740552"/>
    <w:rsid w:val="00777ACC"/>
    <w:rsid w:val="00792FFB"/>
    <w:rsid w:val="007F4018"/>
    <w:rsid w:val="008267C7"/>
    <w:rsid w:val="00855360"/>
    <w:rsid w:val="00873882"/>
    <w:rsid w:val="008B799F"/>
    <w:rsid w:val="008F2C65"/>
    <w:rsid w:val="00913075"/>
    <w:rsid w:val="0091387C"/>
    <w:rsid w:val="00927483"/>
    <w:rsid w:val="00946B6B"/>
    <w:rsid w:val="009655AB"/>
    <w:rsid w:val="00995DAB"/>
    <w:rsid w:val="009B7303"/>
    <w:rsid w:val="009C4196"/>
    <w:rsid w:val="009C5DB1"/>
    <w:rsid w:val="009D1883"/>
    <w:rsid w:val="009E2839"/>
    <w:rsid w:val="00A13E82"/>
    <w:rsid w:val="00A14B4B"/>
    <w:rsid w:val="00A50B5C"/>
    <w:rsid w:val="00A8322F"/>
    <w:rsid w:val="00A9415B"/>
    <w:rsid w:val="00AB599A"/>
    <w:rsid w:val="00AB69AA"/>
    <w:rsid w:val="00AD097E"/>
    <w:rsid w:val="00B112B9"/>
    <w:rsid w:val="00B11FD1"/>
    <w:rsid w:val="00B241D5"/>
    <w:rsid w:val="00B4423C"/>
    <w:rsid w:val="00B66B95"/>
    <w:rsid w:val="00B730CD"/>
    <w:rsid w:val="00B7509C"/>
    <w:rsid w:val="00B818A5"/>
    <w:rsid w:val="00B849BF"/>
    <w:rsid w:val="00BA5018"/>
    <w:rsid w:val="00BE7A89"/>
    <w:rsid w:val="00C23C81"/>
    <w:rsid w:val="00C61597"/>
    <w:rsid w:val="00CE7409"/>
    <w:rsid w:val="00D234B6"/>
    <w:rsid w:val="00D46689"/>
    <w:rsid w:val="00D62684"/>
    <w:rsid w:val="00D91E97"/>
    <w:rsid w:val="00DA46CB"/>
    <w:rsid w:val="00E22CC9"/>
    <w:rsid w:val="00E50487"/>
    <w:rsid w:val="00E63F8C"/>
    <w:rsid w:val="00E66BEF"/>
    <w:rsid w:val="00EC5923"/>
    <w:rsid w:val="00ED2279"/>
    <w:rsid w:val="00ED6B78"/>
    <w:rsid w:val="00F04689"/>
    <w:rsid w:val="00F1212F"/>
    <w:rsid w:val="00F264BB"/>
    <w:rsid w:val="00F47646"/>
    <w:rsid w:val="00F84F04"/>
    <w:rsid w:val="00F971E6"/>
    <w:rsid w:val="00FB06D2"/>
    <w:rsid w:val="00FC24CA"/>
    <w:rsid w:val="00FD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CA3"/>
  </w:style>
  <w:style w:type="paragraph" w:styleId="1">
    <w:name w:val="heading 1"/>
    <w:basedOn w:val="a"/>
    <w:next w:val="a"/>
    <w:link w:val="10"/>
    <w:qFormat/>
    <w:rsid w:val="00083CA3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083CA3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link w:val="30"/>
    <w:qFormat/>
    <w:rsid w:val="00083CA3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qFormat/>
    <w:rsid w:val="00083CA3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paragraph" w:styleId="6">
    <w:name w:val="heading 6"/>
    <w:basedOn w:val="a"/>
    <w:next w:val="a"/>
    <w:link w:val="60"/>
    <w:qFormat/>
    <w:rsid w:val="0018179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81792"/>
    <w:rPr>
      <w:sz w:val="28"/>
    </w:rPr>
  </w:style>
  <w:style w:type="character" w:customStyle="1" w:styleId="30">
    <w:name w:val="Заголовок 3 Знак"/>
    <w:link w:val="3"/>
    <w:rsid w:val="00181792"/>
    <w:rPr>
      <w:rFonts w:ascii="Garamond" w:hAnsi="Garamond"/>
      <w:b/>
      <w:spacing w:val="20"/>
      <w:sz w:val="32"/>
    </w:rPr>
  </w:style>
  <w:style w:type="character" w:customStyle="1" w:styleId="40">
    <w:name w:val="Заголовок 4 Знак"/>
    <w:link w:val="4"/>
    <w:rsid w:val="00181792"/>
    <w:rPr>
      <w:b/>
      <w:spacing w:val="126"/>
      <w:sz w:val="44"/>
    </w:rPr>
  </w:style>
  <w:style w:type="character" w:customStyle="1" w:styleId="60">
    <w:name w:val="Заголовок 6 Знак"/>
    <w:link w:val="6"/>
    <w:rsid w:val="00181792"/>
    <w:rPr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083CA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1792"/>
  </w:style>
  <w:style w:type="paragraph" w:styleId="a5">
    <w:name w:val="footer"/>
    <w:basedOn w:val="a"/>
    <w:link w:val="11"/>
    <w:rsid w:val="00083CA3"/>
    <w:pPr>
      <w:tabs>
        <w:tab w:val="center" w:pos="4153"/>
        <w:tab w:val="right" w:pos="8306"/>
      </w:tabs>
    </w:pPr>
  </w:style>
  <w:style w:type="character" w:customStyle="1" w:styleId="11">
    <w:name w:val="Нижний колонтитул Знак1"/>
    <w:basedOn w:val="a0"/>
    <w:link w:val="a5"/>
    <w:rsid w:val="00181792"/>
  </w:style>
  <w:style w:type="paragraph" w:styleId="a6">
    <w:name w:val="caption"/>
    <w:basedOn w:val="a"/>
    <w:next w:val="a"/>
    <w:qFormat/>
    <w:rsid w:val="00083CA3"/>
    <w:pPr>
      <w:jc w:val="center"/>
    </w:pPr>
    <w:rPr>
      <w:rFonts w:ascii="Garamond" w:hAnsi="Garamond"/>
      <w:b/>
      <w:spacing w:val="20"/>
      <w:sz w:val="28"/>
    </w:rPr>
  </w:style>
  <w:style w:type="paragraph" w:customStyle="1" w:styleId="Style3">
    <w:name w:val="Style3"/>
    <w:basedOn w:val="a"/>
    <w:rsid w:val="0018179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rsid w:val="0018179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181792"/>
    <w:rPr>
      <w:rFonts w:ascii="Times New Roman" w:hAnsi="Times New Roman" w:cs="Times New Roman"/>
      <w:sz w:val="26"/>
      <w:szCs w:val="26"/>
    </w:rPr>
  </w:style>
  <w:style w:type="character" w:styleId="a7">
    <w:name w:val="Hyperlink"/>
    <w:rsid w:val="00181792"/>
    <w:rPr>
      <w:color w:val="0066CC"/>
      <w:u w:val="single"/>
    </w:rPr>
  </w:style>
  <w:style w:type="character" w:customStyle="1" w:styleId="FontStyle13">
    <w:name w:val="Font Style13"/>
    <w:rsid w:val="00181792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181792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1817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link w:val="21"/>
    <w:uiPriority w:val="99"/>
    <w:rsid w:val="00181792"/>
    <w:pPr>
      <w:spacing w:after="120" w:line="480" w:lineRule="auto"/>
    </w:pPr>
    <w:rPr>
      <w:sz w:val="24"/>
      <w:szCs w:val="24"/>
    </w:rPr>
  </w:style>
  <w:style w:type="character" w:customStyle="1" w:styleId="21">
    <w:name w:val="Основной текст 2 Знак"/>
    <w:link w:val="20"/>
    <w:uiPriority w:val="99"/>
    <w:rsid w:val="00181792"/>
    <w:rPr>
      <w:sz w:val="24"/>
      <w:szCs w:val="24"/>
    </w:rPr>
  </w:style>
  <w:style w:type="character" w:customStyle="1" w:styleId="31">
    <w:name w:val="Основной текст 3 Знак"/>
    <w:link w:val="32"/>
    <w:rsid w:val="00181792"/>
    <w:rPr>
      <w:sz w:val="16"/>
      <w:szCs w:val="16"/>
    </w:rPr>
  </w:style>
  <w:style w:type="paragraph" w:styleId="32">
    <w:name w:val="Body Text 3"/>
    <w:basedOn w:val="a"/>
    <w:link w:val="31"/>
    <w:rsid w:val="00181792"/>
    <w:pPr>
      <w:spacing w:after="120"/>
    </w:pPr>
    <w:rPr>
      <w:sz w:val="16"/>
      <w:szCs w:val="16"/>
    </w:rPr>
  </w:style>
  <w:style w:type="paragraph" w:customStyle="1" w:styleId="Default">
    <w:name w:val="Default"/>
    <w:rsid w:val="0018179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8">
    <w:name w:val="Emphasis"/>
    <w:qFormat/>
    <w:rsid w:val="00181792"/>
    <w:rPr>
      <w:i/>
      <w:iCs/>
    </w:rPr>
  </w:style>
  <w:style w:type="character" w:styleId="a9">
    <w:name w:val="Strong"/>
    <w:qFormat/>
    <w:rsid w:val="00181792"/>
    <w:rPr>
      <w:b/>
      <w:bCs/>
    </w:rPr>
  </w:style>
  <w:style w:type="character" w:customStyle="1" w:styleId="aa">
    <w:name w:val="Нижний колонтитул Знак"/>
    <w:rsid w:val="00181792"/>
    <w:rPr>
      <w:sz w:val="24"/>
      <w:szCs w:val="24"/>
    </w:rPr>
  </w:style>
  <w:style w:type="character" w:styleId="ab">
    <w:name w:val="FollowedHyperlink"/>
    <w:rsid w:val="00181792"/>
    <w:rPr>
      <w:color w:val="800080"/>
      <w:u w:val="single"/>
    </w:rPr>
  </w:style>
  <w:style w:type="paragraph" w:customStyle="1" w:styleId="ConsPlusNonformat">
    <w:name w:val="ConsPlusNonformat"/>
    <w:uiPriority w:val="99"/>
    <w:rsid w:val="001817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0">
    <w:name w:val="ConsPlusNormal Знак"/>
    <w:link w:val="ConsPlusNormal1"/>
    <w:rsid w:val="001817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"/>
    <w:link w:val="ConsPlusNormal0"/>
    <w:locked/>
    <w:rsid w:val="00181792"/>
    <w:rPr>
      <w:rFonts w:ascii="Arial" w:hAnsi="Arial" w:cs="Arial"/>
      <w:lang w:val="ru-RU" w:eastAsia="ru-RU" w:bidi="ar-SA"/>
    </w:rPr>
  </w:style>
  <w:style w:type="paragraph" w:styleId="ac">
    <w:name w:val="Body Text"/>
    <w:basedOn w:val="a"/>
    <w:link w:val="ad"/>
    <w:rsid w:val="00181792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link w:val="ac"/>
    <w:rsid w:val="00181792"/>
    <w:rPr>
      <w:sz w:val="24"/>
      <w:szCs w:val="24"/>
    </w:rPr>
  </w:style>
  <w:style w:type="character" w:customStyle="1" w:styleId="HTML">
    <w:name w:val="Стандартный HTML Знак"/>
    <w:link w:val="HTML0"/>
    <w:rsid w:val="00181792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1817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paragraph" w:styleId="ae">
    <w:name w:val="No Spacing"/>
    <w:qFormat/>
    <w:rsid w:val="00181792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customStyle="1" w:styleId="af">
    <w:name w:val="Текст выноски Знак"/>
    <w:link w:val="af0"/>
    <w:rsid w:val="00181792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rsid w:val="00181792"/>
    <w:rPr>
      <w:rFonts w:ascii="Tahoma" w:hAnsi="Tahoma" w:cs="Tahoma"/>
      <w:sz w:val="16"/>
      <w:szCs w:val="16"/>
    </w:rPr>
  </w:style>
  <w:style w:type="character" w:styleId="af1">
    <w:name w:val="annotation reference"/>
    <w:rsid w:val="00181792"/>
    <w:rPr>
      <w:sz w:val="16"/>
      <w:szCs w:val="16"/>
    </w:rPr>
  </w:style>
  <w:style w:type="character" w:customStyle="1" w:styleId="af2">
    <w:name w:val="Текст примечания Знак"/>
    <w:basedOn w:val="a0"/>
    <w:link w:val="af3"/>
    <w:rsid w:val="00181792"/>
  </w:style>
  <w:style w:type="paragraph" w:styleId="af3">
    <w:name w:val="annotation text"/>
    <w:basedOn w:val="a"/>
    <w:link w:val="af2"/>
    <w:rsid w:val="00181792"/>
  </w:style>
  <w:style w:type="character" w:customStyle="1" w:styleId="af4">
    <w:name w:val="Тема примечания Знак"/>
    <w:link w:val="af5"/>
    <w:rsid w:val="00181792"/>
    <w:rPr>
      <w:rFonts w:ascii="Times New Roman CYR" w:hAnsi="Times New Roman CYR"/>
      <w:b/>
      <w:bCs/>
    </w:rPr>
  </w:style>
  <w:style w:type="paragraph" w:styleId="af5">
    <w:name w:val="annotation subject"/>
    <w:basedOn w:val="af3"/>
    <w:next w:val="af3"/>
    <w:link w:val="af4"/>
    <w:rsid w:val="00181792"/>
    <w:rPr>
      <w:rFonts w:ascii="Times New Roman CYR" w:hAnsi="Times New Roman CYR"/>
      <w:b/>
      <w:bCs/>
    </w:rPr>
  </w:style>
  <w:style w:type="paragraph" w:styleId="af6">
    <w:name w:val="Revision"/>
    <w:hidden/>
    <w:uiPriority w:val="99"/>
    <w:semiHidden/>
    <w:rsid w:val="00181792"/>
    <w:rPr>
      <w:rFonts w:ascii="Times New Roman CYR" w:hAnsi="Times New Roman CYR"/>
    </w:rPr>
  </w:style>
  <w:style w:type="paragraph" w:styleId="af7">
    <w:name w:val="List Paragraph"/>
    <w:basedOn w:val="a"/>
    <w:uiPriority w:val="99"/>
    <w:qFormat/>
    <w:rsid w:val="00181792"/>
    <w:pPr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table" w:styleId="af8">
    <w:name w:val="Table Grid"/>
    <w:basedOn w:val="a1"/>
    <w:rsid w:val="00BA50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8FA27364236BC7319F8A2A9166E5F0AFC78567207E14BFC8806F66AE5F21D527AEA374B68E13B99FF3C18CFCA154E13ED04A9BC82EDaDF" TargetMode="External"/><Relationship Id="rId18" Type="http://schemas.openxmlformats.org/officeDocument/2006/relationships/hyperlink" Target="consultantplus://offline/ref=248BBD60C87C3D5BD49072CB94E42F8A816BDFE8FBC93790B3038DB6491BA112F39A251109C2A0FABA4B443483F96C17294F07C7361D667376IDM" TargetMode="External"/><Relationship Id="rId26" Type="http://schemas.openxmlformats.org/officeDocument/2006/relationships/hyperlink" Target="consultantplus://offline/ref=D408B7CA19D5BB5DC066AE07569352A715DC371A917756DB3844326197066EE5D538EF636956E4F7D270D206672183F89AA6D36AA91A8A56H9V4L" TargetMode="External"/><Relationship Id="rId39" Type="http://schemas.openxmlformats.org/officeDocument/2006/relationships/hyperlink" Target="http://pravo.minjust.ru:8080/bigs/showDocument.html?id=BBA0BFB1-06C7-4E50-A8D3-FE1045784BF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34" Type="http://schemas.openxmlformats.org/officeDocument/2006/relationships/hyperlink" Target="http://pravo.minjust.ru:8080/bigs/showDocument.html?id=BBA0BFB1-06C7-4E50-A8D3-FE1045784BF1" TargetMode="External"/><Relationship Id="rId42" Type="http://schemas.openxmlformats.org/officeDocument/2006/relationships/hyperlink" Target="http://pravo.minjust.ru:8080/bigs/showDocument.html?id=BBA0BFB1-06C7-4E50-A8D3-FE1045784BF1" TargetMode="External"/><Relationship Id="rId47" Type="http://schemas.openxmlformats.org/officeDocument/2006/relationships/hyperlink" Target="http://pravo.minjust.ru:8080/bigs/showDocument.html?id=BBA0BFB1-06C7-4E50-A8D3-FE1045784BF1" TargetMode="External"/><Relationship Id="rId50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E3E9368FD19FB048CCC187DEF1610A382B7BAE63563698C0F536E6BE528EFEC6631D8B8E609874D7B26CB60A8E0B03AFA0ED0A4884DFC1508z9L" TargetMode="External"/><Relationship Id="rId17" Type="http://schemas.openxmlformats.org/officeDocument/2006/relationships/hyperlink" Target="consultantplus://offline/ref=185B12FE9832FB1716114FB10E7AA8BFC428C5E4DF273CF2D05CAA6604A71388362CABC0F50BD5FDE2CA58B32F48BC6ABF6B8BA34775198DOEpCM" TargetMode="External"/><Relationship Id="rId25" Type="http://schemas.openxmlformats.org/officeDocument/2006/relationships/hyperlink" Target="consultantplus://offline/ref=D408B7CA19D5BB5DC066AE07569352A715DC371A917756DB3844326197066EE5D538EF636956E5FDD870D206672183F89AA6D36AA91A8A56H9V4L" TargetMode="External"/><Relationship Id="rId33" Type="http://schemas.openxmlformats.org/officeDocument/2006/relationships/hyperlink" Target="http://pravo.minjust.ru:8080/bigs/showDocument.html?id=BBA0BFB1-06C7-4E50-A8D3-FE1045784BF1" TargetMode="External"/><Relationship Id="rId38" Type="http://schemas.openxmlformats.org/officeDocument/2006/relationships/hyperlink" Target="http://pravo.minjust.ru:8080/bigs/showDocument.html?id=BBA0BFB1-06C7-4E50-A8D3-FE1045784BF1" TargetMode="External"/><Relationship Id="rId46" Type="http://schemas.openxmlformats.org/officeDocument/2006/relationships/hyperlink" Target="http://pravo.minjust.ru:8080/bigs/showDocument.html?id=BBA0BFB1-06C7-4E50-A8D3-FE1045784BF1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63F82DE3B70B87FDF4646BF306A012ED3DDED695515E6C2021CDCD7072CE4FFEA2BB39D2E0362CD003D0528035EE6110CCA6AC2CD795C46QDd9M" TargetMode="External"/><Relationship Id="rId20" Type="http://schemas.openxmlformats.org/officeDocument/2006/relationships/hyperlink" Target="consultantplus://offline/ref=248BBD60C87C3D5BD49073C581E42F8A806EDFEDF6C73790B3038DB6491BA112E19A7D1D0BC7BDFDBB5E1265C67AI5M" TargetMode="External"/><Relationship Id="rId29" Type="http://schemas.openxmlformats.org/officeDocument/2006/relationships/hyperlink" Target="consultantplus://offline/ref=C2A175470A4B273865066485851DEF34987C99A4E8188A1F361A7A7E626DAA35FAA245466D920AF4CA99B14740E31814FB3077AF4780B3CDFD1B34ECQCmDL" TargetMode="External"/><Relationship Id="rId41" Type="http://schemas.openxmlformats.org/officeDocument/2006/relationships/hyperlink" Target="http://pravo.minjust.ru:8080/bigs/showDocument.html?id=BBA0BFB1-06C7-4E50-A8D3-FE1045784BF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A17C20CAA7E96EFC6228537E7BE6FE5E7D48118AD87FC9D2D8A679BEB502ED04C2402645AAABAB4A0B54420C57A4974DA9F3B2EE9A1479161618EF5dAI" TargetMode="External"/><Relationship Id="rId24" Type="http://schemas.openxmlformats.org/officeDocument/2006/relationships/hyperlink" Target="consultantplus://offline/ref=D408B7CA19D5BB5DC066AE07569352A715DC371A917756DB3844326197066EE5D538EF636956E5FBD870D206672183F89AA6D36AA91A8A56H9V4L" TargetMode="External"/><Relationship Id="rId32" Type="http://schemas.openxmlformats.org/officeDocument/2006/relationships/hyperlink" Target="consultantplus://offline/ref=BAB80BB853E5A8A463FE1093EA2A44AB2E5B6E8B76138929DF4739B35BB2B5E3135967B1BC1D3C711576A2FF93lEO9O" TargetMode="External"/><Relationship Id="rId37" Type="http://schemas.openxmlformats.org/officeDocument/2006/relationships/hyperlink" Target="http://pravo.minjust.ru:8080/bigs/showDocument.html?id=BBA0BFB1-06C7-4E50-A8D3-FE1045784BF1" TargetMode="External"/><Relationship Id="rId40" Type="http://schemas.openxmlformats.org/officeDocument/2006/relationships/hyperlink" Target="http://pravo.minjust.ru:8080/bigs/showDocument.html?id=BBA0BFB1-06C7-4E50-A8D3-FE1045784BF1" TargetMode="External"/><Relationship Id="rId45" Type="http://schemas.openxmlformats.org/officeDocument/2006/relationships/hyperlink" Target="http://pravo.minjust.ru:8080/bigs/showDocument.html?id=BBA0BFB1-06C7-4E50-A8D3-FE1045784BF1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78F332BD5576B68D06C06608D03FE330468C98BED7D3E8B5360B848358B95F83D425C89D059D39DA97253A8BDAB51BCEE9FE66D010F1025LA2EI" TargetMode="External"/><Relationship Id="rId23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28" Type="http://schemas.openxmlformats.org/officeDocument/2006/relationships/hyperlink" Target="consultantplus://offline/ref=D408B7CA19D5BB5DC066AE07569352A715DC371A917756DB3844326197066EE5D538EF636956E4FADF70D206672183F89AA6D36AA91A8A56H9V4L" TargetMode="External"/><Relationship Id="rId36" Type="http://schemas.openxmlformats.org/officeDocument/2006/relationships/hyperlink" Target="http://pravo.minjust.ru:8080/bigs/showDocument.html?id=BBA0BFB1-06C7-4E50-A8D3-FE1045784BF1" TargetMode="External"/><Relationship Id="rId49" Type="http://schemas.openxmlformats.org/officeDocument/2006/relationships/hyperlink" Target="http://pravo.minjust.ru:8080/bigs/showDocument.html?id=BBA0BFB1-06C7-4E50-A8D3-FE1045784BF1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consultantplus://offline/ref=248BBD60C87C3D5BD49073C581E42F8A816CDCE3F3C93790B3038DB6491BA112E19A7D1D0BC7BDFDBB5E1265C67AI5M" TargetMode="External"/><Relationship Id="rId31" Type="http://schemas.openxmlformats.org/officeDocument/2006/relationships/hyperlink" Target="consultantplus://offline/ref=BAB80BB853E5A8A463FE1093EA2A44AB2E5B6C8D7A1F8929DF4739B35BB2B5E3135967B1BC1D3C711576A2FF93lEO9O" TargetMode="External"/><Relationship Id="rId44" Type="http://schemas.openxmlformats.org/officeDocument/2006/relationships/hyperlink" Target="http://pravo.minjust.ru:8080/bigs/showDocument.html?id=BBA0BFB1-06C7-4E50-A8D3-FE1045784BF1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FA7CF1AE852D67706F4DED2FC282106A0BC267D01AC51C7AD5C6005E5420896723C0F391B6088FFDA86819B9D8654D09F0AB24221Ee8I" TargetMode="External"/><Relationship Id="rId14" Type="http://schemas.openxmlformats.org/officeDocument/2006/relationships/hyperlink" Target="consultantplus://offline/ref=D78F332BD5576B68D06C06608D03FE330468C98BED7D3E8B5360B848358B95F83D425C89D059D39DA97253A8BDAB51BCEE9FE66D010F1025LA2EI" TargetMode="External"/><Relationship Id="rId22" Type="http://schemas.openxmlformats.org/officeDocument/2006/relationships/hyperlink" Target="consultantplus://offline/ref=6289369182ADB4E902B10CEE158A6D171B6714AF8959DC99B161E0D6C5C138F79FFF97FF4368D12AB165DBE1CF3FB5D94DBC0BE18B13EB4D7AD68842oCp6G" TargetMode="External"/><Relationship Id="rId27" Type="http://schemas.openxmlformats.org/officeDocument/2006/relationships/hyperlink" Target="consultantplus://offline/ref=D408B7CA19D5BB5DC066AE07569352A715DC371A917756DB3844326197066EE5D538EF636956E4F6DA70D206672183F89AA6D36AA91A8A56H9V4L" TargetMode="External"/><Relationship Id="rId30" Type="http://schemas.openxmlformats.org/officeDocument/2006/relationships/hyperlink" Target="consultantplus://offline/ref=41485A72A1D6EC7E2A284232C48326E51129A943E9A7D141A19EA4DB5AB7493EB2CC0883A15179D49375A624153172E9781AEB82FA31A3FE88E0A6XFp8K" TargetMode="External"/><Relationship Id="rId35" Type="http://schemas.openxmlformats.org/officeDocument/2006/relationships/hyperlink" Target="http://pravo.minjust.ru:8080/bigs/showDocument.html?id=BBA0BFB1-06C7-4E50-A8D3-FE1045784BF1" TargetMode="External"/><Relationship Id="rId43" Type="http://schemas.openxmlformats.org/officeDocument/2006/relationships/hyperlink" Target="http://pravo.minjust.ru:8080/bigs/showDocument.html?id=BBA0BFB1-06C7-4E50-A8D3-FE1045784BF1" TargetMode="External"/><Relationship Id="rId48" Type="http://schemas.openxmlformats.org/officeDocument/2006/relationships/hyperlink" Target="http://pravo.minjust.ru:8080/bigs/showDocument.html?id=BBA0BFB1-06C7-4E50-A8D3-FE1045784BF1" TargetMode="External"/><Relationship Id="rId8" Type="http://schemas.openxmlformats.org/officeDocument/2006/relationships/image" Target="media/image1.png"/><Relationship Id="rId51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64;&#1072;&#1073;&#1083;&#1086;&#1085;&#1099;%20&#1076;&#1086;&#1082;&#1091;&#1084;&#1077;&#1085;&#1090;&#1086;&#1074;\&#1055;&#1086;&#1089;&#1090;&#1072;&#1085;&#1086;&#1074;&#1083;&#1077;&#1085;&#1080;&#1077;%20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2019</Template>
  <TotalTime>5</TotalTime>
  <Pages>1</Pages>
  <Words>16504</Words>
  <Characters>94079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110363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EVasilyeva</dc:creator>
  <cp:lastModifiedBy>Дмитрий Анисимов</cp:lastModifiedBy>
  <cp:revision>6</cp:revision>
  <cp:lastPrinted>2019-02-04T06:47:00Z</cp:lastPrinted>
  <dcterms:created xsi:type="dcterms:W3CDTF">2020-10-23T07:19:00Z</dcterms:created>
  <dcterms:modified xsi:type="dcterms:W3CDTF">2020-10-23T11:26:00Z</dcterms:modified>
</cp:coreProperties>
</file>